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85" w:rsidRPr="00BD55A1" w:rsidRDefault="00F41E85" w:rsidP="00BD55A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Аннотация</w:t>
      </w:r>
    </w:p>
    <w:p w:rsidR="00F41E85" w:rsidRPr="00BD55A1" w:rsidRDefault="00F41E85" w:rsidP="00BD55A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 xml:space="preserve">к рабочей программе по учебному предмету </w:t>
      </w:r>
    </w:p>
    <w:p w:rsidR="00F41E85" w:rsidRPr="00BD55A1" w:rsidRDefault="00F41E85" w:rsidP="00BD55A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«География»</w:t>
      </w:r>
    </w:p>
    <w:p w:rsidR="00F41E85" w:rsidRPr="00BD55A1" w:rsidRDefault="00F41E85" w:rsidP="00BD55A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уровня основного общего образования</w:t>
      </w:r>
    </w:p>
    <w:p w:rsidR="00F41E85" w:rsidRPr="00BD55A1" w:rsidRDefault="00F41E85" w:rsidP="00BD55A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(УМК А.И. Алексеев)</w:t>
      </w:r>
    </w:p>
    <w:p w:rsidR="00F41E85" w:rsidRPr="00BD55A1" w:rsidRDefault="00F41E85" w:rsidP="008F7505">
      <w:pPr>
        <w:spacing w:after="0" w:line="240" w:lineRule="auto"/>
        <w:rPr>
          <w:rFonts w:ascii="Times New Roman" w:hAnsi="Times New Roman"/>
          <w:sz w:val="24"/>
        </w:rPr>
      </w:pPr>
    </w:p>
    <w:p w:rsidR="00F41E85" w:rsidRPr="00BD55A1" w:rsidRDefault="00F41E85" w:rsidP="00BD55A1">
      <w:pPr>
        <w:pStyle w:val="21"/>
        <w:shd w:val="clear" w:color="auto" w:fill="auto"/>
        <w:spacing w:before="0" w:line="322" w:lineRule="exact"/>
        <w:ind w:firstLine="740"/>
        <w:jc w:val="both"/>
        <w:rPr>
          <w:sz w:val="24"/>
          <w:szCs w:val="24"/>
        </w:rPr>
      </w:pPr>
      <w:r w:rsidRPr="00BD55A1">
        <w:rPr>
          <w:rStyle w:val="2"/>
          <w:sz w:val="24"/>
          <w:szCs w:val="24"/>
        </w:rPr>
        <w:t xml:space="preserve">Рабочая программа учебного предмета «География» для 5-9 классов разработана: </w:t>
      </w:r>
    </w:p>
    <w:p w:rsidR="00F41E85" w:rsidRPr="00BD55A1" w:rsidRDefault="00F41E85" w:rsidP="00BD55A1">
      <w:pPr>
        <w:spacing w:after="0" w:line="240" w:lineRule="auto"/>
        <w:ind w:firstLine="708"/>
        <w:jc w:val="both"/>
        <w:rPr>
          <w:rStyle w:val="20"/>
          <w:b w:val="0"/>
          <w:sz w:val="24"/>
          <w:szCs w:val="24"/>
        </w:rPr>
      </w:pPr>
      <w:r w:rsidRPr="00BD55A1">
        <w:rPr>
          <w:rStyle w:val="20"/>
          <w:sz w:val="24"/>
          <w:szCs w:val="24"/>
        </w:rPr>
        <w:t xml:space="preserve">на основе: </w:t>
      </w:r>
      <w:r w:rsidRPr="00BD55A1">
        <w:rPr>
          <w:rStyle w:val="20"/>
          <w:b w:val="0"/>
          <w:sz w:val="24"/>
          <w:szCs w:val="24"/>
        </w:rPr>
        <w:t>федерального государственного образовательного стандарта основного общего образования. ФГОС (Федеральный государственный образовательный стандарт основного общего образования. ФГОС М: Просвещение 2014г.).</w:t>
      </w:r>
    </w:p>
    <w:p w:rsidR="00F41E85" w:rsidRPr="00BD55A1" w:rsidRDefault="00F41E85" w:rsidP="00BD55A1">
      <w:pPr>
        <w:spacing w:after="0" w:line="240" w:lineRule="auto"/>
        <w:ind w:firstLine="708"/>
        <w:jc w:val="both"/>
        <w:rPr>
          <w:rStyle w:val="20"/>
          <w:sz w:val="24"/>
          <w:szCs w:val="24"/>
        </w:rPr>
      </w:pPr>
      <w:r w:rsidRPr="00BD55A1">
        <w:rPr>
          <w:rStyle w:val="20"/>
          <w:sz w:val="24"/>
          <w:szCs w:val="24"/>
        </w:rPr>
        <w:t>с учётом:</w:t>
      </w:r>
    </w:p>
    <w:p w:rsidR="00F41E85" w:rsidRPr="00BD55A1" w:rsidRDefault="00F41E85" w:rsidP="00BD55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Style w:val="20"/>
          <w:b w:val="0"/>
          <w:sz w:val="24"/>
          <w:szCs w:val="24"/>
        </w:rPr>
      </w:pPr>
      <w:r w:rsidRPr="00BD55A1">
        <w:rPr>
          <w:rStyle w:val="20"/>
          <w:b w:val="0"/>
          <w:sz w:val="24"/>
          <w:szCs w:val="24"/>
        </w:rPr>
        <w:t>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F41E85" w:rsidRPr="00BD55A1" w:rsidRDefault="00F41E85" w:rsidP="00BD55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5A1">
        <w:rPr>
          <w:rStyle w:val="20"/>
          <w:b w:val="0"/>
          <w:sz w:val="24"/>
          <w:szCs w:val="24"/>
        </w:rPr>
        <w:t>Авторской</w:t>
      </w:r>
      <w:r w:rsidRPr="00BD55A1">
        <w:rPr>
          <w:rStyle w:val="20"/>
          <w:sz w:val="24"/>
          <w:szCs w:val="24"/>
        </w:rPr>
        <w:t xml:space="preserve"> </w:t>
      </w:r>
      <w:r w:rsidRPr="00BD55A1">
        <w:rPr>
          <w:rStyle w:val="2"/>
          <w:sz w:val="24"/>
          <w:szCs w:val="24"/>
        </w:rPr>
        <w:t xml:space="preserve">программы курса </w:t>
      </w:r>
      <w:r w:rsidRPr="00BD55A1">
        <w:rPr>
          <w:rFonts w:ascii="Times New Roman" w:hAnsi="Times New Roman"/>
          <w:spacing w:val="9"/>
          <w:sz w:val="24"/>
          <w:szCs w:val="24"/>
        </w:rPr>
        <w:t xml:space="preserve">«География». </w:t>
      </w:r>
      <w:r w:rsidRPr="00BD55A1">
        <w:rPr>
          <w:rFonts w:ascii="Times New Roman" w:hAnsi="Times New Roman"/>
          <w:bCs/>
          <w:sz w:val="24"/>
          <w:szCs w:val="24"/>
        </w:rPr>
        <w:t>Николина В. В.</w:t>
      </w:r>
      <w:r w:rsidRPr="00BD55A1">
        <w:rPr>
          <w:rFonts w:ascii="Times New Roman" w:hAnsi="Times New Roman"/>
          <w:bCs/>
          <w:sz w:val="24"/>
          <w:szCs w:val="24"/>
        </w:rPr>
        <w:br/>
      </w:r>
      <w:r w:rsidRPr="00BD55A1">
        <w:rPr>
          <w:rFonts w:ascii="Times New Roman" w:hAnsi="Times New Roman"/>
          <w:sz w:val="24"/>
          <w:szCs w:val="24"/>
        </w:rPr>
        <w:t>География. Рабочие программы. Предметная линия</w:t>
      </w:r>
      <w:r w:rsidRPr="00BD55A1">
        <w:rPr>
          <w:rFonts w:ascii="Times New Roman" w:hAnsi="Times New Roman"/>
          <w:sz w:val="24"/>
          <w:szCs w:val="24"/>
        </w:rPr>
        <w:br/>
        <w:t>учебников «Полярная звезда». 5—9 классы : пособие для</w:t>
      </w:r>
      <w:r w:rsidRPr="00BD55A1">
        <w:rPr>
          <w:rFonts w:ascii="Times New Roman" w:hAnsi="Times New Roman"/>
          <w:sz w:val="24"/>
          <w:szCs w:val="24"/>
        </w:rPr>
        <w:br/>
        <w:t>учителей общеобразоват. учреждений / В. В. Николина,</w:t>
      </w:r>
      <w:r w:rsidRPr="00BD55A1">
        <w:rPr>
          <w:rFonts w:ascii="Times New Roman" w:hAnsi="Times New Roman"/>
          <w:sz w:val="24"/>
          <w:szCs w:val="24"/>
        </w:rPr>
        <w:br/>
        <w:t>А. И. Алексеев, Е. К. Липкина. — 2-е изд., дополн. — М. :</w:t>
      </w:r>
      <w:r w:rsidRPr="00BD55A1">
        <w:rPr>
          <w:rFonts w:ascii="Times New Roman" w:hAnsi="Times New Roman"/>
          <w:sz w:val="24"/>
          <w:szCs w:val="24"/>
        </w:rPr>
        <w:br/>
        <w:t>Просвещение, 20</w:t>
      </w:r>
      <w:r>
        <w:rPr>
          <w:rFonts w:ascii="Times New Roman" w:hAnsi="Times New Roman"/>
          <w:sz w:val="24"/>
          <w:szCs w:val="24"/>
        </w:rPr>
        <w:t>20</w:t>
      </w:r>
      <w:r w:rsidRPr="00BD55A1">
        <w:rPr>
          <w:rFonts w:ascii="Times New Roman" w:hAnsi="Times New Roman"/>
          <w:sz w:val="24"/>
          <w:szCs w:val="24"/>
        </w:rPr>
        <w:t>. — 112 с.;</w:t>
      </w:r>
    </w:p>
    <w:p w:rsidR="00F41E85" w:rsidRPr="00BD55A1" w:rsidRDefault="00F41E85" w:rsidP="00BD55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50D">
        <w:rPr>
          <w:rFonts w:ascii="Times New Roman" w:hAnsi="Times New Roman"/>
          <w:sz w:val="24"/>
          <w:szCs w:val="24"/>
        </w:rPr>
        <w:t xml:space="preserve">Рабочей программы воспитания </w:t>
      </w:r>
      <w:r>
        <w:rPr>
          <w:rFonts w:ascii="Times New Roman" w:hAnsi="Times New Roman"/>
          <w:sz w:val="24"/>
          <w:szCs w:val="24"/>
        </w:rPr>
        <w:t>МБОУ</w:t>
      </w:r>
      <w:r w:rsidRPr="004135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1350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Новоалександровская СОШ</w:t>
      </w:r>
      <w:r w:rsidRPr="0041350D">
        <w:rPr>
          <w:rFonts w:ascii="Times New Roman" w:hAnsi="Times New Roman"/>
          <w:sz w:val="24"/>
          <w:szCs w:val="24"/>
        </w:rPr>
        <w:t>»</w:t>
      </w:r>
      <w:r w:rsidRPr="00BD55A1">
        <w:rPr>
          <w:rFonts w:ascii="Times New Roman" w:hAnsi="Times New Roman"/>
          <w:sz w:val="24"/>
          <w:szCs w:val="24"/>
        </w:rPr>
        <w:t>.</w:t>
      </w:r>
    </w:p>
    <w:p w:rsidR="00F41E85" w:rsidRPr="00BD55A1" w:rsidRDefault="00F41E85" w:rsidP="00BD55A1">
      <w:pPr>
        <w:spacing w:after="0" w:line="240" w:lineRule="auto"/>
        <w:rPr>
          <w:rFonts w:ascii="Times New Roman" w:hAnsi="Times New Roman"/>
        </w:rPr>
      </w:pPr>
    </w:p>
    <w:p w:rsidR="00F41E85" w:rsidRPr="00BD55A1" w:rsidRDefault="00F41E85" w:rsidP="00BD55A1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>Рабочая программа ориентирована на использование учебно-методического комплекта для 5 – 9 классов под редакцией А.И. Алексеев «География», рекомендованному Министерством образования и науки РФ.</w:t>
      </w:r>
    </w:p>
    <w:p w:rsidR="00F41E85" w:rsidRPr="00BD55A1" w:rsidRDefault="00F41E85" w:rsidP="00BD55A1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>В рабочей программе представлены планируемые результаты освоения учебного предмета «География»,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F41E85" w:rsidRPr="00BD55A1" w:rsidRDefault="00F41E85" w:rsidP="00BD55A1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>Срок реализации программы – 5 лет.</w:t>
      </w:r>
    </w:p>
    <w:p w:rsidR="00F41E85" w:rsidRPr="00BD55A1" w:rsidRDefault="00F41E85" w:rsidP="00BD55A1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F41E85" w:rsidRPr="00BD55A1" w:rsidRDefault="00F41E85" w:rsidP="00BD55A1">
      <w:pPr>
        <w:spacing w:after="0" w:line="240" w:lineRule="auto"/>
        <w:rPr>
          <w:rFonts w:ascii="Times New Roman" w:hAnsi="Times New Roman"/>
          <w:sz w:val="24"/>
        </w:rPr>
      </w:pPr>
    </w:p>
    <w:sectPr w:rsidR="00F41E85" w:rsidRPr="00BD55A1" w:rsidSect="00220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3007E"/>
    <w:multiLevelType w:val="hybridMultilevel"/>
    <w:tmpl w:val="10B2C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5A1"/>
    <w:rsid w:val="000D43C9"/>
    <w:rsid w:val="00112D42"/>
    <w:rsid w:val="00220F75"/>
    <w:rsid w:val="0041350D"/>
    <w:rsid w:val="008F7505"/>
    <w:rsid w:val="00A4464A"/>
    <w:rsid w:val="00B92CF5"/>
    <w:rsid w:val="00BD55A1"/>
    <w:rsid w:val="00CA5F01"/>
    <w:rsid w:val="00F41E85"/>
    <w:rsid w:val="00F8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F7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1"/>
    <w:uiPriority w:val="99"/>
    <w:locked/>
    <w:rsid w:val="00BD55A1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BD55A1"/>
    <w:rPr>
      <w:b/>
      <w:bCs/>
    </w:rPr>
  </w:style>
  <w:style w:type="paragraph" w:customStyle="1" w:styleId="21">
    <w:name w:val="Основной текст (2)1"/>
    <w:basedOn w:val="Normal"/>
    <w:link w:val="2"/>
    <w:uiPriority w:val="99"/>
    <w:rsid w:val="00BD55A1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qFormat/>
    <w:rsid w:val="00BD55A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BD55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222</Words>
  <Characters>1268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2021-01-26T22:17:00Z</dcterms:created>
  <dcterms:modified xsi:type="dcterms:W3CDTF">2022-03-23T13:15:00Z</dcterms:modified>
</cp:coreProperties>
</file>