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1A" w:rsidRPr="00090D02" w:rsidRDefault="00D5281A" w:rsidP="00090D02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507.75pt;height:718.5pt;visibility:visible">
            <v:imagedata r:id="rId7" o:title=""/>
          </v:shape>
        </w:pict>
      </w:r>
      <w:r w:rsidRPr="00090D02">
        <w:br w:type="page"/>
      </w:r>
      <w:r w:rsidRPr="00090D02">
        <w:rPr>
          <w:b/>
        </w:rPr>
        <w:t>1. Пояснительная записка</w:t>
      </w:r>
    </w:p>
    <w:p w:rsidR="00D5281A" w:rsidRPr="00090D02" w:rsidRDefault="00D5281A" w:rsidP="004B506A">
      <w:pPr>
        <w:jc w:val="center"/>
        <w:rPr>
          <w:b/>
        </w:rPr>
      </w:pPr>
    </w:p>
    <w:p w:rsidR="00D5281A" w:rsidRPr="00090D02" w:rsidRDefault="00D5281A" w:rsidP="004B506A">
      <w:pPr>
        <w:ind w:firstLine="709"/>
        <w:jc w:val="both"/>
        <w:rPr>
          <w:rStyle w:val="FontStyle21"/>
          <w:rFonts w:ascii="Times New Roman" w:hAnsi="Times New Roman"/>
          <w:b w:val="0"/>
          <w:bCs/>
          <w:sz w:val="24"/>
        </w:rPr>
      </w:pPr>
      <w:r w:rsidRPr="00090D02">
        <w:rPr>
          <w:rStyle w:val="FontStyle21"/>
          <w:rFonts w:ascii="Times New Roman" w:hAnsi="Times New Roman"/>
          <w:b w:val="0"/>
          <w:bCs/>
          <w:sz w:val="24"/>
        </w:rPr>
        <w:t>Рабочая программа по учебному предмету «Изобразительное искусство» разработана:</w:t>
      </w:r>
    </w:p>
    <w:p w:rsidR="00D5281A" w:rsidRPr="00090D02" w:rsidRDefault="00D5281A" w:rsidP="004B506A">
      <w:pPr>
        <w:pStyle w:val="a0"/>
        <w:spacing w:line="240" w:lineRule="auto"/>
        <w:ind w:firstLine="709"/>
        <w:rPr>
          <w:rStyle w:val="FontStyle21"/>
          <w:rFonts w:ascii="Times New Roman" w:hAnsi="Times New Roman"/>
          <w:b w:val="0"/>
          <w:sz w:val="24"/>
          <w:szCs w:val="24"/>
        </w:rPr>
      </w:pPr>
      <w:r w:rsidRPr="00090D02">
        <w:rPr>
          <w:rFonts w:ascii="Times New Roman" w:hAnsi="Times New Roman"/>
          <w:i/>
          <w:sz w:val="24"/>
          <w:szCs w:val="24"/>
        </w:rPr>
        <w:t>- в соответствии</w:t>
      </w:r>
      <w:r w:rsidRPr="00090D02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2009 года; </w:t>
      </w:r>
    </w:p>
    <w:p w:rsidR="00D5281A" w:rsidRPr="00090D02" w:rsidRDefault="00D5281A" w:rsidP="004B506A">
      <w:pPr>
        <w:ind w:firstLine="709"/>
        <w:jc w:val="both"/>
        <w:rPr>
          <w:rStyle w:val="FontStyle21"/>
          <w:rFonts w:ascii="Times New Roman" w:hAnsi="Times New Roman"/>
          <w:b w:val="0"/>
          <w:bCs/>
          <w:sz w:val="24"/>
        </w:rPr>
      </w:pPr>
      <w:r w:rsidRPr="00090D02">
        <w:rPr>
          <w:rStyle w:val="FontStyle21"/>
          <w:rFonts w:ascii="Times New Roman" w:hAnsi="Times New Roman"/>
          <w:b w:val="0"/>
          <w:bCs/>
          <w:i/>
          <w:sz w:val="24"/>
        </w:rPr>
        <w:t>- на основе</w:t>
      </w:r>
      <w:r w:rsidRPr="00090D02">
        <w:rPr>
          <w:rStyle w:val="FontStyle21"/>
          <w:rFonts w:ascii="Times New Roman" w:hAnsi="Times New Roman"/>
          <w:b w:val="0"/>
          <w:bCs/>
          <w:sz w:val="24"/>
        </w:rPr>
        <w:t xml:space="preserve"> </w:t>
      </w:r>
      <w:r w:rsidRPr="00090D02">
        <w:rPr>
          <w:bCs/>
        </w:rPr>
        <w:t>примерной</w:t>
      </w:r>
      <w:r w:rsidRPr="00090D02">
        <w:t xml:space="preserve"> основной образовательной программы начального общего образования,</w:t>
      </w:r>
      <w:r w:rsidRPr="00090D02">
        <w:rPr>
          <w:rStyle w:val="Heading1Char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90D02">
        <w:rPr>
          <w:rStyle w:val="FontStyle21"/>
          <w:rFonts w:ascii="Times New Roman" w:hAnsi="Times New Roman"/>
          <w:b w:val="0"/>
          <w:bCs/>
          <w:sz w:val="24"/>
        </w:rPr>
        <w:t>программы «Изобразительное искусство. Рабочие программы. Предметная линия учебников под редакцией Б.М. Неменского. 1-4 классы: пособие для учителей общеобразоват. организаций/[Б.М. Неменский, Л.А. Неменская, Н.А. Горяева и др.]; под ред. Б.М. Неменского. – 5-е изд. – М.: Просвещение, 201</w:t>
      </w:r>
      <w:r>
        <w:rPr>
          <w:rStyle w:val="FontStyle21"/>
          <w:rFonts w:ascii="Times New Roman" w:hAnsi="Times New Roman"/>
          <w:b w:val="0"/>
          <w:bCs/>
          <w:sz w:val="24"/>
        </w:rPr>
        <w:t>9</w:t>
      </w:r>
      <w:r w:rsidRPr="00090D02">
        <w:rPr>
          <w:rStyle w:val="FontStyle21"/>
          <w:rFonts w:ascii="Times New Roman" w:hAnsi="Times New Roman"/>
          <w:b w:val="0"/>
          <w:bCs/>
          <w:sz w:val="24"/>
        </w:rPr>
        <w:t xml:space="preserve">. </w:t>
      </w:r>
    </w:p>
    <w:p w:rsidR="00D5281A" w:rsidRPr="00090D02" w:rsidRDefault="00D5281A" w:rsidP="0065406B">
      <w:pPr>
        <w:pStyle w:val="ListParagraph"/>
        <w:tabs>
          <w:tab w:val="left" w:pos="900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 xml:space="preserve">- </w:t>
      </w:r>
      <w:r w:rsidRPr="00090D02">
        <w:rPr>
          <w:i/>
          <w:sz w:val="24"/>
          <w:szCs w:val="24"/>
        </w:rPr>
        <w:t>с учетом</w:t>
      </w:r>
      <w:r w:rsidRPr="00090D02">
        <w:rPr>
          <w:sz w:val="24"/>
          <w:szCs w:val="24"/>
        </w:rPr>
        <w:t xml:space="preserve"> Рабочей программы воспитания МБОУ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«Новоалександровская СОШ».</w:t>
      </w:r>
    </w:p>
    <w:p w:rsidR="00D5281A" w:rsidRPr="00090D02" w:rsidRDefault="00D5281A" w:rsidP="0065406B">
      <w:pPr>
        <w:pStyle w:val="BodyText"/>
        <w:ind w:left="567" w:right="125"/>
        <w:jc w:val="both"/>
        <w:rPr>
          <w:rFonts w:ascii="Times New Roman" w:hAnsi="Times New Roman"/>
          <w:sz w:val="24"/>
          <w:szCs w:val="24"/>
        </w:rPr>
      </w:pPr>
      <w:r w:rsidRPr="00090D02">
        <w:rPr>
          <w:rFonts w:ascii="Times New Roman" w:hAnsi="Times New Roman"/>
          <w:sz w:val="24"/>
          <w:szCs w:val="24"/>
        </w:rPr>
        <w:t>Основными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направлениями воспитательной</w:t>
      </w:r>
      <w:r w:rsidRPr="00090D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деятельности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на</w:t>
      </w:r>
      <w:r w:rsidRPr="00090D0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уроках</w:t>
      </w:r>
      <w:r w:rsidRPr="00090D0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являются: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line="322" w:lineRule="exact"/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Гражданское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воспитание;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Патриотическое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воспитание;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spacing w:line="322" w:lineRule="exact"/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Духовно-нравственное</w:t>
      </w:r>
      <w:r w:rsidRPr="00090D02">
        <w:rPr>
          <w:spacing w:val="-9"/>
          <w:sz w:val="24"/>
          <w:szCs w:val="24"/>
        </w:rPr>
        <w:t xml:space="preserve"> </w:t>
      </w:r>
      <w:r w:rsidRPr="00090D02">
        <w:rPr>
          <w:sz w:val="24"/>
          <w:szCs w:val="24"/>
        </w:rPr>
        <w:t>воспитание;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Эстетическое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воспитание;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Физическое</w:t>
      </w:r>
      <w:r w:rsidRPr="00090D02">
        <w:rPr>
          <w:sz w:val="24"/>
          <w:szCs w:val="24"/>
        </w:rPr>
        <w:tab/>
        <w:t>воспитание,</w:t>
      </w:r>
      <w:r w:rsidRPr="00090D02">
        <w:rPr>
          <w:sz w:val="24"/>
          <w:szCs w:val="24"/>
        </w:rPr>
        <w:tab/>
        <w:t>формирование</w:t>
      </w:r>
      <w:r w:rsidRPr="00090D02">
        <w:rPr>
          <w:sz w:val="24"/>
          <w:szCs w:val="24"/>
        </w:rPr>
        <w:tab/>
        <w:t>культуры здоровья</w:t>
      </w:r>
      <w:r w:rsidRPr="00090D02">
        <w:rPr>
          <w:sz w:val="24"/>
          <w:szCs w:val="24"/>
        </w:rPr>
        <w:tab/>
      </w:r>
      <w:r w:rsidRPr="00090D02">
        <w:rPr>
          <w:spacing w:val="-1"/>
          <w:sz w:val="24"/>
          <w:szCs w:val="24"/>
        </w:rPr>
        <w:t>и</w:t>
      </w:r>
      <w:r w:rsidRPr="00090D02">
        <w:rPr>
          <w:spacing w:val="-67"/>
          <w:sz w:val="24"/>
          <w:szCs w:val="24"/>
        </w:rPr>
        <w:t xml:space="preserve">  </w:t>
      </w:r>
      <w:r w:rsidRPr="00090D02">
        <w:rPr>
          <w:sz w:val="24"/>
          <w:szCs w:val="24"/>
        </w:rPr>
        <w:t>эмоционального благополучия;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Трудовое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воспитание;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Экологическое воспитание;</w:t>
      </w:r>
      <w:r w:rsidRPr="00090D02">
        <w:rPr>
          <w:spacing w:val="1"/>
          <w:sz w:val="24"/>
          <w:szCs w:val="24"/>
        </w:rPr>
        <w:t xml:space="preserve"> </w:t>
      </w:r>
    </w:p>
    <w:p w:rsidR="00D5281A" w:rsidRPr="00090D02" w:rsidRDefault="00D5281A" w:rsidP="0065406B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567" w:firstLine="0"/>
        <w:rPr>
          <w:sz w:val="24"/>
          <w:szCs w:val="24"/>
        </w:rPr>
      </w:pPr>
      <w:r w:rsidRPr="00090D02">
        <w:rPr>
          <w:sz w:val="24"/>
          <w:szCs w:val="24"/>
        </w:rPr>
        <w:t>Ценности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научного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познания</w:t>
      </w:r>
    </w:p>
    <w:p w:rsidR="00D5281A" w:rsidRPr="00090D02" w:rsidRDefault="00D5281A" w:rsidP="004B506A">
      <w:pPr>
        <w:ind w:firstLine="709"/>
        <w:jc w:val="both"/>
        <w:rPr>
          <w:rStyle w:val="FontStyle21"/>
          <w:rFonts w:ascii="Times New Roman" w:hAnsi="Times New Roman"/>
          <w:b w:val="0"/>
          <w:bCs/>
          <w:sz w:val="24"/>
        </w:rPr>
      </w:pPr>
    </w:p>
    <w:p w:rsidR="00D5281A" w:rsidRPr="00090D02" w:rsidRDefault="00D5281A" w:rsidP="004B506A">
      <w:pPr>
        <w:ind w:firstLine="720"/>
        <w:jc w:val="both"/>
        <w:rPr>
          <w:color w:val="000000"/>
        </w:rPr>
      </w:pPr>
      <w:r w:rsidRPr="00090D02">
        <w:rPr>
          <w:color w:val="000000"/>
        </w:rPr>
        <w:t>Рабочая программа ориентирована на УМК  издательства «Просвещение»,</w:t>
      </w:r>
      <w:r w:rsidRPr="00090D02">
        <w:t xml:space="preserve"> рекомендованный Министерством образования и науки РФ</w:t>
      </w:r>
      <w:r w:rsidRPr="00090D02">
        <w:rPr>
          <w:color w:val="000000"/>
        </w:rPr>
        <w:t>:</w:t>
      </w:r>
    </w:p>
    <w:p w:rsidR="00D5281A" w:rsidRPr="00090D02" w:rsidRDefault="00D5281A" w:rsidP="004B506A">
      <w:pPr>
        <w:ind w:firstLine="720"/>
        <w:jc w:val="both"/>
      </w:pPr>
      <w:r w:rsidRPr="00090D02">
        <w:t>1. Неменская Л.А., Изобразительное искусство. Ты изображаешь, украшаешь и строишь. 1 класс: учебник для общеобразовательных организаций / под ред. Б.М.Неменского. – М. Просвещение, 2018.</w:t>
      </w:r>
    </w:p>
    <w:p w:rsidR="00D5281A" w:rsidRPr="00090D02" w:rsidRDefault="00D5281A" w:rsidP="004B506A">
      <w:pPr>
        <w:ind w:firstLine="720"/>
        <w:jc w:val="both"/>
      </w:pPr>
      <w:r w:rsidRPr="00090D02">
        <w:t>2. Коротеева Е.И., Изобразительное искусство.  Искусство и ты. 2 класс: учебник для общеобразовательных организаций/ под ред. Б.М.Неменского. – М. Просвещение, 201</w:t>
      </w:r>
      <w:r>
        <w:t>8</w:t>
      </w:r>
      <w:r w:rsidRPr="00090D02">
        <w:t>.</w:t>
      </w:r>
    </w:p>
    <w:p w:rsidR="00D5281A" w:rsidRPr="00090D02" w:rsidRDefault="00D5281A" w:rsidP="004B506A">
      <w:pPr>
        <w:suppressAutoHyphens/>
        <w:ind w:firstLine="720"/>
        <w:jc w:val="both"/>
        <w:rPr>
          <w:color w:val="000000"/>
        </w:rPr>
      </w:pPr>
      <w:r w:rsidRPr="00090D02">
        <w:rPr>
          <w:color w:val="000000"/>
        </w:rPr>
        <w:t xml:space="preserve">3. Горяева Н.А. Изобразительное искусство. Искусство вокруг нас. </w:t>
      </w:r>
      <w:r w:rsidRPr="00090D02">
        <w:t>3 класс: учебник для общеобразовательных организаций/ под ред. Б.М. Неменского.</w:t>
      </w:r>
      <w:r w:rsidRPr="00090D02">
        <w:rPr>
          <w:color w:val="000000"/>
        </w:rPr>
        <w:t xml:space="preserve"> –М.: Просвещение, 201</w:t>
      </w:r>
      <w:r>
        <w:rPr>
          <w:color w:val="000000"/>
        </w:rPr>
        <w:t>8</w:t>
      </w:r>
      <w:r w:rsidRPr="00090D02">
        <w:rPr>
          <w:color w:val="000000"/>
        </w:rPr>
        <w:t>.</w:t>
      </w:r>
    </w:p>
    <w:p w:rsidR="00D5281A" w:rsidRPr="00090D02" w:rsidRDefault="00D5281A" w:rsidP="004B506A">
      <w:pPr>
        <w:ind w:firstLine="720"/>
        <w:jc w:val="both"/>
        <w:rPr>
          <w:color w:val="000000"/>
        </w:rPr>
      </w:pPr>
      <w:r w:rsidRPr="00090D02">
        <w:t>4. Неменская Л.А. Изобразительное искусство.  Каждый народ-художник.</w:t>
      </w:r>
      <w:r w:rsidRPr="00090D02">
        <w:rPr>
          <w:color w:val="000000"/>
        </w:rPr>
        <w:t xml:space="preserve"> </w:t>
      </w:r>
      <w:r w:rsidRPr="00090D02">
        <w:t xml:space="preserve">2 класс: учебник для общеобразовательных организаций/ под ред. Б.М.Неменского. - </w:t>
      </w:r>
      <w:r w:rsidRPr="00090D02">
        <w:rPr>
          <w:color w:val="000000"/>
        </w:rPr>
        <w:t xml:space="preserve"> М.: Просвещение, 201</w:t>
      </w:r>
      <w:r>
        <w:rPr>
          <w:color w:val="000000"/>
        </w:rPr>
        <w:t>8</w:t>
      </w:r>
      <w:r w:rsidRPr="00090D02">
        <w:rPr>
          <w:color w:val="000000"/>
        </w:rPr>
        <w:t>.</w:t>
      </w:r>
    </w:p>
    <w:p w:rsidR="00D5281A" w:rsidRPr="00090D02" w:rsidRDefault="00D5281A" w:rsidP="004B506A">
      <w:pPr>
        <w:ind w:firstLine="720"/>
        <w:jc w:val="both"/>
        <w:rPr>
          <w:color w:val="000000"/>
        </w:rPr>
      </w:pPr>
    </w:p>
    <w:p w:rsidR="00D5281A" w:rsidRPr="00090D02" w:rsidRDefault="00D5281A" w:rsidP="004B506A">
      <w:pPr>
        <w:jc w:val="both"/>
      </w:pPr>
      <w:r w:rsidRPr="00090D02">
        <w:rPr>
          <w:b/>
        </w:rPr>
        <w:t>Количество часов на уровень:</w:t>
      </w:r>
      <w:r w:rsidRPr="00090D02">
        <w:t xml:space="preserve"> 135 часов</w:t>
      </w:r>
    </w:p>
    <w:p w:rsidR="00D5281A" w:rsidRPr="00090D02" w:rsidRDefault="00D5281A" w:rsidP="004B506A">
      <w:pPr>
        <w:jc w:val="both"/>
        <w:rPr>
          <w:b/>
        </w:rPr>
      </w:pPr>
      <w:r w:rsidRPr="00090D02">
        <w:rPr>
          <w:b/>
        </w:rPr>
        <w:t xml:space="preserve">Количество часов на учебный год: </w:t>
      </w:r>
    </w:p>
    <w:p w:rsidR="00D5281A" w:rsidRPr="00090D02" w:rsidRDefault="00D5281A" w:rsidP="004B506A">
      <w:pPr>
        <w:jc w:val="both"/>
      </w:pPr>
      <w:r w:rsidRPr="00090D02">
        <w:t xml:space="preserve">1 класс – 33 часа </w:t>
      </w:r>
    </w:p>
    <w:p w:rsidR="00D5281A" w:rsidRPr="00090D02" w:rsidRDefault="00D5281A" w:rsidP="004B506A">
      <w:pPr>
        <w:jc w:val="both"/>
      </w:pPr>
      <w:r w:rsidRPr="00090D02">
        <w:t>2 класс – 34 часа</w:t>
      </w:r>
    </w:p>
    <w:p w:rsidR="00D5281A" w:rsidRPr="00090D02" w:rsidRDefault="00D5281A" w:rsidP="004B506A">
      <w:pPr>
        <w:jc w:val="both"/>
      </w:pPr>
      <w:r w:rsidRPr="00090D02">
        <w:t>3 класс – 34 часа</w:t>
      </w:r>
    </w:p>
    <w:p w:rsidR="00D5281A" w:rsidRPr="00090D02" w:rsidRDefault="00D5281A" w:rsidP="004B506A">
      <w:pPr>
        <w:jc w:val="both"/>
      </w:pPr>
      <w:r w:rsidRPr="00090D02">
        <w:t>4 класс – 34 часа</w:t>
      </w:r>
    </w:p>
    <w:p w:rsidR="00D5281A" w:rsidRPr="00090D02" w:rsidRDefault="00D5281A" w:rsidP="004B506A">
      <w:pPr>
        <w:jc w:val="both"/>
      </w:pPr>
    </w:p>
    <w:p w:rsidR="00D5281A" w:rsidRPr="00090D02" w:rsidRDefault="00D5281A" w:rsidP="004B506A">
      <w:pPr>
        <w:jc w:val="center"/>
        <w:rPr>
          <w:b/>
        </w:rPr>
      </w:pPr>
      <w:r w:rsidRPr="00090D02">
        <w:rPr>
          <w:b/>
        </w:rPr>
        <w:t>2. Планируемые  результаты освоения учебного предмета</w:t>
      </w:r>
    </w:p>
    <w:p w:rsidR="00D5281A" w:rsidRPr="00090D02" w:rsidRDefault="00D5281A" w:rsidP="00090D02">
      <w:pPr>
        <w:tabs>
          <w:tab w:val="left" w:pos="1134"/>
        </w:tabs>
        <w:ind w:firstLine="709"/>
        <w:jc w:val="center"/>
        <w:rPr>
          <w:b/>
        </w:rPr>
      </w:pPr>
    </w:p>
    <w:p w:rsidR="00D5281A" w:rsidRPr="00090D02" w:rsidRDefault="00D5281A" w:rsidP="00090D02">
      <w:pPr>
        <w:tabs>
          <w:tab w:val="left" w:pos="1134"/>
        </w:tabs>
        <w:ind w:firstLine="709"/>
        <w:jc w:val="both"/>
      </w:pPr>
      <w:r w:rsidRPr="00090D02">
        <w:rPr>
          <w:b/>
          <w:u w:val="thick"/>
        </w:rPr>
        <w:t>Личностные</w:t>
      </w:r>
      <w:r w:rsidRPr="00090D02">
        <w:rPr>
          <w:b/>
          <w:spacing w:val="-6"/>
          <w:u w:val="thick"/>
        </w:rPr>
        <w:t xml:space="preserve"> </w:t>
      </w:r>
      <w:r w:rsidRPr="00090D02">
        <w:rPr>
          <w:b/>
          <w:u w:val="thick"/>
        </w:rPr>
        <w:t>результаты</w:t>
      </w:r>
      <w:r w:rsidRPr="00090D02">
        <w:rPr>
          <w:b/>
          <w:spacing w:val="-7"/>
          <w:u w:val="thick"/>
        </w:rPr>
        <w:t xml:space="preserve"> </w:t>
      </w:r>
      <w:r w:rsidRPr="00090D02">
        <w:t>отражают</w:t>
      </w:r>
      <w:r w:rsidRPr="00090D02">
        <w:rPr>
          <w:spacing w:val="-7"/>
        </w:rPr>
        <w:t xml:space="preserve"> </w:t>
      </w:r>
      <w:r w:rsidRPr="00090D02">
        <w:t>сформированность,</w:t>
      </w:r>
      <w:r w:rsidRPr="00090D02">
        <w:rPr>
          <w:spacing w:val="-6"/>
        </w:rPr>
        <w:t xml:space="preserve"> </w:t>
      </w:r>
      <w:r w:rsidRPr="00090D02">
        <w:t>в</w:t>
      </w:r>
      <w:r w:rsidRPr="00090D02">
        <w:rPr>
          <w:spacing w:val="-8"/>
        </w:rPr>
        <w:t xml:space="preserve"> </w:t>
      </w:r>
      <w:r w:rsidRPr="00090D02">
        <w:t>том</w:t>
      </w:r>
      <w:r w:rsidRPr="00090D02">
        <w:rPr>
          <w:spacing w:val="-5"/>
        </w:rPr>
        <w:t xml:space="preserve"> </w:t>
      </w:r>
      <w:r w:rsidRPr="00090D02">
        <w:t>числе</w:t>
      </w:r>
      <w:r w:rsidRPr="00090D02">
        <w:rPr>
          <w:spacing w:val="-8"/>
        </w:rPr>
        <w:t xml:space="preserve"> </w:t>
      </w:r>
      <w:r w:rsidRPr="00090D02">
        <w:t>в</w:t>
      </w:r>
      <w:r w:rsidRPr="00090D02">
        <w:rPr>
          <w:spacing w:val="-7"/>
        </w:rPr>
        <w:t xml:space="preserve"> </w:t>
      </w:r>
      <w:r w:rsidRPr="00090D02">
        <w:t>части: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851"/>
          <w:tab w:val="left" w:pos="1134"/>
        </w:tabs>
        <w:suppressAutoHyphens w:val="0"/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Гражданского</w:t>
      </w:r>
      <w:r w:rsidRPr="00090D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851"/>
          <w:tab w:val="left" w:pos="1134"/>
        </w:tabs>
        <w:ind w:left="0" w:right="177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активной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гражданской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позиции,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гражданской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ответственности,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основанной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традиционных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культурных,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духовных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нравственных ценностях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российского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общества;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851"/>
          <w:tab w:val="left" w:pos="1134"/>
        </w:tabs>
        <w:spacing w:before="1"/>
        <w:ind w:left="0" w:firstLine="709"/>
        <w:rPr>
          <w:sz w:val="24"/>
          <w:szCs w:val="24"/>
        </w:rPr>
      </w:pPr>
      <w:r w:rsidRPr="00090D02">
        <w:rPr>
          <w:sz w:val="24"/>
          <w:szCs w:val="24"/>
        </w:rPr>
        <w:t>развитие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культуры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межнационального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общения;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851"/>
          <w:tab w:val="left" w:pos="1134"/>
        </w:tabs>
        <w:ind w:left="0" w:right="174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формирование приверженности идеям интернационализма, дружбы,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равенства,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взаимопомощи народов;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851"/>
          <w:tab w:val="left" w:pos="1134"/>
        </w:tabs>
        <w:ind w:left="0" w:right="174" w:firstLine="709"/>
        <w:rPr>
          <w:sz w:val="24"/>
          <w:szCs w:val="24"/>
        </w:rPr>
      </w:pPr>
      <w:r w:rsidRPr="00090D02">
        <w:rPr>
          <w:sz w:val="24"/>
          <w:szCs w:val="24"/>
        </w:rPr>
        <w:t>воспитание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уважительного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отношения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национальному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достоинству</w:t>
      </w:r>
      <w:r w:rsidRPr="00090D02">
        <w:rPr>
          <w:spacing w:val="-5"/>
          <w:sz w:val="24"/>
          <w:szCs w:val="24"/>
        </w:rPr>
        <w:t xml:space="preserve"> </w:t>
      </w:r>
      <w:r w:rsidRPr="00090D02">
        <w:rPr>
          <w:sz w:val="24"/>
          <w:szCs w:val="24"/>
        </w:rPr>
        <w:t>людей,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их чувствам,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религиозным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убеждениям;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851"/>
          <w:tab w:val="left" w:pos="1134"/>
        </w:tabs>
        <w:suppressAutoHyphens w:val="0"/>
        <w:autoSpaceDE w:val="0"/>
        <w:autoSpaceDN w:val="0"/>
        <w:spacing w:before="12" w:after="0"/>
        <w:ind w:left="0" w:right="17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Патриотического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и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формирования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российской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идентичности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851"/>
          <w:tab w:val="left" w:pos="1134"/>
        </w:tabs>
        <w:spacing w:before="2"/>
        <w:ind w:left="0" w:right="177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патриотизма,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чувства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гордости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за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свою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Родину,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готовности к защите интересов Отечества, ответственности за будущее России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 основе развития программ патриотического воспитания детей, в том числе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военно-патриотического воспитания;</w:t>
      </w:r>
    </w:p>
    <w:p w:rsidR="00D5281A" w:rsidRPr="00090D02" w:rsidRDefault="00D5281A" w:rsidP="00090D02">
      <w:pPr>
        <w:pStyle w:val="BodyText"/>
        <w:tabs>
          <w:tab w:val="left" w:pos="567"/>
          <w:tab w:val="left" w:pos="1134"/>
        </w:tabs>
        <w:spacing w:before="1" w:line="240" w:lineRule="auto"/>
        <w:ind w:right="174" w:firstLine="709"/>
        <w:jc w:val="both"/>
        <w:rPr>
          <w:rFonts w:ascii="Times New Roman" w:hAnsi="Times New Roman"/>
          <w:sz w:val="24"/>
          <w:szCs w:val="24"/>
        </w:rPr>
      </w:pPr>
      <w:r w:rsidRPr="00090D02">
        <w:rPr>
          <w:rFonts w:ascii="Times New Roman" w:hAnsi="Times New Roman"/>
          <w:sz w:val="24"/>
          <w:szCs w:val="24"/>
        </w:rPr>
        <w:t>2развитие уважения к таким символам государства, как герб, флаг, гимн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Российской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Федерации,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к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историческим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символам</w:t>
      </w:r>
      <w:r w:rsidRPr="00090D0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и</w:t>
      </w:r>
      <w:r w:rsidRPr="00090D02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памятникам</w:t>
      </w:r>
      <w:r w:rsidRPr="00090D02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090D02">
        <w:rPr>
          <w:rFonts w:ascii="Times New Roman" w:hAnsi="Times New Roman"/>
          <w:sz w:val="24"/>
          <w:szCs w:val="24"/>
        </w:rPr>
        <w:t>Отечества.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567"/>
          <w:tab w:val="left" w:pos="1134"/>
          <w:tab w:val="left" w:pos="2092"/>
        </w:tabs>
        <w:suppressAutoHyphens w:val="0"/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Духовного</w:t>
      </w:r>
      <w:r w:rsidRPr="00090D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и</w:t>
      </w:r>
      <w:r w:rsidRPr="00090D0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нравственного</w:t>
      </w:r>
      <w:r w:rsidRPr="00090D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9"/>
        </w:numPr>
        <w:tabs>
          <w:tab w:val="left" w:pos="567"/>
          <w:tab w:val="left" w:pos="709"/>
          <w:tab w:val="left" w:pos="1134"/>
        </w:tabs>
        <w:spacing w:before="67"/>
        <w:ind w:left="0" w:right="176" w:firstLine="709"/>
        <w:rPr>
          <w:sz w:val="24"/>
          <w:szCs w:val="24"/>
        </w:rPr>
      </w:pPr>
      <w:r w:rsidRPr="00090D02">
        <w:rPr>
          <w:sz w:val="24"/>
          <w:szCs w:val="24"/>
        </w:rPr>
        <w:t>содействия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формированию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детей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позитивных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жизненных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ориентиров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и планов;</w:t>
      </w:r>
    </w:p>
    <w:p w:rsidR="00D5281A" w:rsidRPr="00090D02" w:rsidRDefault="00D5281A" w:rsidP="00090D02">
      <w:pPr>
        <w:pStyle w:val="ListParagraph"/>
        <w:numPr>
          <w:ilvl w:val="1"/>
          <w:numId w:val="9"/>
        </w:numPr>
        <w:tabs>
          <w:tab w:val="left" w:pos="567"/>
          <w:tab w:val="left" w:pos="709"/>
          <w:tab w:val="left" w:pos="1134"/>
        </w:tabs>
        <w:spacing w:before="67"/>
        <w:ind w:left="0" w:right="176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формирования выраженной в поведении нравственной позиции, 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том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числе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способности к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сознательному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выбору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добра;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Эстетического</w:t>
      </w:r>
      <w:r w:rsidRPr="00090D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8"/>
        </w:numPr>
        <w:tabs>
          <w:tab w:val="left" w:pos="1134"/>
          <w:tab w:val="left" w:pos="2097"/>
        </w:tabs>
        <w:ind w:left="0" w:right="177" w:firstLine="709"/>
        <w:rPr>
          <w:sz w:val="24"/>
          <w:szCs w:val="24"/>
        </w:rPr>
      </w:pPr>
      <w:r w:rsidRPr="00090D02">
        <w:rPr>
          <w:sz w:val="24"/>
          <w:szCs w:val="24"/>
        </w:rPr>
        <w:t>приобщение к уникальному российскому культурному наследию, 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том числе литературному, музыкальному, художественному, театральному 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кинематографическому;</w:t>
      </w:r>
    </w:p>
    <w:p w:rsidR="00D5281A" w:rsidRPr="00090D02" w:rsidRDefault="00D5281A" w:rsidP="00090D02">
      <w:pPr>
        <w:pStyle w:val="ListParagraph"/>
        <w:numPr>
          <w:ilvl w:val="1"/>
          <w:numId w:val="8"/>
        </w:numPr>
        <w:tabs>
          <w:tab w:val="left" w:pos="1134"/>
          <w:tab w:val="left" w:pos="2097"/>
        </w:tabs>
        <w:ind w:left="0" w:right="178" w:firstLine="709"/>
        <w:rPr>
          <w:sz w:val="24"/>
          <w:szCs w:val="24"/>
        </w:rPr>
      </w:pPr>
      <w:r w:rsidRPr="00090D02">
        <w:rPr>
          <w:sz w:val="24"/>
          <w:szCs w:val="24"/>
        </w:rPr>
        <w:t>создание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равных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для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всех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детей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возможностей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доступа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культурным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ценностям;</w:t>
      </w:r>
    </w:p>
    <w:p w:rsidR="00D5281A" w:rsidRPr="00090D02" w:rsidRDefault="00D5281A" w:rsidP="00090D02">
      <w:pPr>
        <w:pStyle w:val="ListParagraph"/>
        <w:numPr>
          <w:ilvl w:val="1"/>
          <w:numId w:val="8"/>
        </w:numPr>
        <w:tabs>
          <w:tab w:val="left" w:pos="1134"/>
          <w:tab w:val="left" w:pos="2097"/>
        </w:tabs>
        <w:ind w:left="0" w:right="177" w:firstLine="709"/>
        <w:rPr>
          <w:sz w:val="24"/>
          <w:szCs w:val="24"/>
        </w:rPr>
      </w:pPr>
      <w:r w:rsidRPr="00090D02">
        <w:rPr>
          <w:sz w:val="24"/>
          <w:szCs w:val="24"/>
        </w:rPr>
        <w:t>воспитание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уважения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культуре,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языкам,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традициям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обычаям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народов,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проживающих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Российской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Федерации;</w:t>
      </w:r>
    </w:p>
    <w:p w:rsidR="00D5281A" w:rsidRPr="00090D02" w:rsidRDefault="00D5281A" w:rsidP="00090D02">
      <w:pPr>
        <w:pStyle w:val="ListParagraph"/>
        <w:numPr>
          <w:ilvl w:val="1"/>
          <w:numId w:val="8"/>
        </w:numPr>
        <w:tabs>
          <w:tab w:val="left" w:pos="1134"/>
          <w:tab w:val="left" w:pos="2097"/>
          <w:tab w:val="left" w:pos="4374"/>
          <w:tab w:val="left" w:pos="5301"/>
          <w:tab w:val="left" w:pos="7743"/>
          <w:tab w:val="left" w:pos="8686"/>
        </w:tabs>
        <w:ind w:left="0" w:right="173" w:firstLine="709"/>
        <w:rPr>
          <w:sz w:val="24"/>
          <w:szCs w:val="24"/>
        </w:rPr>
      </w:pPr>
      <w:r w:rsidRPr="00090D02">
        <w:rPr>
          <w:sz w:val="24"/>
          <w:szCs w:val="24"/>
        </w:rPr>
        <w:t>приобщение</w:t>
      </w:r>
      <w:r w:rsidRPr="00090D02">
        <w:rPr>
          <w:sz w:val="24"/>
          <w:szCs w:val="24"/>
        </w:rPr>
        <w:tab/>
        <w:t>к</w:t>
      </w:r>
      <w:r w:rsidRPr="00090D02">
        <w:rPr>
          <w:sz w:val="24"/>
          <w:szCs w:val="24"/>
        </w:rPr>
        <w:tab/>
        <w:t>классическим</w:t>
      </w:r>
      <w:r w:rsidRPr="00090D02">
        <w:rPr>
          <w:sz w:val="24"/>
          <w:szCs w:val="24"/>
        </w:rPr>
        <w:tab/>
        <w:t>и</w:t>
      </w:r>
      <w:r w:rsidRPr="00090D02">
        <w:rPr>
          <w:sz w:val="24"/>
          <w:szCs w:val="24"/>
        </w:rPr>
        <w:tab/>
      </w:r>
      <w:r w:rsidRPr="00090D02">
        <w:rPr>
          <w:spacing w:val="-1"/>
          <w:sz w:val="24"/>
          <w:szCs w:val="24"/>
        </w:rPr>
        <w:t>современным</w:t>
      </w:r>
      <w:r w:rsidRPr="00090D02">
        <w:rPr>
          <w:spacing w:val="-68"/>
          <w:sz w:val="24"/>
          <w:szCs w:val="24"/>
        </w:rPr>
        <w:t xml:space="preserve"> </w:t>
      </w:r>
      <w:r w:rsidRPr="00090D02">
        <w:rPr>
          <w:sz w:val="24"/>
          <w:szCs w:val="24"/>
        </w:rPr>
        <w:t>высокохудожественным отечественным и мировым произведениям искусства 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литературы;</w:t>
      </w:r>
    </w:p>
    <w:p w:rsidR="00D5281A" w:rsidRPr="00090D02" w:rsidRDefault="00D5281A" w:rsidP="00090D02">
      <w:pPr>
        <w:pStyle w:val="ListParagraph"/>
        <w:numPr>
          <w:ilvl w:val="1"/>
          <w:numId w:val="8"/>
        </w:numPr>
        <w:tabs>
          <w:tab w:val="left" w:pos="1134"/>
          <w:tab w:val="left" w:pos="2097"/>
        </w:tabs>
        <w:ind w:left="0" w:right="178" w:firstLine="709"/>
        <w:rPr>
          <w:sz w:val="24"/>
          <w:szCs w:val="24"/>
        </w:rPr>
      </w:pPr>
      <w:r w:rsidRPr="00090D02">
        <w:rPr>
          <w:sz w:val="24"/>
          <w:szCs w:val="24"/>
        </w:rPr>
        <w:t>популяризация российских культурных, нравственных и семейных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ценностей;</w:t>
      </w:r>
    </w:p>
    <w:p w:rsidR="00D5281A" w:rsidRPr="00090D02" w:rsidRDefault="00D5281A" w:rsidP="00090D02">
      <w:pPr>
        <w:pStyle w:val="ListParagraph"/>
        <w:numPr>
          <w:ilvl w:val="1"/>
          <w:numId w:val="8"/>
        </w:numPr>
        <w:tabs>
          <w:tab w:val="left" w:pos="1134"/>
          <w:tab w:val="left" w:pos="2097"/>
        </w:tabs>
        <w:ind w:left="0" w:right="170" w:firstLine="709"/>
        <w:rPr>
          <w:sz w:val="24"/>
          <w:szCs w:val="24"/>
        </w:rPr>
      </w:pPr>
      <w:r w:rsidRPr="00090D02">
        <w:rPr>
          <w:sz w:val="24"/>
          <w:szCs w:val="24"/>
        </w:rPr>
        <w:t>сохранение,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поддержки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развитие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этнических</w:t>
      </w:r>
      <w:r w:rsidRPr="00090D02">
        <w:rPr>
          <w:spacing w:val="71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традиций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народного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творчества.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1134"/>
          <w:tab w:val="left" w:pos="1835"/>
        </w:tabs>
        <w:suppressAutoHyphens w:val="0"/>
        <w:autoSpaceDE w:val="0"/>
        <w:autoSpaceDN w:val="0"/>
        <w:spacing w:before="4" w:after="0"/>
        <w:ind w:left="0" w:right="176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Физического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воспитания,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формирования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культуры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здоровья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и</w:t>
      </w:r>
      <w:r w:rsidRPr="00090D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эмоционального</w:t>
      </w:r>
      <w:r w:rsidRPr="00090D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благополучия</w:t>
      </w:r>
      <w:r w:rsidRPr="00090D0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1134"/>
          <w:tab w:val="left" w:pos="2097"/>
        </w:tabs>
        <w:spacing w:before="2"/>
        <w:ind w:left="0" w:right="180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ответственного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отношения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своему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здоровью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потребности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здоровом образе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жизни;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1134"/>
          <w:tab w:val="left" w:pos="2236"/>
        </w:tabs>
        <w:ind w:left="0" w:firstLine="709"/>
        <w:rPr>
          <w:sz w:val="24"/>
          <w:szCs w:val="24"/>
        </w:rPr>
      </w:pPr>
      <w:r w:rsidRPr="00090D02">
        <w:rPr>
          <w:sz w:val="24"/>
          <w:szCs w:val="24"/>
        </w:rPr>
        <w:t>развитие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культуры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безопасной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жизнедеятельности.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1134"/>
          <w:tab w:val="left" w:pos="1792"/>
        </w:tabs>
        <w:suppressAutoHyphens w:val="0"/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Трудового</w:t>
      </w:r>
      <w:r w:rsidRPr="00090D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</w:t>
      </w:r>
      <w:r w:rsidRPr="00090D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7"/>
        </w:numPr>
        <w:tabs>
          <w:tab w:val="left" w:pos="1134"/>
          <w:tab w:val="left" w:pos="2097"/>
        </w:tabs>
        <w:ind w:left="0" w:right="176" w:firstLine="709"/>
        <w:rPr>
          <w:sz w:val="24"/>
          <w:szCs w:val="24"/>
        </w:rPr>
      </w:pPr>
      <w:r w:rsidRPr="00090D02">
        <w:rPr>
          <w:sz w:val="24"/>
          <w:szCs w:val="24"/>
        </w:rPr>
        <w:t>воспитания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уважения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труду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людям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труда,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трудовым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достижениям;</w:t>
      </w:r>
    </w:p>
    <w:p w:rsidR="00D5281A" w:rsidRPr="00090D02" w:rsidRDefault="00D5281A" w:rsidP="00090D02">
      <w:pPr>
        <w:pStyle w:val="ListParagraph"/>
        <w:numPr>
          <w:ilvl w:val="1"/>
          <w:numId w:val="7"/>
        </w:numPr>
        <w:tabs>
          <w:tab w:val="left" w:pos="1134"/>
          <w:tab w:val="left" w:pos="2097"/>
        </w:tabs>
        <w:ind w:left="0" w:right="169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формирования умений и навыков самообслуживания, потребности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трудиться, добросовестного, ответственного и творческого отношения к разным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видам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трудовой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включая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обучение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выполнение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домашних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обязанностей;</w:t>
      </w:r>
    </w:p>
    <w:p w:rsidR="00D5281A" w:rsidRPr="00090D02" w:rsidRDefault="00D5281A" w:rsidP="00090D02">
      <w:pPr>
        <w:pStyle w:val="ListParagraph"/>
        <w:numPr>
          <w:ilvl w:val="1"/>
          <w:numId w:val="7"/>
        </w:numPr>
        <w:tabs>
          <w:tab w:val="left" w:pos="1134"/>
          <w:tab w:val="left" w:pos="2097"/>
        </w:tabs>
        <w:ind w:left="0" w:right="175" w:firstLine="709"/>
        <w:rPr>
          <w:sz w:val="24"/>
          <w:szCs w:val="24"/>
        </w:rPr>
      </w:pPr>
      <w:r w:rsidRPr="00090D02">
        <w:rPr>
          <w:sz w:val="24"/>
          <w:szCs w:val="24"/>
        </w:rPr>
        <w:t>развития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навыков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совместной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работы,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умения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работать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самостоятельно, мобилизуя</w:t>
      </w:r>
      <w:r w:rsidRPr="00090D02">
        <w:rPr>
          <w:spacing w:val="70"/>
          <w:sz w:val="24"/>
          <w:szCs w:val="24"/>
        </w:rPr>
        <w:t xml:space="preserve"> </w:t>
      </w:r>
      <w:r w:rsidRPr="00090D02">
        <w:rPr>
          <w:sz w:val="24"/>
          <w:szCs w:val="24"/>
        </w:rPr>
        <w:t>необходимые ресурсы, правильно оценивая смысл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последствия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своих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действий;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1134"/>
          <w:tab w:val="left" w:pos="1792"/>
        </w:tabs>
        <w:suppressAutoHyphens w:val="0"/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Экологического</w:t>
      </w:r>
      <w:r w:rsidRPr="00090D0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воспитания</w:t>
      </w:r>
      <w:r w:rsidRPr="00090D02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5281A" w:rsidRPr="00090D02" w:rsidRDefault="00D5281A" w:rsidP="00090D02">
      <w:pPr>
        <w:pStyle w:val="ListParagraph"/>
        <w:numPr>
          <w:ilvl w:val="1"/>
          <w:numId w:val="6"/>
        </w:numPr>
        <w:tabs>
          <w:tab w:val="left" w:pos="1134"/>
        </w:tabs>
        <w:spacing w:before="2"/>
        <w:ind w:left="0" w:right="177" w:firstLine="709"/>
        <w:rPr>
          <w:sz w:val="24"/>
          <w:szCs w:val="24"/>
        </w:rPr>
      </w:pPr>
      <w:r w:rsidRPr="00090D02">
        <w:rPr>
          <w:sz w:val="24"/>
          <w:szCs w:val="24"/>
        </w:rPr>
        <w:t>развитие экологической культуры, бережного отношения к родной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земле,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природным богатствам России и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мира;</w:t>
      </w:r>
    </w:p>
    <w:p w:rsidR="00D5281A" w:rsidRPr="00090D02" w:rsidRDefault="00D5281A" w:rsidP="00090D02">
      <w:pPr>
        <w:pStyle w:val="ListParagraph"/>
        <w:numPr>
          <w:ilvl w:val="1"/>
          <w:numId w:val="6"/>
        </w:numPr>
        <w:tabs>
          <w:tab w:val="left" w:pos="1134"/>
          <w:tab w:val="left" w:pos="2097"/>
        </w:tabs>
        <w:ind w:left="0" w:right="170" w:firstLine="709"/>
        <w:rPr>
          <w:sz w:val="24"/>
          <w:szCs w:val="24"/>
        </w:rPr>
      </w:pPr>
      <w:r w:rsidRPr="00090D02">
        <w:rPr>
          <w:sz w:val="24"/>
          <w:szCs w:val="24"/>
        </w:rPr>
        <w:t>воспитание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чувства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ответственности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за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состояние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природных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ресурсов,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умений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навыков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разумного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природопользования,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нетерпимого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отношения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к действиям,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приносящим вред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экологии.</w:t>
      </w:r>
    </w:p>
    <w:p w:rsidR="00D5281A" w:rsidRPr="00090D02" w:rsidRDefault="00D5281A" w:rsidP="00090D02">
      <w:pPr>
        <w:pStyle w:val="Heading1"/>
        <w:keepNext w:val="0"/>
        <w:widowControl w:val="0"/>
        <w:numPr>
          <w:ilvl w:val="0"/>
          <w:numId w:val="10"/>
        </w:numPr>
        <w:tabs>
          <w:tab w:val="left" w:pos="1134"/>
          <w:tab w:val="left" w:pos="2097"/>
        </w:tabs>
        <w:suppressAutoHyphens w:val="0"/>
        <w:autoSpaceDE w:val="0"/>
        <w:autoSpaceDN w:val="0"/>
        <w:spacing w:before="3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D02">
        <w:rPr>
          <w:rFonts w:ascii="Times New Roman" w:hAnsi="Times New Roman" w:cs="Times New Roman"/>
          <w:sz w:val="24"/>
          <w:szCs w:val="24"/>
        </w:rPr>
        <w:t>Ценностей</w:t>
      </w:r>
      <w:r w:rsidRPr="00090D0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научного</w:t>
      </w:r>
      <w:r w:rsidRPr="00090D0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90D02">
        <w:rPr>
          <w:rFonts w:ascii="Times New Roman" w:hAnsi="Times New Roman" w:cs="Times New Roman"/>
          <w:sz w:val="24"/>
          <w:szCs w:val="24"/>
        </w:rPr>
        <w:t>познания:</w:t>
      </w:r>
    </w:p>
    <w:p w:rsidR="00D5281A" w:rsidRPr="00090D02" w:rsidRDefault="00D5281A" w:rsidP="00090D02">
      <w:pPr>
        <w:pStyle w:val="ListParagraph"/>
        <w:numPr>
          <w:ilvl w:val="1"/>
          <w:numId w:val="10"/>
        </w:numPr>
        <w:tabs>
          <w:tab w:val="left" w:pos="1134"/>
          <w:tab w:val="left" w:pos="1966"/>
        </w:tabs>
        <w:ind w:left="0" w:right="180" w:firstLine="709"/>
        <w:rPr>
          <w:sz w:val="24"/>
          <w:szCs w:val="24"/>
        </w:rPr>
      </w:pPr>
      <w:r w:rsidRPr="00090D02">
        <w:rPr>
          <w:sz w:val="24"/>
          <w:szCs w:val="24"/>
        </w:rPr>
        <w:t>познавательных мотивов, направленных на получение новых знаний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предмету,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необходимых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для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объяснения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наблюдаемых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процессов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явлений;</w:t>
      </w:r>
    </w:p>
    <w:p w:rsidR="00D5281A" w:rsidRPr="00722ADC" w:rsidRDefault="00D5281A" w:rsidP="00722ADC">
      <w:pPr>
        <w:pStyle w:val="ListParagraph"/>
        <w:numPr>
          <w:ilvl w:val="1"/>
          <w:numId w:val="10"/>
        </w:numPr>
        <w:tabs>
          <w:tab w:val="left" w:pos="1134"/>
          <w:tab w:val="left" w:pos="1968"/>
        </w:tabs>
        <w:ind w:left="0" w:right="173" w:firstLine="709"/>
        <w:rPr>
          <w:sz w:val="24"/>
          <w:szCs w:val="24"/>
        </w:rPr>
      </w:pPr>
      <w:r w:rsidRPr="00090D02">
        <w:t>познавательной и информационной культуры, в том числе навыков</w:t>
      </w:r>
      <w:r w:rsidRPr="00090D02">
        <w:rPr>
          <w:spacing w:val="1"/>
        </w:rPr>
        <w:t xml:space="preserve"> </w:t>
      </w:r>
      <w:r w:rsidRPr="00090D02">
        <w:t>самостоятельной</w:t>
      </w:r>
      <w:r w:rsidRPr="00090D02">
        <w:rPr>
          <w:spacing w:val="1"/>
        </w:rPr>
        <w:t xml:space="preserve"> </w:t>
      </w:r>
      <w:r w:rsidRPr="00090D02">
        <w:t>работы</w:t>
      </w:r>
      <w:r w:rsidRPr="00090D02">
        <w:rPr>
          <w:spacing w:val="1"/>
        </w:rPr>
        <w:t xml:space="preserve"> </w:t>
      </w:r>
      <w:r w:rsidRPr="00090D02">
        <w:t>с</w:t>
      </w:r>
      <w:r w:rsidRPr="00090D02">
        <w:rPr>
          <w:spacing w:val="1"/>
        </w:rPr>
        <w:t xml:space="preserve"> </w:t>
      </w:r>
      <w:r w:rsidRPr="00090D02">
        <w:t>учебными</w:t>
      </w:r>
      <w:r w:rsidRPr="00090D02">
        <w:rPr>
          <w:spacing w:val="1"/>
        </w:rPr>
        <w:t xml:space="preserve"> </w:t>
      </w:r>
      <w:r w:rsidRPr="00090D02">
        <w:t>текстами,</w:t>
      </w:r>
      <w:r w:rsidRPr="00090D02">
        <w:rPr>
          <w:spacing w:val="1"/>
        </w:rPr>
        <w:t xml:space="preserve"> </w:t>
      </w:r>
      <w:r w:rsidRPr="00090D02">
        <w:t>справочной</w:t>
      </w:r>
      <w:r w:rsidRPr="00090D02">
        <w:rPr>
          <w:spacing w:val="1"/>
        </w:rPr>
        <w:t xml:space="preserve"> </w:t>
      </w:r>
      <w:r w:rsidRPr="00090D02">
        <w:t>литературой,</w:t>
      </w:r>
      <w:r w:rsidRPr="00090D02">
        <w:rPr>
          <w:spacing w:val="-67"/>
        </w:rPr>
        <w:t xml:space="preserve"> </w:t>
      </w:r>
      <w:r w:rsidRPr="00090D02">
        <w:t>доступными</w:t>
      </w:r>
      <w:r w:rsidRPr="00090D02">
        <w:rPr>
          <w:spacing w:val="65"/>
        </w:rPr>
        <w:t xml:space="preserve"> </w:t>
      </w:r>
      <w:r w:rsidRPr="00090D02">
        <w:t>техническими</w:t>
      </w:r>
      <w:r w:rsidRPr="00090D02">
        <w:rPr>
          <w:spacing w:val="-1"/>
        </w:rPr>
        <w:t xml:space="preserve"> </w:t>
      </w:r>
      <w:r w:rsidRPr="00090D02">
        <w:t>средствами</w:t>
      </w:r>
      <w:r w:rsidRPr="00090D02">
        <w:rPr>
          <w:spacing w:val="-2"/>
        </w:rPr>
        <w:t xml:space="preserve"> </w:t>
      </w:r>
      <w:r w:rsidRPr="00090D02">
        <w:t>информационных</w:t>
      </w:r>
      <w:r w:rsidRPr="00090D02">
        <w:rPr>
          <w:spacing w:val="-1"/>
        </w:rPr>
        <w:t xml:space="preserve"> </w:t>
      </w:r>
      <w:r w:rsidRPr="00090D02">
        <w:t>технологий;</w:t>
      </w:r>
    </w:p>
    <w:p w:rsidR="00D5281A" w:rsidRPr="00090D02" w:rsidRDefault="00D5281A" w:rsidP="00722ADC">
      <w:pPr>
        <w:pStyle w:val="ListParagraph"/>
        <w:numPr>
          <w:ilvl w:val="1"/>
          <w:numId w:val="10"/>
        </w:numPr>
        <w:tabs>
          <w:tab w:val="left" w:pos="1134"/>
          <w:tab w:val="left" w:pos="1968"/>
        </w:tabs>
        <w:ind w:left="0" w:right="173" w:firstLine="709"/>
        <w:rPr>
          <w:sz w:val="24"/>
          <w:szCs w:val="24"/>
        </w:rPr>
      </w:pPr>
      <w:r w:rsidRPr="00090D02">
        <w:rPr>
          <w:sz w:val="24"/>
          <w:szCs w:val="24"/>
        </w:rPr>
        <w:t>интереса к обучению и познанию, любознательности, готовности 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способности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самообразованию,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исследовательской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осознанному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выбору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направленности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уровня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обучения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дальнейшем.</w:t>
      </w:r>
    </w:p>
    <w:p w:rsidR="00D5281A" w:rsidRPr="00090D02" w:rsidRDefault="00D5281A" w:rsidP="00090D02">
      <w:pPr>
        <w:tabs>
          <w:tab w:val="left" w:pos="1134"/>
        </w:tabs>
        <w:ind w:firstLine="709"/>
        <w:jc w:val="both"/>
        <w:rPr>
          <w:b/>
        </w:rPr>
      </w:pPr>
      <w:r w:rsidRPr="00090D02">
        <w:rPr>
          <w:b/>
          <w:u w:val="thick"/>
        </w:rPr>
        <w:t>Метапредметные</w:t>
      </w:r>
      <w:r w:rsidRPr="00090D02">
        <w:rPr>
          <w:b/>
          <w:spacing w:val="-4"/>
          <w:u w:val="thick"/>
        </w:rPr>
        <w:t xml:space="preserve"> </w:t>
      </w:r>
      <w:r w:rsidRPr="00090D02">
        <w:rPr>
          <w:b/>
          <w:u w:val="thick"/>
        </w:rPr>
        <w:t>результаты: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460"/>
        </w:tabs>
        <w:ind w:left="0" w:right="179" w:firstLine="709"/>
        <w:rPr>
          <w:sz w:val="24"/>
          <w:szCs w:val="24"/>
        </w:rPr>
      </w:pPr>
      <w:r w:rsidRPr="00090D02">
        <w:rPr>
          <w:sz w:val="24"/>
          <w:szCs w:val="24"/>
        </w:rPr>
        <w:t>овладение способностью принимать и сохранять цели и задачи учебной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деятельности,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поиска средств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её осуществления;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339"/>
        </w:tabs>
        <w:ind w:left="0" w:firstLine="709"/>
        <w:rPr>
          <w:sz w:val="24"/>
          <w:szCs w:val="24"/>
        </w:rPr>
      </w:pPr>
      <w:r w:rsidRPr="00090D02">
        <w:rPr>
          <w:sz w:val="24"/>
          <w:szCs w:val="24"/>
        </w:rPr>
        <w:t>освоение</w:t>
      </w:r>
      <w:r w:rsidRPr="00090D02">
        <w:rPr>
          <w:spacing w:val="-9"/>
          <w:sz w:val="24"/>
          <w:szCs w:val="24"/>
        </w:rPr>
        <w:t xml:space="preserve"> </w:t>
      </w:r>
      <w:r w:rsidRPr="00090D02">
        <w:rPr>
          <w:sz w:val="24"/>
          <w:szCs w:val="24"/>
        </w:rPr>
        <w:t>способов</w:t>
      </w:r>
      <w:r w:rsidRPr="00090D02">
        <w:rPr>
          <w:spacing w:val="-11"/>
          <w:sz w:val="24"/>
          <w:szCs w:val="24"/>
        </w:rPr>
        <w:t xml:space="preserve"> </w:t>
      </w:r>
      <w:r w:rsidRPr="00090D02">
        <w:rPr>
          <w:sz w:val="24"/>
          <w:szCs w:val="24"/>
        </w:rPr>
        <w:t>решения</w:t>
      </w:r>
      <w:r w:rsidRPr="00090D02">
        <w:rPr>
          <w:spacing w:val="-1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проблем</w:t>
      </w:r>
      <w:r w:rsidRPr="00090D02">
        <w:rPr>
          <w:spacing w:val="-12"/>
          <w:sz w:val="24"/>
          <w:szCs w:val="24"/>
        </w:rPr>
        <w:t xml:space="preserve"> </w:t>
      </w:r>
      <w:r w:rsidRPr="00090D02">
        <w:rPr>
          <w:sz w:val="24"/>
          <w:szCs w:val="24"/>
        </w:rPr>
        <w:t>творческого</w:t>
      </w:r>
      <w:r w:rsidRPr="00090D02">
        <w:rPr>
          <w:spacing w:val="-1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9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поискового</w:t>
      </w:r>
      <w:r w:rsidRPr="00090D02">
        <w:rPr>
          <w:spacing w:val="-8"/>
          <w:sz w:val="24"/>
          <w:szCs w:val="24"/>
        </w:rPr>
        <w:t xml:space="preserve"> </w:t>
      </w:r>
      <w:r w:rsidRPr="00090D02">
        <w:rPr>
          <w:sz w:val="24"/>
          <w:szCs w:val="24"/>
        </w:rPr>
        <w:t>характера;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357"/>
        </w:tabs>
        <w:ind w:left="0" w:right="178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формирование умения планировать, контролировать и оценивать учебные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действия в соответствии с поставленной задачей и условиями её реализации;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определять</w:t>
      </w:r>
      <w:r w:rsidRPr="00090D02">
        <w:rPr>
          <w:spacing w:val="-5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наиболее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эффективные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способы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достижения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результата;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487"/>
        </w:tabs>
        <w:ind w:left="0" w:right="179" w:firstLine="709"/>
        <w:rPr>
          <w:sz w:val="24"/>
          <w:szCs w:val="24"/>
        </w:rPr>
      </w:pPr>
      <w:r w:rsidRPr="00090D02">
        <w:rPr>
          <w:sz w:val="24"/>
          <w:szCs w:val="24"/>
        </w:rPr>
        <w:t>формирование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умения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понимать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причины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успеха/неуспеха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учебной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 и способности конструктивно действовать даже в ситуациях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неуспеха;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717"/>
        </w:tabs>
        <w:ind w:left="0" w:right="174" w:firstLine="709"/>
        <w:rPr>
          <w:sz w:val="24"/>
          <w:szCs w:val="24"/>
        </w:rPr>
      </w:pPr>
      <w:r w:rsidRPr="00090D02">
        <w:rPr>
          <w:sz w:val="24"/>
          <w:szCs w:val="24"/>
        </w:rPr>
        <w:t>использование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знаково-символических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средств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представления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информации для создания моделей изучаемых объектов и процессов, схем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решения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учебных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и практических задач;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712"/>
        </w:tabs>
        <w:ind w:left="0" w:right="171" w:firstLine="709"/>
        <w:rPr>
          <w:sz w:val="24"/>
          <w:szCs w:val="24"/>
        </w:rPr>
      </w:pPr>
      <w:r w:rsidRPr="00090D02">
        <w:rPr>
          <w:sz w:val="24"/>
          <w:szCs w:val="24"/>
        </w:rPr>
        <w:t>активное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использование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речевых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средств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информации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коммуникационных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технологий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(далее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—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ИКТ)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для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решения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коммуникативных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познавательных задач;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384"/>
        </w:tabs>
        <w:ind w:left="0" w:right="171" w:firstLine="709"/>
        <w:rPr>
          <w:sz w:val="24"/>
          <w:szCs w:val="24"/>
        </w:rPr>
      </w:pPr>
      <w:r w:rsidRPr="00090D02">
        <w:rPr>
          <w:sz w:val="24"/>
          <w:szCs w:val="24"/>
        </w:rPr>
        <w:t>использование различных способов поиска (в справочных источниках 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открытом учебном информационном пространстве сети Интернет), сбора,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обработки, анализа, организации, передачи и интерпретации информации 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соответствии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коммуникативными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познавательными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задачами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технологиями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учебного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предмета;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том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числеумение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вводить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текст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помощью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клавиатуры,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фиксировать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(записывать)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цифровой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форме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измеряемые величины и анализировать изображения, звуки, готовить своё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выступление и выступать с аудио-, видео- и графическим сопровождением;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соблюдать</w:t>
      </w:r>
      <w:r w:rsidRPr="00090D02">
        <w:rPr>
          <w:spacing w:val="-5"/>
          <w:sz w:val="24"/>
          <w:szCs w:val="24"/>
        </w:rPr>
        <w:t xml:space="preserve"> </w:t>
      </w:r>
      <w:r w:rsidRPr="00090D02">
        <w:rPr>
          <w:sz w:val="24"/>
          <w:szCs w:val="24"/>
        </w:rPr>
        <w:t>нормы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информационной</w:t>
      </w:r>
      <w:r w:rsidRPr="00090D02">
        <w:rPr>
          <w:spacing w:val="-6"/>
          <w:sz w:val="24"/>
          <w:szCs w:val="24"/>
        </w:rPr>
        <w:t xml:space="preserve"> </w:t>
      </w:r>
      <w:r w:rsidRPr="00090D02">
        <w:rPr>
          <w:sz w:val="24"/>
          <w:szCs w:val="24"/>
        </w:rPr>
        <w:t>избирательности,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этики</w:t>
      </w:r>
      <w:r w:rsidRPr="00090D02">
        <w:rPr>
          <w:spacing w:val="-5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этикета;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427"/>
        </w:tabs>
        <w:ind w:left="0" w:right="178" w:firstLine="709"/>
        <w:rPr>
          <w:sz w:val="24"/>
          <w:szCs w:val="24"/>
        </w:rPr>
      </w:pPr>
      <w:r w:rsidRPr="00090D02">
        <w:rPr>
          <w:sz w:val="24"/>
          <w:szCs w:val="24"/>
        </w:rPr>
        <w:t>овладение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навыками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смыслового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чтения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текстов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различных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стилей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жанров</w:t>
      </w:r>
      <w:r w:rsidRPr="00090D02">
        <w:rPr>
          <w:spacing w:val="-3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соответствии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с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целями 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задачами;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535"/>
        </w:tabs>
        <w:ind w:left="0" w:right="173" w:firstLine="709"/>
        <w:rPr>
          <w:sz w:val="24"/>
          <w:szCs w:val="24"/>
        </w:rPr>
      </w:pPr>
      <w:r w:rsidRPr="00090D02">
        <w:rPr>
          <w:sz w:val="24"/>
          <w:szCs w:val="24"/>
        </w:rPr>
        <w:t>овладение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логическими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действиями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сравнения,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анализа,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синтеза,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обобщения,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классификации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родовидовым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признакам,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установления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аналогий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причинно-следственных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связей,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построения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рассуждений,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отнесения к известным понятиям;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508"/>
        </w:tabs>
        <w:ind w:left="0" w:right="173" w:firstLine="709"/>
        <w:rPr>
          <w:sz w:val="24"/>
          <w:szCs w:val="24"/>
        </w:rPr>
      </w:pPr>
      <w:r w:rsidRPr="00090D02">
        <w:rPr>
          <w:sz w:val="24"/>
          <w:szCs w:val="24"/>
        </w:rPr>
        <w:t>готовность слушать собеседника и вести диалог; готовность признавать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возможность существования различных точек зрения и права каждого иметь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свою; излагать своё мнение и аргументировать свою точку зрения и оценку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событий;</w:t>
      </w:r>
    </w:p>
    <w:p w:rsidR="00D5281A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487"/>
          <w:tab w:val="left" w:pos="3833"/>
        </w:tabs>
        <w:ind w:left="0" w:right="174" w:firstLine="709"/>
        <w:rPr>
          <w:sz w:val="24"/>
          <w:szCs w:val="24"/>
        </w:rPr>
      </w:pPr>
      <w:r w:rsidRPr="00090D02">
        <w:rPr>
          <w:sz w:val="24"/>
          <w:szCs w:val="24"/>
        </w:rPr>
        <w:t>определение общей цели и путей её достижения; умение договариваться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</w:t>
      </w:r>
      <w:r w:rsidRPr="00090D02">
        <w:rPr>
          <w:spacing w:val="5"/>
          <w:sz w:val="24"/>
          <w:szCs w:val="24"/>
        </w:rPr>
        <w:t xml:space="preserve"> </w:t>
      </w:r>
      <w:r w:rsidRPr="00090D02">
        <w:rPr>
          <w:sz w:val="24"/>
          <w:szCs w:val="24"/>
        </w:rPr>
        <w:t>распределении</w:t>
      </w:r>
      <w:r w:rsidRPr="00090D02">
        <w:rPr>
          <w:spacing w:val="6"/>
          <w:sz w:val="24"/>
          <w:szCs w:val="24"/>
        </w:rPr>
        <w:t xml:space="preserve"> </w:t>
      </w:r>
      <w:r w:rsidRPr="00090D02">
        <w:rPr>
          <w:sz w:val="24"/>
          <w:szCs w:val="24"/>
        </w:rPr>
        <w:t>функций</w:t>
      </w:r>
      <w:r w:rsidRPr="00090D02">
        <w:rPr>
          <w:spacing w:val="5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6"/>
          <w:sz w:val="24"/>
          <w:szCs w:val="24"/>
        </w:rPr>
        <w:t xml:space="preserve"> </w:t>
      </w:r>
      <w:r w:rsidRPr="00090D02">
        <w:rPr>
          <w:sz w:val="24"/>
          <w:szCs w:val="24"/>
        </w:rPr>
        <w:t>ролей</w:t>
      </w:r>
      <w:r w:rsidRPr="00090D02">
        <w:rPr>
          <w:spacing w:val="6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4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совместной</w:t>
      </w:r>
      <w:r w:rsidRPr="00090D02">
        <w:rPr>
          <w:spacing w:val="3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деятельности;</w:t>
      </w:r>
      <w:r w:rsidRPr="00090D02">
        <w:rPr>
          <w:spacing w:val="4"/>
          <w:sz w:val="24"/>
          <w:szCs w:val="24"/>
        </w:rPr>
        <w:t xml:space="preserve"> </w:t>
      </w:r>
      <w:r w:rsidRPr="00090D02">
        <w:rPr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 w:rsidRPr="00090D02">
        <w:rPr>
          <w:sz w:val="24"/>
          <w:szCs w:val="24"/>
        </w:rPr>
        <w:t>взаимный</w:t>
      </w:r>
      <w:r w:rsidRPr="00090D02">
        <w:rPr>
          <w:spacing w:val="107"/>
          <w:sz w:val="24"/>
          <w:szCs w:val="24"/>
        </w:rPr>
        <w:t xml:space="preserve"> </w:t>
      </w:r>
      <w:r w:rsidRPr="00090D02">
        <w:rPr>
          <w:sz w:val="24"/>
          <w:szCs w:val="24"/>
        </w:rPr>
        <w:t>контроль в</w:t>
      </w:r>
      <w:r w:rsidRPr="00090D02">
        <w:rPr>
          <w:spacing w:val="47"/>
          <w:sz w:val="24"/>
          <w:szCs w:val="24"/>
        </w:rPr>
        <w:t xml:space="preserve"> </w:t>
      </w:r>
      <w:r w:rsidRPr="00090D02">
        <w:rPr>
          <w:sz w:val="24"/>
          <w:szCs w:val="24"/>
        </w:rPr>
        <w:t>совместной</w:t>
      </w:r>
      <w:r w:rsidRPr="00090D02">
        <w:rPr>
          <w:spacing w:val="114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деятельности,</w:t>
      </w:r>
      <w:r w:rsidRPr="00090D02">
        <w:rPr>
          <w:spacing w:val="116"/>
          <w:sz w:val="24"/>
          <w:szCs w:val="24"/>
        </w:rPr>
        <w:t xml:space="preserve"> </w:t>
      </w:r>
      <w:r w:rsidRPr="00090D02">
        <w:rPr>
          <w:sz w:val="24"/>
          <w:szCs w:val="24"/>
        </w:rPr>
        <w:t>адекватно</w:t>
      </w:r>
      <w:r w:rsidRPr="00090D02">
        <w:rPr>
          <w:spacing w:val="115"/>
          <w:sz w:val="24"/>
          <w:szCs w:val="24"/>
        </w:rPr>
        <w:t xml:space="preserve"> </w:t>
      </w:r>
      <w:r w:rsidRPr="00090D02">
        <w:rPr>
          <w:sz w:val="24"/>
          <w:szCs w:val="24"/>
        </w:rPr>
        <w:t>оценивать собственное</w:t>
      </w:r>
      <w:r w:rsidRPr="00090D02">
        <w:rPr>
          <w:spacing w:val="-8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поведение</w:t>
      </w:r>
      <w:r w:rsidRPr="00090D02">
        <w:rPr>
          <w:spacing w:val="-8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5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поведение</w:t>
      </w:r>
      <w:r w:rsidRPr="00090D02">
        <w:rPr>
          <w:spacing w:val="-8"/>
          <w:sz w:val="24"/>
          <w:szCs w:val="24"/>
        </w:rPr>
        <w:t xml:space="preserve"> </w:t>
      </w:r>
      <w:r w:rsidRPr="00090D02">
        <w:rPr>
          <w:sz w:val="24"/>
          <w:szCs w:val="24"/>
        </w:rPr>
        <w:t>окружающих;</w:t>
      </w:r>
    </w:p>
    <w:p w:rsidR="00D5281A" w:rsidRPr="00090D02" w:rsidRDefault="00D5281A" w:rsidP="00090D02">
      <w:pPr>
        <w:pStyle w:val="ListParagraph"/>
        <w:numPr>
          <w:ilvl w:val="0"/>
          <w:numId w:val="5"/>
        </w:numPr>
        <w:tabs>
          <w:tab w:val="left" w:pos="1134"/>
          <w:tab w:val="left" w:pos="1487"/>
          <w:tab w:val="left" w:pos="3833"/>
        </w:tabs>
        <w:ind w:left="0" w:right="174" w:firstLine="709"/>
        <w:rPr>
          <w:sz w:val="24"/>
          <w:szCs w:val="24"/>
        </w:rPr>
      </w:pPr>
      <w:r w:rsidRPr="00090D02">
        <w:rPr>
          <w:sz w:val="24"/>
          <w:szCs w:val="24"/>
        </w:rPr>
        <w:t>овладение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базовыми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предметными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межпредметными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понятиями,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отражающими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существенные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связи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отношения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между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объектами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процессами.</w:t>
      </w:r>
    </w:p>
    <w:p w:rsidR="00D5281A" w:rsidRPr="00090D02" w:rsidRDefault="00D5281A" w:rsidP="00090D02">
      <w:pPr>
        <w:pStyle w:val="Heading1"/>
        <w:tabs>
          <w:tab w:val="left" w:pos="-142"/>
          <w:tab w:val="left" w:pos="1134"/>
        </w:tabs>
        <w:spacing w:before="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D02">
        <w:rPr>
          <w:rFonts w:ascii="Times New Roman" w:hAnsi="Times New Roman" w:cs="Times New Roman"/>
          <w:spacing w:val="-5"/>
          <w:sz w:val="24"/>
          <w:szCs w:val="24"/>
        </w:rPr>
        <w:t>Предметные результаты</w:t>
      </w:r>
    </w:p>
    <w:p w:rsidR="00D5281A" w:rsidRPr="00090D02" w:rsidRDefault="00D5281A" w:rsidP="00090D02">
      <w:pPr>
        <w:pStyle w:val="ListParagraph"/>
        <w:numPr>
          <w:ilvl w:val="0"/>
          <w:numId w:val="4"/>
        </w:numPr>
        <w:tabs>
          <w:tab w:val="left" w:pos="-142"/>
          <w:tab w:val="left" w:pos="1134"/>
          <w:tab w:val="left" w:pos="1736"/>
        </w:tabs>
        <w:ind w:left="0" w:right="171" w:firstLine="709"/>
        <w:rPr>
          <w:sz w:val="24"/>
          <w:szCs w:val="24"/>
        </w:rPr>
      </w:pPr>
      <w:r w:rsidRPr="00090D02">
        <w:rPr>
          <w:sz w:val="24"/>
          <w:szCs w:val="24"/>
        </w:rPr>
        <w:t>сформированность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первоначальных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представлений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роли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изобразительного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искусства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жизни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человека,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его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роли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духовно-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нравственном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развитии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человека;</w:t>
      </w:r>
    </w:p>
    <w:p w:rsidR="00D5281A" w:rsidRPr="00090D02" w:rsidRDefault="00D5281A" w:rsidP="00090D02">
      <w:pPr>
        <w:pStyle w:val="ListParagraph"/>
        <w:numPr>
          <w:ilvl w:val="0"/>
          <w:numId w:val="4"/>
        </w:numPr>
        <w:tabs>
          <w:tab w:val="left" w:pos="-142"/>
          <w:tab w:val="left" w:pos="1134"/>
          <w:tab w:val="left" w:pos="1451"/>
        </w:tabs>
        <w:ind w:left="0" w:right="177" w:firstLine="709"/>
        <w:rPr>
          <w:sz w:val="24"/>
          <w:szCs w:val="24"/>
        </w:rPr>
      </w:pPr>
      <w:r w:rsidRPr="00090D02">
        <w:rPr>
          <w:sz w:val="24"/>
          <w:szCs w:val="24"/>
        </w:rPr>
        <w:t>сформированность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основ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художественной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культуры,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том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числе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материале</w:t>
      </w:r>
      <w:r w:rsidRPr="00090D02">
        <w:rPr>
          <w:spacing w:val="-14"/>
          <w:sz w:val="24"/>
          <w:szCs w:val="24"/>
        </w:rPr>
        <w:t xml:space="preserve"> </w:t>
      </w:r>
      <w:r w:rsidRPr="00090D02">
        <w:rPr>
          <w:sz w:val="24"/>
          <w:szCs w:val="24"/>
        </w:rPr>
        <w:t>художественной</w:t>
      </w:r>
      <w:r w:rsidRPr="00090D02">
        <w:rPr>
          <w:spacing w:val="-11"/>
          <w:sz w:val="24"/>
          <w:szCs w:val="24"/>
        </w:rPr>
        <w:t xml:space="preserve"> </w:t>
      </w:r>
      <w:r w:rsidRPr="00090D02">
        <w:rPr>
          <w:sz w:val="24"/>
          <w:szCs w:val="24"/>
        </w:rPr>
        <w:t>культуры</w:t>
      </w:r>
      <w:r w:rsidRPr="00090D02">
        <w:rPr>
          <w:spacing w:val="-12"/>
          <w:sz w:val="24"/>
          <w:szCs w:val="24"/>
        </w:rPr>
        <w:t xml:space="preserve"> </w:t>
      </w:r>
      <w:r w:rsidRPr="00090D02">
        <w:rPr>
          <w:sz w:val="24"/>
          <w:szCs w:val="24"/>
        </w:rPr>
        <w:t>родного</w:t>
      </w:r>
      <w:r w:rsidRPr="00090D02">
        <w:rPr>
          <w:spacing w:val="-11"/>
          <w:sz w:val="24"/>
          <w:szCs w:val="24"/>
        </w:rPr>
        <w:t xml:space="preserve"> </w:t>
      </w:r>
      <w:r w:rsidRPr="00090D02">
        <w:rPr>
          <w:sz w:val="24"/>
          <w:szCs w:val="24"/>
        </w:rPr>
        <w:t>края,</w:t>
      </w:r>
      <w:r w:rsidRPr="00090D02">
        <w:rPr>
          <w:spacing w:val="-11"/>
          <w:sz w:val="24"/>
          <w:szCs w:val="24"/>
        </w:rPr>
        <w:t xml:space="preserve"> </w:t>
      </w:r>
      <w:r w:rsidRPr="00090D02">
        <w:rPr>
          <w:sz w:val="24"/>
          <w:szCs w:val="24"/>
        </w:rPr>
        <w:t>эстетического</w:t>
      </w:r>
      <w:r w:rsidRPr="00090D02">
        <w:rPr>
          <w:spacing w:val="-12"/>
          <w:sz w:val="24"/>
          <w:szCs w:val="24"/>
        </w:rPr>
        <w:t xml:space="preserve"> </w:t>
      </w:r>
      <w:r w:rsidRPr="00090D02">
        <w:rPr>
          <w:sz w:val="24"/>
          <w:szCs w:val="24"/>
        </w:rPr>
        <w:t>отношения</w:t>
      </w:r>
      <w:r w:rsidRPr="00090D02">
        <w:rPr>
          <w:spacing w:val="-67"/>
          <w:sz w:val="24"/>
          <w:szCs w:val="24"/>
        </w:rPr>
        <w:t xml:space="preserve"> </w:t>
      </w:r>
      <w:r w:rsidRPr="00090D02">
        <w:rPr>
          <w:sz w:val="24"/>
          <w:szCs w:val="24"/>
        </w:rPr>
        <w:t>к миру; понимание красоты как ценности; потребности в художественном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творчестве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и в</w:t>
      </w:r>
      <w:r w:rsidRPr="00090D02">
        <w:rPr>
          <w:spacing w:val="-2"/>
          <w:sz w:val="24"/>
          <w:szCs w:val="24"/>
        </w:rPr>
        <w:t xml:space="preserve"> </w:t>
      </w:r>
      <w:r w:rsidRPr="00090D02">
        <w:rPr>
          <w:sz w:val="24"/>
          <w:szCs w:val="24"/>
        </w:rPr>
        <w:t>общении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с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искусством;</w:t>
      </w:r>
    </w:p>
    <w:p w:rsidR="00D5281A" w:rsidRPr="00090D02" w:rsidRDefault="00D5281A" w:rsidP="00090D02">
      <w:pPr>
        <w:pStyle w:val="ListParagraph"/>
        <w:numPr>
          <w:ilvl w:val="0"/>
          <w:numId w:val="4"/>
        </w:numPr>
        <w:tabs>
          <w:tab w:val="left" w:pos="-142"/>
          <w:tab w:val="left" w:pos="1134"/>
          <w:tab w:val="left" w:pos="1357"/>
        </w:tabs>
        <w:ind w:left="0" w:right="180" w:firstLine="709"/>
        <w:rPr>
          <w:sz w:val="24"/>
          <w:szCs w:val="24"/>
        </w:rPr>
      </w:pPr>
      <w:r w:rsidRPr="00090D02">
        <w:rPr>
          <w:sz w:val="24"/>
          <w:szCs w:val="24"/>
        </w:rPr>
        <w:t>овладение практическими умениями и навыками в восприятии, анализе 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оценке</w:t>
      </w:r>
      <w:r w:rsidRPr="00090D02">
        <w:rPr>
          <w:spacing w:val="-4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произведений искусства;</w:t>
      </w:r>
    </w:p>
    <w:p w:rsidR="00D5281A" w:rsidRPr="00090D02" w:rsidRDefault="00D5281A" w:rsidP="00090D02">
      <w:pPr>
        <w:pStyle w:val="ListParagraph"/>
        <w:numPr>
          <w:ilvl w:val="0"/>
          <w:numId w:val="4"/>
        </w:numPr>
        <w:tabs>
          <w:tab w:val="left" w:pos="-142"/>
          <w:tab w:val="left" w:pos="1134"/>
          <w:tab w:val="left" w:pos="1475"/>
        </w:tabs>
        <w:ind w:left="0" w:right="170" w:firstLine="709"/>
        <w:rPr>
          <w:sz w:val="24"/>
          <w:szCs w:val="24"/>
        </w:rPr>
      </w:pPr>
      <w:r w:rsidRPr="00090D02">
        <w:rPr>
          <w:sz w:val="24"/>
          <w:szCs w:val="24"/>
        </w:rPr>
        <w:t>овладение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элементарными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практическими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умениями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навыками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различных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видах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художественной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(рисунке,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живописи,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скульптуре,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декоративно-прикладной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художественном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конструировании),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а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также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в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специфических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формах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художественной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деятельности, базирующихся на ИКТ (цифровая фотография, видеозапись,</w:t>
      </w:r>
      <w:r w:rsidRPr="00090D02">
        <w:rPr>
          <w:spacing w:val="1"/>
          <w:sz w:val="24"/>
          <w:szCs w:val="24"/>
        </w:rPr>
        <w:t xml:space="preserve"> </w:t>
      </w:r>
      <w:r w:rsidRPr="00090D02">
        <w:rPr>
          <w:sz w:val="24"/>
          <w:szCs w:val="24"/>
        </w:rPr>
        <w:t>элементы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мультипликации и</w:t>
      </w:r>
      <w:r w:rsidRPr="00090D02">
        <w:rPr>
          <w:spacing w:val="-1"/>
          <w:sz w:val="24"/>
          <w:szCs w:val="24"/>
        </w:rPr>
        <w:t xml:space="preserve"> </w:t>
      </w:r>
      <w:r w:rsidRPr="00090D02">
        <w:rPr>
          <w:sz w:val="24"/>
          <w:szCs w:val="24"/>
        </w:rPr>
        <w:t>пр.).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090D02">
        <w:rPr>
          <w:rStyle w:val="Zag11"/>
          <w:rFonts w:eastAsia="@Arial Unicode MS"/>
        </w:rPr>
        <w:t>В результате изучения изобразительного искусства на уровне начального общего образования у обучающихся: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искусства;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начнут развиваться образное мышление, наблюдательность и воображение, учебно-творческие способности, эстетические чувства, формироваться основы анализа произведения искусства; будут проявляться эмоционально-ценностное отношение к миру, явлениям действительности и художественный вкус;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сформируются основы духовно-нравственных ценностей личности – 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обществу, государству, Отечеству, миру в целом; устойчивое представление о добре и зле, должном и недопустимом, которые станут базой самостоятельных поступков и действий на основе морального выбора, понимания и поддержания нравственных устоев, нашедших отражение и оценку в искусстве, любви, взаимопомощи, уважении к родителям, заботе о младших и старших, ответственности за другого человека;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появится готовность и способность к реализации своего творческого потенциала в духовной и художественно-продуктивной деятельности, разовьется трудолюбие, оптимизм, способность к преодолению трудностей, открытость миру, диалогичность;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spacing w:val="-4"/>
        </w:rPr>
        <w:t xml:space="preserve">- </w:t>
      </w:r>
      <w:r w:rsidRPr="00090D02">
        <w:rPr>
          <w:rStyle w:val="Zag11"/>
          <w:rFonts w:eastAsia="@Arial Unicode MS"/>
          <w:spacing w:val="-4"/>
        </w:rPr>
        <w:t>установится осознанное уважение и принятие традиций, самобытных культурных ценностей,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разовьется принятие культуры и духовных традиций многонационального народа Российской Федерации, зародится целостный, социально ориентированный взгляд на мир в его органическом единстве и разнообразии природы, народов, культур и религий</w:t>
      </w:r>
      <w:r w:rsidRPr="00090D02">
        <w:rPr>
          <w:rStyle w:val="Zag11"/>
          <w:rFonts w:eastAsia="@Arial Unicode MS"/>
        </w:rPr>
        <w:t>;</w:t>
      </w:r>
    </w:p>
    <w:p w:rsidR="00D5281A" w:rsidRPr="00090D02" w:rsidRDefault="00D5281A" w:rsidP="00090D02">
      <w:pPr>
        <w:tabs>
          <w:tab w:val="left" w:pos="-142"/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будут заложены основы российской гражданской идентичности, чувства сопричастности и гордости за свою Родину, российский народ и историю России, появится осознание своей этнической и национальной принадлежности, ответственности за общее благополучие.</w:t>
      </w:r>
    </w:p>
    <w:p w:rsidR="00D5281A" w:rsidRPr="00090D02" w:rsidRDefault="00D5281A" w:rsidP="00090D02">
      <w:pPr>
        <w:tabs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 w:rsidRPr="00090D02">
        <w:rPr>
          <w:rStyle w:val="Zag11"/>
          <w:rFonts w:eastAsia="@Arial Unicode MS"/>
        </w:rPr>
        <w:t>Обучающиеся:</w:t>
      </w:r>
    </w:p>
    <w:p w:rsidR="00D5281A" w:rsidRPr="00090D02" w:rsidRDefault="00D5281A" w:rsidP="00090D02">
      <w:pPr>
        <w:tabs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овладеют практическими умениями и навыками в восприятии произведений пластических искусств и в различных видах художественной деятельности: графике (рисунке), живописи, скульптуре, архитектуре, художественном конструировании, декоративно-прикладном искусстве;</w:t>
      </w:r>
    </w:p>
    <w:p w:rsidR="00D5281A" w:rsidRPr="00090D02" w:rsidRDefault="00D5281A" w:rsidP="00090D02">
      <w:pPr>
        <w:tabs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деятельности;</w:t>
      </w:r>
    </w:p>
    <w:p w:rsidR="00D5281A" w:rsidRPr="00090D02" w:rsidRDefault="00D5281A" w:rsidP="00090D02">
      <w:pPr>
        <w:widowControl w:val="0"/>
        <w:tabs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научатся применять художественные умения, знания и представления о пластических искусствах для выполнения учебных и художественно-практических задач, познакомятся с возможностями использования в творчестве различных ИКТ-средств;</w:t>
      </w:r>
    </w:p>
    <w:p w:rsidR="00D5281A" w:rsidRPr="00090D02" w:rsidRDefault="00D5281A" w:rsidP="00090D02">
      <w:pPr>
        <w:widowControl w:val="0"/>
        <w:tabs>
          <w:tab w:val="left" w:pos="142"/>
          <w:tab w:val="left" w:leader="dot" w:pos="624"/>
          <w:tab w:val="left" w:pos="709"/>
          <w:tab w:val="left" w:pos="1134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</w:rPr>
        <w:t xml:space="preserve">- </w:t>
      </w:r>
      <w:r w:rsidRPr="00090D02">
        <w:rPr>
          <w:rStyle w:val="Zag11"/>
          <w:rFonts w:eastAsia="@Arial Unicode MS"/>
        </w:rPr>
        <w:t>получат навыки сотрудничества со взрослыми и сверстниками, научатся вести диалог, участвовать в обсуждении значимых для человека явлений жизни и искусства, будут способны вставать на позицию другого человека;</w:t>
      </w:r>
    </w:p>
    <w:p w:rsidR="00D5281A" w:rsidRPr="00090D02" w:rsidRDefault="00D5281A" w:rsidP="00090D02">
      <w:pPr>
        <w:pStyle w:val="Zag3"/>
        <w:tabs>
          <w:tab w:val="left" w:pos="142"/>
          <w:tab w:val="left" w:leader="dot" w:pos="624"/>
          <w:tab w:val="left" w:pos="709"/>
          <w:tab w:val="left" w:pos="1134"/>
        </w:tabs>
        <w:spacing w:after="0" w:line="240" w:lineRule="auto"/>
        <w:ind w:firstLine="709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>
        <w:rPr>
          <w:rStyle w:val="Zag11"/>
          <w:rFonts w:eastAsia="@Arial Unicode MS"/>
          <w:i w:val="0"/>
          <w:iCs w:val="0"/>
          <w:color w:val="auto"/>
          <w:lang w:val="ru-RU"/>
        </w:rPr>
        <w:t xml:space="preserve">- </w:t>
      </w:r>
      <w:r w:rsidRPr="00090D02">
        <w:rPr>
          <w:rStyle w:val="Zag11"/>
          <w:rFonts w:eastAsia="@Arial Unicode MS"/>
          <w:i w:val="0"/>
          <w:iCs w:val="0"/>
          <w:color w:val="auto"/>
          <w:lang w:val="ru-RU"/>
        </w:rPr>
        <w:t>смогут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D5281A" w:rsidRPr="00090D02" w:rsidRDefault="00D5281A" w:rsidP="00090D02">
      <w:pPr>
        <w:pStyle w:val="4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90D0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 w:rsidR="00D5281A" w:rsidRPr="00090D02" w:rsidRDefault="00D5281A" w:rsidP="00090D02">
      <w:pPr>
        <w:pStyle w:val="a0"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2"/>
          <w:sz w:val="24"/>
        </w:rPr>
        <w:t xml:space="preserve">различать основные виды художественной деятельности </w:t>
      </w:r>
      <w:r w:rsidRPr="00090D02">
        <w:rPr>
          <w:sz w:val="24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2"/>
          <w:sz w:val="24"/>
        </w:rPr>
        <w:t>различать основные виды и жанры пластических ис</w:t>
      </w:r>
      <w:r w:rsidRPr="00090D02">
        <w:rPr>
          <w:sz w:val="24"/>
        </w:rPr>
        <w:t>кусств, понимать их специфику;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pacing w:val="-2"/>
          <w:sz w:val="24"/>
        </w:rPr>
      </w:pPr>
      <w:r w:rsidRPr="00090D02">
        <w:rPr>
          <w:spacing w:val="-2"/>
          <w:sz w:val="24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090D02">
        <w:rPr>
          <w:sz w:val="24"/>
        </w:rPr>
        <w:t> </w:t>
      </w:r>
      <w:r w:rsidRPr="00090D02">
        <w:rPr>
          <w:sz w:val="24"/>
        </w:rPr>
        <w:t>т.</w:t>
      </w:r>
      <w:r w:rsidRPr="00090D02">
        <w:rPr>
          <w:sz w:val="24"/>
        </w:rPr>
        <w:t> </w:t>
      </w:r>
      <w:r w:rsidRPr="00090D02">
        <w:rPr>
          <w:sz w:val="24"/>
        </w:rPr>
        <w:t>д.) окружающего мира и жизненных явлений;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-2"/>
          <w:sz w:val="24"/>
        </w:rPr>
        <w:t>приводить примеры ведущих художественных музеев Рос</w:t>
      </w:r>
      <w:r w:rsidRPr="00090D02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D5281A" w:rsidRPr="00090D02" w:rsidRDefault="00D5281A" w:rsidP="00090D02">
      <w:pPr>
        <w:pStyle w:val="a1"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i/>
          <w:sz w:val="24"/>
        </w:rPr>
      </w:pPr>
      <w:r w:rsidRPr="00090D02"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 w:rsidRPr="00090D02"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i/>
          <w:sz w:val="24"/>
        </w:rPr>
      </w:pPr>
      <w:r w:rsidRPr="00090D02"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 w:rsidRPr="00090D02">
        <w:rPr>
          <w:i/>
          <w:iCs/>
          <w:sz w:val="24"/>
        </w:rPr>
        <w:t> </w:t>
      </w:r>
      <w:r w:rsidRPr="00090D02">
        <w:rPr>
          <w:i/>
          <w:sz w:val="24"/>
        </w:rPr>
        <w:t>т.</w:t>
      </w:r>
      <w:r w:rsidRPr="00090D02">
        <w:rPr>
          <w:i/>
          <w:iCs/>
          <w:sz w:val="24"/>
        </w:rPr>
        <w:t> </w:t>
      </w:r>
      <w:r w:rsidRPr="00090D02">
        <w:rPr>
          <w:i/>
          <w:sz w:val="24"/>
        </w:rPr>
        <w:t>д.), в природе, на улице, в быту;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i/>
          <w:sz w:val="24"/>
        </w:rPr>
      </w:pPr>
      <w:r w:rsidRPr="00090D02"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D5281A" w:rsidRPr="00090D02" w:rsidRDefault="00D5281A" w:rsidP="00090D02">
      <w:pPr>
        <w:pStyle w:val="4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90D0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Азбука искусства. Как говорит искусство?</w:t>
      </w:r>
    </w:p>
    <w:p w:rsidR="00D5281A" w:rsidRPr="00090D02" w:rsidRDefault="00D5281A" w:rsidP="00090D02">
      <w:pPr>
        <w:pStyle w:val="a0"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z w:val="24"/>
        </w:rPr>
        <w:t>создавать простые композиции на заданную тему на плоскости и в пространстве;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090D02">
        <w:rPr>
          <w:sz w:val="24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2"/>
          <w:sz w:val="24"/>
        </w:rPr>
        <w:t xml:space="preserve">различать основные и составные, теплые и холодные </w:t>
      </w:r>
      <w:r w:rsidRPr="00090D02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090D02">
        <w:rPr>
          <w:spacing w:val="2"/>
          <w:sz w:val="24"/>
        </w:rPr>
        <w:t xml:space="preserve">их для передачи художественного замысла в собственной </w:t>
      </w:r>
      <w:r w:rsidRPr="00090D02">
        <w:rPr>
          <w:sz w:val="24"/>
        </w:rPr>
        <w:t>учебно­творческой деятельности;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pacing w:val="-2"/>
          <w:sz w:val="24"/>
        </w:rPr>
      </w:pPr>
      <w:r w:rsidRPr="00090D02">
        <w:rPr>
          <w:spacing w:val="2"/>
          <w:sz w:val="24"/>
        </w:rPr>
        <w:t xml:space="preserve">создавать средствами живописи, графики, скульптуры, </w:t>
      </w:r>
      <w:r w:rsidRPr="00090D02">
        <w:rPr>
          <w:sz w:val="24"/>
        </w:rPr>
        <w:t>декоративно­прикладного искусства образ человека: переда</w:t>
      </w:r>
      <w:r w:rsidRPr="00090D02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-4"/>
          <w:sz w:val="24"/>
        </w:rPr>
        <w:t>наблюдать, сравнивать, сопоставлять и анализировать про</w:t>
      </w:r>
      <w:r w:rsidRPr="00090D02">
        <w:rPr>
          <w:spacing w:val="2"/>
          <w:sz w:val="24"/>
        </w:rPr>
        <w:t>странственную форму предмета; изображать предметы раз</w:t>
      </w:r>
      <w:r w:rsidRPr="00090D02">
        <w:rPr>
          <w:sz w:val="24"/>
        </w:rPr>
        <w:t xml:space="preserve">личной формы; использовать простые формы для создания </w:t>
      </w:r>
      <w:r w:rsidRPr="00090D02">
        <w:rPr>
          <w:spacing w:val="2"/>
          <w:sz w:val="24"/>
        </w:rPr>
        <w:t xml:space="preserve">выразительных образов в живописи, скульптуре, графике, </w:t>
      </w:r>
      <w:r w:rsidRPr="00090D02">
        <w:rPr>
          <w:sz w:val="24"/>
        </w:rPr>
        <w:t>художественном конструировании;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-4"/>
          <w:sz w:val="24"/>
        </w:rPr>
        <w:t>использовать декоративные элементы, геометрические, рас</w:t>
      </w:r>
      <w:r w:rsidRPr="00090D02">
        <w:rPr>
          <w:sz w:val="24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D5281A" w:rsidRPr="00090D02" w:rsidRDefault="00D5281A" w:rsidP="00090D02">
      <w:pPr>
        <w:pStyle w:val="a1"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i/>
          <w:sz w:val="24"/>
        </w:rPr>
      </w:pPr>
      <w:r w:rsidRPr="00090D02">
        <w:rPr>
          <w:i/>
          <w:sz w:val="24"/>
        </w:rPr>
        <w:t>пользоваться средствами выразительности языка жи</w:t>
      </w:r>
      <w:r w:rsidRPr="00090D02">
        <w:rPr>
          <w:i/>
          <w:spacing w:val="-2"/>
          <w:sz w:val="24"/>
        </w:rPr>
        <w:t xml:space="preserve">вописи, графики, скульптуры, декоративно­прикладного </w:t>
      </w:r>
      <w:r w:rsidRPr="00090D02">
        <w:rPr>
          <w:i/>
          <w:sz w:val="24"/>
        </w:rPr>
        <w:t xml:space="preserve">искусства, художественного конструирования в собственной </w:t>
      </w:r>
      <w:r w:rsidRPr="00090D02">
        <w:rPr>
          <w:i/>
          <w:spacing w:val="-2"/>
          <w:sz w:val="24"/>
        </w:rPr>
        <w:t>художественно­творческой деятельности; передавать раз</w:t>
      </w:r>
      <w:r w:rsidRPr="00090D02"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i/>
          <w:sz w:val="24"/>
        </w:rPr>
      </w:pPr>
      <w:r w:rsidRPr="00090D02"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i/>
          <w:sz w:val="24"/>
        </w:rPr>
      </w:pPr>
      <w:r w:rsidRPr="00090D02">
        <w:rPr>
          <w:i/>
          <w:sz w:val="24"/>
        </w:rPr>
        <w:t>выполнять простые рисунки и орнаментальные композиции, используя язык компьютерной графики в программе Paint.</w:t>
      </w:r>
    </w:p>
    <w:p w:rsidR="00D5281A" w:rsidRPr="00090D02" w:rsidRDefault="00D5281A" w:rsidP="00090D02">
      <w:pPr>
        <w:pStyle w:val="4"/>
        <w:tabs>
          <w:tab w:val="left" w:pos="113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90D0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Значимые темы искусства.</w:t>
      </w:r>
      <w:r w:rsidRPr="00090D02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br/>
        <w:t>О чем говорит искусство?</w:t>
      </w:r>
    </w:p>
    <w:p w:rsidR="00D5281A" w:rsidRPr="00090D02" w:rsidRDefault="00D5281A" w:rsidP="00090D02">
      <w:pPr>
        <w:pStyle w:val="a0"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z w:val="24"/>
        </w:rPr>
        <w:t>осознавать значимые темы искусства и отражать их в собственной художественно­творческой деятельности;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090D02">
        <w:rPr>
          <w:sz w:val="24"/>
        </w:rPr>
        <w:t> </w:t>
      </w:r>
      <w:r w:rsidRPr="00090D02">
        <w:rPr>
          <w:sz w:val="24"/>
        </w:rPr>
        <w:t>т.</w:t>
      </w:r>
      <w:r w:rsidRPr="00090D02">
        <w:rPr>
          <w:sz w:val="24"/>
        </w:rPr>
        <w:t> </w:t>
      </w:r>
      <w:r w:rsidRPr="00090D02">
        <w:rPr>
          <w:sz w:val="24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D5281A" w:rsidRPr="00090D02" w:rsidRDefault="00D5281A" w:rsidP="00090D02">
      <w:pPr>
        <w:pStyle w:val="a1"/>
        <w:tabs>
          <w:tab w:val="left" w:pos="1134"/>
        </w:tabs>
        <w:spacing w:line="240" w:lineRule="auto"/>
        <w:ind w:firstLine="709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-2"/>
          <w:sz w:val="24"/>
        </w:rPr>
        <w:t>видеть, чувствовать и изображать красоту и раз</w:t>
      </w:r>
      <w:r w:rsidRPr="00090D02">
        <w:rPr>
          <w:sz w:val="24"/>
        </w:rPr>
        <w:t>нообразие природы, человека, зданий, предметов;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pacing w:val="2"/>
          <w:sz w:val="24"/>
        </w:rPr>
      </w:pPr>
      <w:r w:rsidRPr="00090D02">
        <w:rPr>
          <w:spacing w:val="4"/>
          <w:sz w:val="24"/>
        </w:rPr>
        <w:t xml:space="preserve">понимать и передавать в художественной работе </w:t>
      </w:r>
      <w:r w:rsidRPr="00090D02">
        <w:rPr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pacing w:val="2"/>
          <w:sz w:val="24"/>
        </w:rPr>
        <w:t>изображать пейзажи, натюрморты, портреты, вы</w:t>
      </w:r>
      <w:r w:rsidRPr="00090D02">
        <w:rPr>
          <w:sz w:val="24"/>
        </w:rPr>
        <w:t>ражая свое отношение к ним;</w:t>
      </w:r>
    </w:p>
    <w:p w:rsidR="00D5281A" w:rsidRPr="00090D02" w:rsidRDefault="00D5281A" w:rsidP="00090D02">
      <w:pPr>
        <w:pStyle w:val="21"/>
        <w:tabs>
          <w:tab w:val="left" w:pos="1134"/>
        </w:tabs>
        <w:spacing w:line="240" w:lineRule="auto"/>
        <w:ind w:firstLine="709"/>
        <w:rPr>
          <w:sz w:val="24"/>
        </w:rPr>
      </w:pPr>
      <w:r w:rsidRPr="00090D02">
        <w:rPr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D5281A" w:rsidRPr="00090D02" w:rsidRDefault="00D5281A" w:rsidP="0065406B">
      <w:pPr>
        <w:ind w:left="-567"/>
        <w:jc w:val="center"/>
      </w:pPr>
    </w:p>
    <w:p w:rsidR="00D5281A" w:rsidRPr="00090D02" w:rsidRDefault="00D5281A" w:rsidP="004B506A">
      <w:pPr>
        <w:jc w:val="center"/>
        <w:rPr>
          <w:b/>
        </w:rPr>
      </w:pPr>
      <w:r w:rsidRPr="00090D02">
        <w:rPr>
          <w:b/>
        </w:rPr>
        <w:t>3. Содержание учебного предмета</w:t>
      </w:r>
    </w:p>
    <w:p w:rsidR="00D5281A" w:rsidRPr="00090D02" w:rsidRDefault="00D5281A" w:rsidP="0065406B">
      <w:pPr>
        <w:jc w:val="center"/>
        <w:rPr>
          <w:b/>
        </w:rPr>
      </w:pPr>
    </w:p>
    <w:p w:rsidR="00D5281A" w:rsidRPr="00090D02" w:rsidRDefault="00D5281A" w:rsidP="0065406B">
      <w:pPr>
        <w:pStyle w:val="a0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iCs/>
          <w:color w:val="auto"/>
          <w:sz w:val="24"/>
          <w:szCs w:val="24"/>
        </w:rPr>
        <w:t>Виды художественной деятельности</w:t>
      </w:r>
    </w:p>
    <w:p w:rsidR="00D5281A" w:rsidRPr="00090D02" w:rsidRDefault="00D5281A" w:rsidP="0065406B">
      <w:pPr>
        <w:pStyle w:val="a0"/>
        <w:spacing w:line="240" w:lineRule="auto"/>
        <w:ind w:firstLine="708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Восприятие произведений искусства. </w:t>
      </w:r>
      <w:r w:rsidRPr="00090D02">
        <w:rPr>
          <w:rFonts w:ascii="Times New Roman" w:hAnsi="Times New Roman"/>
          <w:color w:val="auto"/>
          <w:sz w:val="24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ству. Фотография и произведение изобразительного искус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о богатстве и разнообразии художественной культуры (на примере культуры народов России). Выдающиеся предста</w:t>
      </w:r>
      <w:r w:rsidRPr="00090D02">
        <w:rPr>
          <w:rFonts w:ascii="Times New Roman" w:hAnsi="Times New Roman"/>
          <w:color w:val="auto"/>
          <w:sz w:val="24"/>
          <w:szCs w:val="24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циональная оценка шедевров национального, российского </w:t>
      </w:r>
      <w:r w:rsidRPr="00090D02">
        <w:rPr>
          <w:rFonts w:ascii="Times New Roman" w:hAnsi="Times New Roman"/>
          <w:color w:val="auto"/>
          <w:sz w:val="24"/>
          <w:szCs w:val="24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D5281A" w:rsidRPr="00090D02" w:rsidRDefault="00D5281A" w:rsidP="0065406B">
      <w:pPr>
        <w:pStyle w:val="a0"/>
        <w:spacing w:line="240" w:lineRule="auto"/>
        <w:ind w:firstLine="708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Рисунок. </w:t>
      </w:r>
      <w:r w:rsidRPr="00090D02">
        <w:rPr>
          <w:rFonts w:ascii="Times New Roman" w:hAnsi="Times New Roman"/>
          <w:color w:val="auto"/>
          <w:sz w:val="24"/>
          <w:szCs w:val="24"/>
        </w:rPr>
        <w:t>Материалы для рисунка: карандаш, ручка, фломастер, уголь, пастель, мелки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т.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д. Приемы работы с различными графическими материалами. Роль рисунка в искусстве: основная и вспомогательная. Красота и разнообразие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090D02">
        <w:rPr>
          <w:rFonts w:ascii="Times New Roman" w:hAnsi="Times New Roman"/>
          <w:color w:val="auto"/>
          <w:sz w:val="24"/>
          <w:szCs w:val="24"/>
        </w:rPr>
        <w:t>общие и характерные черты.</w:t>
      </w:r>
    </w:p>
    <w:p w:rsidR="00D5281A" w:rsidRPr="00090D02" w:rsidRDefault="00D5281A" w:rsidP="0065406B">
      <w:pPr>
        <w:pStyle w:val="a0"/>
        <w:spacing w:line="240" w:lineRule="auto"/>
        <w:ind w:firstLine="708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Живопись.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Живописные материалы. Красота и разнообразие природы, человека, зданий, предметов, выраженные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средствами живописи. Цвет основа языка живописи.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090D02">
        <w:rPr>
          <w:rFonts w:ascii="Times New Roman" w:hAnsi="Times New Roman"/>
          <w:color w:val="auto"/>
          <w:sz w:val="24"/>
          <w:szCs w:val="24"/>
        </w:rPr>
        <w:t>задачами. Образы природы и человека в живописи.</w:t>
      </w:r>
    </w:p>
    <w:p w:rsidR="00D5281A" w:rsidRPr="00090D02" w:rsidRDefault="00D5281A" w:rsidP="0065406B">
      <w:pPr>
        <w:pStyle w:val="a0"/>
        <w:spacing w:line="240" w:lineRule="auto"/>
        <w:ind w:firstLine="708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Скульптура.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Материалы скульптуры и их роль в создании выразительного образа. Элементарные приемы работы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с пластическими скульптурными материалами для создания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(пластилин, глина — раскатывание, </w:t>
      </w:r>
      <w:r w:rsidRPr="00090D02">
        <w:rPr>
          <w:rFonts w:ascii="Times New Roman" w:hAnsi="Times New Roman"/>
          <w:color w:val="auto"/>
          <w:sz w:val="24"/>
          <w:szCs w:val="24"/>
        </w:rPr>
        <w:t>набор объема, вытягивание формы). Объем — основа языка скульптуры. Основные темы скульптуры. Красота человека и животных, выраженная средствами скульптуры.</w:t>
      </w:r>
    </w:p>
    <w:p w:rsidR="00D5281A" w:rsidRPr="00090D02" w:rsidRDefault="00D5281A" w:rsidP="0065406B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Художественное конструирование и дизайн. </w:t>
      </w:r>
      <w:r w:rsidRPr="00090D02">
        <w:rPr>
          <w:rFonts w:ascii="Times New Roman" w:hAnsi="Times New Roman"/>
          <w:color w:val="auto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др.). Элементарные приемы работы с различными материалами для создания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 — раскатывание, набор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объема, вытягивание формы; бумага и картон — сгибание,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вырезание). Представление о возможностях использования </w:t>
      </w:r>
      <w:r w:rsidRPr="00090D02">
        <w:rPr>
          <w:rFonts w:ascii="Times New Roman" w:hAnsi="Times New Roman"/>
          <w:color w:val="auto"/>
          <w:sz w:val="24"/>
          <w:szCs w:val="24"/>
        </w:rPr>
        <w:t>навыков художественного конструирования и моделирования в жизни человека.</w:t>
      </w:r>
    </w:p>
    <w:p w:rsidR="00D5281A" w:rsidRPr="00090D02" w:rsidRDefault="00D5281A" w:rsidP="0065406B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Декоративно­прикладное искусство. </w:t>
      </w:r>
      <w:r w:rsidRPr="00090D02">
        <w:rPr>
          <w:rFonts w:ascii="Times New Roman" w:hAnsi="Times New Roman"/>
          <w:color w:val="auto"/>
          <w:spacing w:val="-4"/>
          <w:sz w:val="24"/>
          <w:szCs w:val="24"/>
        </w:rPr>
        <w:t>Истоки декоративно­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прикладного искусства и его роль в жизни человека. Понятие о синтетичном характере народной культуры (украшение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жилища, предметов быта, орудий труда, костюма; музыка,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песни, хороводы; былины, сказания, сказки). Образ человека в традиционной культуре. Представления народа о мужской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и женской красоте, отраженные в изобразительном искус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стве, сказках, песнях. Сказочные образы в народной культуре и декоративно­прикладном искусстве. Разнообразие форм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в природе как основа декоративных форм в прикладном искусстве (цветы, раскраска бабочек, переплетение ветвей </w:t>
      </w:r>
      <w:r w:rsidRPr="00090D02">
        <w:rPr>
          <w:rFonts w:ascii="Times New Roman" w:hAnsi="Times New Roman"/>
          <w:color w:val="auto"/>
          <w:sz w:val="24"/>
          <w:szCs w:val="24"/>
        </w:rPr>
        <w:t>деревьев, морозные узоры на стекле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т.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д.). Ознакомление с произведениями народных художественных промыслов в России (с учетом местных условий).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iCs/>
          <w:color w:val="auto"/>
          <w:sz w:val="24"/>
          <w:szCs w:val="24"/>
        </w:rPr>
        <w:t>Азбука искусства. Как говорит искусство?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Композиция. 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Элементарные приемы композиции на плос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кости и в пространстве. Понятия: горизонталь, вертикаль </w:t>
      </w:r>
      <w:r w:rsidRPr="00090D02">
        <w:rPr>
          <w:rFonts w:ascii="Times New Roman" w:hAnsi="Times New Roman"/>
          <w:color w:val="auto"/>
          <w:sz w:val="24"/>
          <w:szCs w:val="24"/>
        </w:rPr>
        <w:t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 и толстое, темное и светлое, спокойное и динамичное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т.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Цвет.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Основные и составные цвета. Теплые и холодные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</w:r>
      <w:r w:rsidRPr="00090D02">
        <w:rPr>
          <w:rFonts w:ascii="Times New Roman" w:hAnsi="Times New Roman"/>
          <w:color w:val="auto"/>
          <w:sz w:val="24"/>
          <w:szCs w:val="24"/>
        </w:rPr>
        <w:t>новами цветоведения. Передача с помощью цвета характера персонажа, его эмоционального состояния.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Линия.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Многообразие линий (тонкие, толстые, прямые, </w:t>
      </w:r>
      <w:r w:rsidRPr="00090D02">
        <w:rPr>
          <w:rFonts w:ascii="Times New Roman" w:hAnsi="Times New Roman"/>
          <w:color w:val="auto"/>
          <w:sz w:val="24"/>
          <w:szCs w:val="24"/>
        </w:rPr>
        <w:t>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Форма.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Трансформация форм. Влияние формы предмета на пред</w:t>
      </w:r>
      <w:r w:rsidRPr="00090D02">
        <w:rPr>
          <w:rFonts w:ascii="Times New Roman" w:hAnsi="Times New Roman"/>
          <w:color w:val="auto"/>
          <w:sz w:val="24"/>
          <w:szCs w:val="24"/>
        </w:rPr>
        <w:t>ставление о его характере. Силуэт.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Объем.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Объем в пространстве и объем на плоскости. </w:t>
      </w:r>
      <w:r w:rsidRPr="00090D02">
        <w:rPr>
          <w:rFonts w:ascii="Times New Roman" w:hAnsi="Times New Roman"/>
          <w:color w:val="auto"/>
          <w:sz w:val="24"/>
          <w:szCs w:val="24"/>
        </w:rPr>
        <w:t>Способы передачи объема. Выразительность объемных композиций.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Ритм.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Виды ритма (спокойный, замедленный, порыви</w:t>
      </w:r>
      <w:r w:rsidRPr="00090D02">
        <w:rPr>
          <w:rFonts w:ascii="Times New Roman" w:hAnsi="Times New Roman"/>
          <w:color w:val="auto"/>
          <w:sz w:val="24"/>
          <w:szCs w:val="24"/>
        </w:rPr>
        <w:t>стый, беспокойный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т.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</w:pPr>
      <w:r w:rsidRPr="00090D02"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  <w:t>Значимые темы искусства. О чем говорит искусство?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Земля — наш общий дом.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художественных материалов и средств для создания выразительных образов природы. Постройки в природе: птичьи </w:t>
      </w:r>
      <w:r w:rsidRPr="00090D02">
        <w:rPr>
          <w:rFonts w:ascii="Times New Roman" w:hAnsi="Times New Roman"/>
          <w:color w:val="auto"/>
          <w:sz w:val="24"/>
          <w:szCs w:val="24"/>
        </w:rPr>
        <w:t>гнезда, норы, ульи, панцирь черепахи, домик улитки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т.д.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Восприятие и эмоциональная оценка шедевров русского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 xml:space="preserve">и зарубежного искусства, изображающих природу. Общность </w:t>
      </w:r>
      <w:r w:rsidRPr="00090D02">
        <w:rPr>
          <w:rFonts w:ascii="Times New Roman" w:hAnsi="Times New Roman"/>
          <w:color w:val="auto"/>
          <w:spacing w:val="-3"/>
          <w:sz w:val="24"/>
          <w:szCs w:val="24"/>
        </w:rPr>
        <w:t>тематики, передаваемых чувств, отношения к природе в произ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ведениях авторов — представителей разных культур, народов, стран (например, А.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Саврасов, И.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Левитан, И.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Шишкин, Н.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Рерих, К.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Моне, П.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Сезанн, В.</w:t>
      </w:r>
      <w:r w:rsidRPr="00090D02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Ван Гог и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>др.).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Знакомство с несколькими наиболее яркими культурами 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 xml:space="preserve">мира, представляющими разные народы и эпохи (например, </w:t>
      </w:r>
      <w:r w:rsidRPr="00090D02">
        <w:rPr>
          <w:rFonts w:ascii="Times New Roman" w:hAnsi="Times New Roman"/>
          <w:color w:val="auto"/>
          <w:spacing w:val="-4"/>
          <w:sz w:val="24"/>
          <w:szCs w:val="24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090D02">
        <w:rPr>
          <w:rFonts w:ascii="Times New Roman" w:hAnsi="Times New Roman"/>
          <w:color w:val="auto"/>
          <w:sz w:val="24"/>
          <w:szCs w:val="24"/>
        </w:rPr>
        <w:t>Образы архитектуры и декоративно­прикладного искусства.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Родина моя — Россия. </w:t>
      </w:r>
      <w:r w:rsidRPr="00090D02">
        <w:rPr>
          <w:rFonts w:ascii="Times New Roman" w:hAnsi="Times New Roman"/>
          <w:color w:val="auto"/>
          <w:sz w:val="24"/>
          <w:szCs w:val="24"/>
        </w:rPr>
        <w:t>Роль природных условий в ха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рактере традиционной культуры народов России. Пейзажи </w:t>
      </w:r>
      <w:r w:rsidRPr="00090D02">
        <w:rPr>
          <w:rFonts w:ascii="Times New Roman" w:hAnsi="Times New Roman"/>
          <w:color w:val="auto"/>
          <w:sz w:val="24"/>
          <w:szCs w:val="24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Человек и человеческие взаимоотношения.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Образ че</w:t>
      </w:r>
      <w:r w:rsidRPr="00090D02">
        <w:rPr>
          <w:rFonts w:ascii="Times New Roman" w:hAnsi="Times New Roman"/>
          <w:color w:val="auto"/>
          <w:sz w:val="24"/>
          <w:szCs w:val="24"/>
        </w:rPr>
        <w:t>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т.</w:t>
      </w:r>
      <w:r w:rsidRPr="00090D02">
        <w:rPr>
          <w:rFonts w:ascii="Times New Roman" w:hAnsi="Times New Roman"/>
          <w:color w:val="auto"/>
          <w:sz w:val="24"/>
          <w:szCs w:val="24"/>
        </w:rPr>
        <w:t> </w:t>
      </w:r>
      <w:r w:rsidRPr="00090D02">
        <w:rPr>
          <w:rFonts w:ascii="Times New Roman" w:hAnsi="Times New Roman"/>
          <w:color w:val="auto"/>
          <w:sz w:val="24"/>
          <w:szCs w:val="24"/>
        </w:rPr>
        <w:t>д. Образы персонажей, вызывающие гнев, раздражение, презрение.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color w:val="auto"/>
          <w:sz w:val="24"/>
          <w:szCs w:val="24"/>
        </w:rPr>
        <w:t xml:space="preserve">Искусство дарит людям красоту. </w:t>
      </w:r>
      <w:r w:rsidRPr="00090D02">
        <w:rPr>
          <w:rFonts w:ascii="Times New Roman" w:hAnsi="Times New Roman"/>
          <w:color w:val="auto"/>
          <w:sz w:val="24"/>
          <w:szCs w:val="24"/>
        </w:rPr>
        <w:t>Искусство вокруг нас сегодня. Использование различных художественных матери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алов и средств для создания проектов красивых, удобных </w:t>
      </w:r>
      <w:r w:rsidRPr="00090D02">
        <w:rPr>
          <w:rFonts w:ascii="Times New Roman" w:hAnsi="Times New Roman"/>
          <w:color w:val="auto"/>
          <w:sz w:val="24"/>
          <w:szCs w:val="24"/>
        </w:rPr>
        <w:t>и выразительных предметов быта, видов транспорта. Пред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ставление о роли изобразительных (пластических) искусств </w:t>
      </w:r>
      <w:r w:rsidRPr="00090D02">
        <w:rPr>
          <w:rFonts w:ascii="Times New Roman" w:hAnsi="Times New Roman"/>
          <w:color w:val="auto"/>
          <w:sz w:val="24"/>
          <w:szCs w:val="24"/>
        </w:rPr>
        <w:t>в повседневной жизни человека, в организации его матери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ального окружения. Отражение в пластических искусствах 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природных, географических условий, традиций, религиозных 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верований разных народов (на примере изобразительного </w:t>
      </w: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 xml:space="preserve">и декоративно­прикладного искусства народов России). Жанр </w:t>
      </w:r>
      <w:r w:rsidRPr="00090D02">
        <w:rPr>
          <w:rFonts w:ascii="Times New Roman" w:hAnsi="Times New Roman"/>
          <w:color w:val="auto"/>
          <w:sz w:val="24"/>
          <w:szCs w:val="24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090D02">
        <w:rPr>
          <w:rFonts w:ascii="Times New Roman" w:hAnsi="Times New Roman"/>
          <w:b/>
          <w:bCs/>
          <w:iCs/>
          <w:color w:val="auto"/>
          <w:sz w:val="24"/>
          <w:szCs w:val="24"/>
        </w:rPr>
        <w:t>Опыт художественно­творческой деятельности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z w:val="24"/>
          <w:szCs w:val="24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Освоение основ рисунка, живописи, скульптуры, деко</w:t>
      </w:r>
      <w:r w:rsidRPr="00090D02">
        <w:rPr>
          <w:rFonts w:ascii="Times New Roman" w:hAnsi="Times New Roman"/>
          <w:color w:val="auto"/>
          <w:sz w:val="24"/>
          <w:szCs w:val="24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цией, формой, ритмом, линией, цветом, объемом, фактурой. 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z w:val="24"/>
          <w:szCs w:val="24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Выбор и применение выразительных средств для реали</w:t>
      </w:r>
      <w:r w:rsidRPr="00090D02">
        <w:rPr>
          <w:rFonts w:ascii="Times New Roman" w:hAnsi="Times New Roman"/>
          <w:color w:val="auto"/>
          <w:sz w:val="24"/>
          <w:szCs w:val="24"/>
        </w:rPr>
        <w:t>зации собственного замысла в рисунке, живописи, аппликации, скульптуре, художественном конструировании.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z w:val="24"/>
          <w:szCs w:val="24"/>
        </w:rPr>
        <w:t xml:space="preserve">Передача настроения в творческой работе с помощью цвета, </w:t>
      </w:r>
      <w:r w:rsidRPr="00090D02">
        <w:rPr>
          <w:rFonts w:ascii="Times New Roman" w:hAnsi="Times New Roman"/>
          <w:iCs/>
          <w:color w:val="auto"/>
          <w:sz w:val="24"/>
          <w:szCs w:val="24"/>
        </w:rPr>
        <w:t>тона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, композиции, пространства, линии, штриха, пятна, объема, </w:t>
      </w:r>
      <w:r w:rsidRPr="00090D02">
        <w:rPr>
          <w:rFonts w:ascii="Times New Roman" w:hAnsi="Times New Roman"/>
          <w:iCs/>
          <w:color w:val="auto"/>
          <w:sz w:val="24"/>
          <w:szCs w:val="24"/>
        </w:rPr>
        <w:t>фактуры материала</w:t>
      </w:r>
      <w:r w:rsidRPr="00090D02">
        <w:rPr>
          <w:rFonts w:ascii="Times New Roman" w:hAnsi="Times New Roman"/>
          <w:color w:val="auto"/>
          <w:sz w:val="24"/>
          <w:szCs w:val="24"/>
        </w:rPr>
        <w:t>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>Использование в индивидуальной и коллективной дея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тельности различных художественных техник и материалов: </w:t>
      </w:r>
      <w:r w:rsidRPr="00090D02">
        <w:rPr>
          <w:rFonts w:ascii="Times New Roman" w:hAnsi="Times New Roman"/>
          <w:iCs/>
          <w:color w:val="auto"/>
          <w:spacing w:val="2"/>
          <w:sz w:val="24"/>
          <w:szCs w:val="24"/>
        </w:rPr>
        <w:t>коллажа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090D02">
        <w:rPr>
          <w:rFonts w:ascii="Times New Roman" w:hAnsi="Times New Roman"/>
          <w:iCs/>
          <w:color w:val="auto"/>
          <w:spacing w:val="2"/>
          <w:sz w:val="24"/>
          <w:szCs w:val="24"/>
        </w:rPr>
        <w:t>граттажа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, аппликации, компьютерной анимации, натурной мультипликации, фотографии, видеосъемки, бумажной пластики, гуаши, акварели, </w:t>
      </w:r>
      <w:r w:rsidRPr="00090D02">
        <w:rPr>
          <w:rFonts w:ascii="Times New Roman" w:hAnsi="Times New Roman"/>
          <w:iCs/>
          <w:color w:val="auto"/>
          <w:spacing w:val="2"/>
          <w:sz w:val="24"/>
          <w:szCs w:val="24"/>
        </w:rPr>
        <w:t>пастели</w:t>
      </w:r>
      <w:r w:rsidRPr="00090D0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090D02">
        <w:rPr>
          <w:rFonts w:ascii="Times New Roman" w:hAnsi="Times New Roman"/>
          <w:iCs/>
          <w:color w:val="auto"/>
          <w:spacing w:val="2"/>
          <w:sz w:val="24"/>
          <w:szCs w:val="24"/>
        </w:rPr>
        <w:t>восковых</w:t>
      </w:r>
      <w:r w:rsidRPr="00090D02">
        <w:rPr>
          <w:rFonts w:ascii="Times New Roman" w:hAnsi="Times New Roman"/>
          <w:iCs/>
          <w:color w:val="auto"/>
          <w:sz w:val="24"/>
          <w:szCs w:val="24"/>
        </w:rPr>
        <w:t xml:space="preserve"> мелков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90D02">
        <w:rPr>
          <w:rFonts w:ascii="Times New Roman" w:hAnsi="Times New Roman"/>
          <w:iCs/>
          <w:color w:val="auto"/>
          <w:sz w:val="24"/>
          <w:szCs w:val="24"/>
        </w:rPr>
        <w:t>туши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, карандаша, фломастеров, </w:t>
      </w:r>
      <w:r w:rsidRPr="00090D02">
        <w:rPr>
          <w:rFonts w:ascii="Times New Roman" w:hAnsi="Times New Roman"/>
          <w:iCs/>
          <w:color w:val="auto"/>
          <w:sz w:val="24"/>
          <w:szCs w:val="24"/>
        </w:rPr>
        <w:t>пластилина</w:t>
      </w:r>
      <w:r w:rsidRPr="00090D02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90D02">
        <w:rPr>
          <w:rFonts w:ascii="Times New Roman" w:hAnsi="Times New Roman"/>
          <w:iCs/>
          <w:color w:val="auto"/>
          <w:sz w:val="24"/>
          <w:szCs w:val="24"/>
        </w:rPr>
        <w:t>глины</w:t>
      </w:r>
      <w:r w:rsidRPr="00090D02">
        <w:rPr>
          <w:rFonts w:ascii="Times New Roman" w:hAnsi="Times New Roman"/>
          <w:color w:val="auto"/>
          <w:sz w:val="24"/>
          <w:szCs w:val="24"/>
        </w:rPr>
        <w:t>, подручных и природных материалов.</w:t>
      </w:r>
    </w:p>
    <w:p w:rsidR="00D5281A" w:rsidRPr="00090D02" w:rsidRDefault="00D5281A" w:rsidP="004B506A">
      <w:pPr>
        <w:pStyle w:val="a0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090D02">
        <w:rPr>
          <w:rFonts w:ascii="Times New Roman" w:hAnsi="Times New Roman"/>
          <w:color w:val="auto"/>
          <w:spacing w:val="-2"/>
          <w:sz w:val="24"/>
          <w:szCs w:val="24"/>
        </w:rPr>
        <w:t xml:space="preserve">Участие в обсуждении содержания и выразительных средств </w:t>
      </w:r>
      <w:r w:rsidRPr="00090D02">
        <w:rPr>
          <w:rFonts w:ascii="Times New Roman" w:hAnsi="Times New Roman"/>
          <w:color w:val="auto"/>
          <w:sz w:val="24"/>
          <w:szCs w:val="24"/>
        </w:rPr>
        <w:t>произведений изобразительного искусства, выражение своего отношения к произведению.</w:t>
      </w:r>
    </w:p>
    <w:p w:rsidR="00D5281A" w:rsidRPr="00090D02" w:rsidRDefault="00D5281A" w:rsidP="004B506A">
      <w:pPr>
        <w:jc w:val="both"/>
      </w:pPr>
    </w:p>
    <w:p w:rsidR="00D5281A" w:rsidRPr="00090D02" w:rsidRDefault="00D5281A" w:rsidP="004B506A">
      <w:pPr>
        <w:jc w:val="center"/>
        <w:rPr>
          <w:b/>
        </w:rPr>
      </w:pPr>
      <w:r w:rsidRPr="00090D02">
        <w:rPr>
          <w:b/>
        </w:rPr>
        <w:t>4. Тематическое планирование с указанием количества часов, отводимых на освоение каждой темы</w:t>
      </w:r>
    </w:p>
    <w:p w:rsidR="00D5281A" w:rsidRPr="00090D02" w:rsidRDefault="00D5281A" w:rsidP="004B506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728"/>
        <w:gridCol w:w="1227"/>
        <w:gridCol w:w="4359"/>
      </w:tblGrid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№ п/п</w:t>
            </w:r>
          </w:p>
        </w:tc>
        <w:tc>
          <w:tcPr>
            <w:tcW w:w="3728" w:type="dxa"/>
          </w:tcPr>
          <w:p w:rsidR="00D5281A" w:rsidRPr="00090D02" w:rsidRDefault="00D5281A" w:rsidP="004B506A">
            <w:pPr>
              <w:jc w:val="center"/>
            </w:pPr>
            <w:r w:rsidRPr="00090D02">
              <w:t>Наименование раздела и темы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Часы учебного времени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jc w:val="center"/>
            </w:pPr>
            <w:r w:rsidRPr="00090D02">
              <w:t>Основные направления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воспитательной</w:t>
            </w:r>
            <w:r w:rsidRPr="00090D02">
              <w:rPr>
                <w:spacing w:val="-13"/>
              </w:rPr>
              <w:t xml:space="preserve"> </w:t>
            </w:r>
            <w:r w:rsidRPr="00090D02">
              <w:t>деятельности</w:t>
            </w:r>
          </w:p>
        </w:tc>
      </w:tr>
      <w:tr w:rsidR="00D5281A" w:rsidRPr="00090D02" w:rsidTr="00EC7CA9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</w:p>
        </w:tc>
        <w:tc>
          <w:tcPr>
            <w:tcW w:w="9314" w:type="dxa"/>
            <w:gridSpan w:val="3"/>
          </w:tcPr>
          <w:p w:rsidR="00D5281A" w:rsidRPr="00090D02" w:rsidRDefault="00D5281A" w:rsidP="00090D02">
            <w:pPr>
              <w:jc w:val="center"/>
              <w:rPr>
                <w:b/>
              </w:rPr>
            </w:pPr>
            <w:bookmarkStart w:id="0" w:name="_GoBack"/>
            <w:bookmarkEnd w:id="0"/>
            <w:r w:rsidRPr="00090D02">
              <w:rPr>
                <w:b/>
              </w:rPr>
              <w:t>1 класс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1</w:t>
            </w:r>
          </w:p>
        </w:tc>
        <w:tc>
          <w:tcPr>
            <w:tcW w:w="3728" w:type="dxa"/>
          </w:tcPr>
          <w:p w:rsidR="00D5281A" w:rsidRPr="00090D02" w:rsidRDefault="00D5281A" w:rsidP="004B506A">
            <w:pPr>
              <w:keepNext/>
              <w:keepLines/>
              <w:outlineLvl w:val="1"/>
            </w:pPr>
            <w:r w:rsidRPr="00090D02">
              <w:rPr>
                <w:bCs/>
              </w:rPr>
              <w:t>Ты учишься изображать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9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pPr>
              <w:pStyle w:val="TableParagraph"/>
              <w:spacing w:line="256" w:lineRule="auto"/>
              <w:ind w:left="0" w:right="264"/>
            </w:pPr>
            <w:r w:rsidRPr="00090D02">
              <w:t>Эстетическое воспитание: 4.1 - 4.6</w:t>
            </w:r>
            <w:r w:rsidRPr="00090D02">
              <w:rPr>
                <w:spacing w:val="-67"/>
              </w:rPr>
              <w:t xml:space="preserve"> </w:t>
            </w:r>
            <w:r w:rsidRPr="00090D02">
              <w:t>Физическое воспитание:5.1</w:t>
            </w:r>
            <w:r w:rsidRPr="00090D02">
              <w:rPr>
                <w:spacing w:val="1"/>
              </w:rPr>
              <w:t xml:space="preserve"> </w:t>
            </w:r>
            <w:r w:rsidRPr="00090D02">
              <w:t>Трудовое воспитание: 6.1, 6.2, 6.3</w:t>
            </w:r>
            <w:r w:rsidRPr="00090D02">
              <w:rPr>
                <w:spacing w:val="1"/>
              </w:rPr>
              <w:t xml:space="preserve"> </w:t>
            </w:r>
            <w:r w:rsidRPr="00090D02">
              <w:t>Ценности</w:t>
            </w:r>
            <w:r w:rsidRPr="00090D02">
              <w:rPr>
                <w:spacing w:val="-2"/>
              </w:rPr>
              <w:t xml:space="preserve"> </w:t>
            </w:r>
            <w:r w:rsidRPr="00090D02">
              <w:t>научного</w:t>
            </w:r>
            <w:r w:rsidRPr="00090D02">
              <w:rPr>
                <w:spacing w:val="-5"/>
              </w:rPr>
              <w:t xml:space="preserve"> </w:t>
            </w:r>
            <w:r w:rsidRPr="00090D02">
              <w:t>познания</w:t>
            </w:r>
            <w:r w:rsidRPr="00090D02">
              <w:rPr>
                <w:spacing w:val="-5"/>
              </w:rPr>
              <w:t xml:space="preserve"> </w:t>
            </w:r>
            <w:r w:rsidRPr="00090D02">
              <w:t>8.1,8.2,</w:t>
            </w:r>
            <w:r w:rsidRPr="00090D02">
              <w:rPr>
                <w:spacing w:val="-1"/>
              </w:rPr>
              <w:t xml:space="preserve"> </w:t>
            </w:r>
            <w:r w:rsidRPr="00090D02"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2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 xml:space="preserve">Ты украшаешь 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 xml:space="preserve">8 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pPr>
              <w:pStyle w:val="TableParagraph"/>
              <w:spacing w:line="256" w:lineRule="auto"/>
              <w:ind w:left="0" w:right="264"/>
            </w:pPr>
            <w:r w:rsidRPr="00090D02">
              <w:t>Эстетическое воспитание: 4.1 - 4.6</w:t>
            </w:r>
            <w:r w:rsidRPr="00090D02">
              <w:rPr>
                <w:spacing w:val="-67"/>
              </w:rPr>
              <w:t xml:space="preserve"> </w:t>
            </w:r>
            <w:r w:rsidRPr="00090D02">
              <w:t>Физическое воспитание:5.1</w:t>
            </w:r>
            <w:r w:rsidRPr="00090D02">
              <w:rPr>
                <w:spacing w:val="1"/>
              </w:rPr>
              <w:t xml:space="preserve"> </w:t>
            </w:r>
            <w:r w:rsidRPr="00090D02">
              <w:t>Трудовое воспитание: 6.1, 6.2, 6.3</w:t>
            </w:r>
            <w:r w:rsidRPr="00090D02">
              <w:rPr>
                <w:spacing w:val="1"/>
              </w:rPr>
              <w:t xml:space="preserve"> </w:t>
            </w:r>
            <w:r w:rsidRPr="00090D02">
              <w:t>Ценности</w:t>
            </w:r>
            <w:r w:rsidRPr="00090D02">
              <w:rPr>
                <w:spacing w:val="-2"/>
              </w:rPr>
              <w:t xml:space="preserve"> </w:t>
            </w:r>
            <w:r w:rsidRPr="00090D02">
              <w:t>научного</w:t>
            </w:r>
            <w:r w:rsidRPr="00090D02">
              <w:rPr>
                <w:spacing w:val="-5"/>
              </w:rPr>
              <w:t xml:space="preserve"> </w:t>
            </w:r>
            <w:r w:rsidRPr="00090D02">
              <w:t>познания</w:t>
            </w:r>
            <w:r w:rsidRPr="00090D02">
              <w:rPr>
                <w:spacing w:val="-5"/>
              </w:rPr>
              <w:t xml:space="preserve"> </w:t>
            </w:r>
            <w:r w:rsidRPr="00090D02">
              <w:t>8.1,8.2,</w:t>
            </w:r>
            <w:r w:rsidRPr="00090D02">
              <w:rPr>
                <w:spacing w:val="-1"/>
              </w:rPr>
              <w:t xml:space="preserve"> </w:t>
            </w:r>
            <w:r w:rsidRPr="00090D02"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3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 xml:space="preserve">Ты строишь 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11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pPr>
              <w:pStyle w:val="TableParagraph"/>
              <w:spacing w:line="256" w:lineRule="auto"/>
              <w:ind w:left="0" w:right="264"/>
            </w:pPr>
            <w:r w:rsidRPr="00090D02">
              <w:t>Эстетическое воспитание: 4.1 - 4.6</w:t>
            </w:r>
            <w:r w:rsidRPr="00090D02">
              <w:rPr>
                <w:spacing w:val="-67"/>
              </w:rPr>
              <w:t xml:space="preserve"> </w:t>
            </w:r>
            <w:r w:rsidRPr="00090D02">
              <w:t>Физическое воспитание:5.1</w:t>
            </w:r>
            <w:r w:rsidRPr="00090D02">
              <w:rPr>
                <w:spacing w:val="1"/>
              </w:rPr>
              <w:t xml:space="preserve"> </w:t>
            </w:r>
            <w:r w:rsidRPr="00090D02">
              <w:t>Трудовое воспитание: 6.1, 6.2, 6.3</w:t>
            </w:r>
            <w:r w:rsidRPr="00090D02">
              <w:rPr>
                <w:spacing w:val="1"/>
              </w:rPr>
              <w:t xml:space="preserve"> </w:t>
            </w:r>
            <w:r w:rsidRPr="00090D02">
              <w:t>Ценности</w:t>
            </w:r>
            <w:r w:rsidRPr="00090D02">
              <w:rPr>
                <w:spacing w:val="-2"/>
              </w:rPr>
              <w:t xml:space="preserve"> </w:t>
            </w:r>
            <w:r w:rsidRPr="00090D02">
              <w:t>научного</w:t>
            </w:r>
            <w:r w:rsidRPr="00090D02">
              <w:rPr>
                <w:spacing w:val="-5"/>
              </w:rPr>
              <w:t xml:space="preserve"> </w:t>
            </w:r>
            <w:r w:rsidRPr="00090D02">
              <w:t>познания</w:t>
            </w:r>
            <w:r w:rsidRPr="00090D02">
              <w:rPr>
                <w:spacing w:val="-5"/>
              </w:rPr>
              <w:t xml:space="preserve"> </w:t>
            </w:r>
            <w:r w:rsidRPr="00090D02">
              <w:t>8.1,8.2,</w:t>
            </w:r>
            <w:r w:rsidRPr="00090D02">
              <w:rPr>
                <w:spacing w:val="-1"/>
              </w:rPr>
              <w:t xml:space="preserve"> </w:t>
            </w:r>
            <w:r w:rsidRPr="00090D02"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4</w:t>
            </w:r>
          </w:p>
        </w:tc>
        <w:tc>
          <w:tcPr>
            <w:tcW w:w="3728" w:type="dxa"/>
          </w:tcPr>
          <w:p w:rsidR="00D5281A" w:rsidRPr="00090D02" w:rsidRDefault="00D5281A" w:rsidP="004B506A">
            <w:pPr>
              <w:keepNext/>
              <w:keepLines/>
              <w:outlineLvl w:val="1"/>
            </w:pPr>
            <w:r w:rsidRPr="00090D02">
              <w:rPr>
                <w:bCs/>
              </w:rPr>
              <w:t>Изображение, украшение, постройка всегда помогают друг другу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5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pPr>
              <w:pStyle w:val="TableParagraph"/>
              <w:spacing w:line="256" w:lineRule="auto"/>
              <w:ind w:left="0" w:right="264"/>
            </w:pPr>
            <w:r w:rsidRPr="00090D02">
              <w:t>Эстетическое воспитание: 4.1 - 4.6</w:t>
            </w:r>
            <w:r w:rsidRPr="00090D02">
              <w:rPr>
                <w:spacing w:val="-67"/>
              </w:rPr>
              <w:t xml:space="preserve"> </w:t>
            </w:r>
            <w:r w:rsidRPr="00090D02">
              <w:t>Физическое воспитание:5.1</w:t>
            </w:r>
            <w:r w:rsidRPr="00090D02">
              <w:rPr>
                <w:spacing w:val="1"/>
              </w:rPr>
              <w:t xml:space="preserve"> </w:t>
            </w:r>
            <w:r w:rsidRPr="00090D02">
              <w:t>Трудовое воспитание: 6.1, 6.2, 6.3</w:t>
            </w:r>
            <w:r w:rsidRPr="00090D02">
              <w:rPr>
                <w:spacing w:val="1"/>
              </w:rPr>
              <w:t xml:space="preserve"> </w:t>
            </w:r>
            <w:r w:rsidRPr="00090D02">
              <w:t>Ценности</w:t>
            </w:r>
            <w:r w:rsidRPr="00090D02">
              <w:rPr>
                <w:spacing w:val="-2"/>
              </w:rPr>
              <w:t xml:space="preserve"> </w:t>
            </w:r>
            <w:r w:rsidRPr="00090D02">
              <w:t>научного</w:t>
            </w:r>
            <w:r w:rsidRPr="00090D02">
              <w:rPr>
                <w:spacing w:val="-5"/>
              </w:rPr>
              <w:t xml:space="preserve"> </w:t>
            </w:r>
            <w:r w:rsidRPr="00090D02">
              <w:t>познания</w:t>
            </w:r>
            <w:r w:rsidRPr="00090D02">
              <w:rPr>
                <w:spacing w:val="-5"/>
              </w:rPr>
              <w:t xml:space="preserve"> </w:t>
            </w:r>
            <w:r w:rsidRPr="00090D02">
              <w:t>8.1, 8.2,</w:t>
            </w:r>
            <w:r w:rsidRPr="00090D02">
              <w:rPr>
                <w:spacing w:val="-1"/>
              </w:rPr>
              <w:t xml:space="preserve"> </w:t>
            </w:r>
            <w:r w:rsidRPr="00090D02">
              <w:t>8,3</w:t>
            </w:r>
          </w:p>
        </w:tc>
      </w:tr>
      <w:tr w:rsidR="00D5281A" w:rsidRPr="00090D02" w:rsidTr="00CD63F9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</w:p>
        </w:tc>
        <w:tc>
          <w:tcPr>
            <w:tcW w:w="9314" w:type="dxa"/>
            <w:gridSpan w:val="3"/>
          </w:tcPr>
          <w:p w:rsidR="00D5281A" w:rsidRPr="00090D02" w:rsidRDefault="00D5281A" w:rsidP="00090D02">
            <w:pPr>
              <w:jc w:val="center"/>
              <w:rPr>
                <w:b/>
              </w:rPr>
            </w:pPr>
            <w:r w:rsidRPr="00090D02">
              <w:rPr>
                <w:b/>
              </w:rPr>
              <w:t>2 класс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 xml:space="preserve"> 5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Как и чем работает художник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6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 xml:space="preserve">Реальность и фантазия 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7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7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О чём говорит искусство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11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Как говорит искусство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70184C">
        <w:trPr>
          <w:jc w:val="center"/>
        </w:trPr>
        <w:tc>
          <w:tcPr>
            <w:tcW w:w="9854" w:type="dxa"/>
            <w:gridSpan w:val="4"/>
          </w:tcPr>
          <w:p w:rsidR="00D5281A" w:rsidRPr="00090D02" w:rsidRDefault="00D5281A" w:rsidP="00090D02">
            <w:pPr>
              <w:jc w:val="center"/>
              <w:rPr>
                <w:b/>
              </w:rPr>
            </w:pPr>
            <w:r w:rsidRPr="00090D02">
              <w:rPr>
                <w:b/>
              </w:rPr>
              <w:t>3 класс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9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Искусство в твоём доме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10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 xml:space="preserve">Искусство на улицах твоего города 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7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11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Художник и зрелище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11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12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Художник и музей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9302CE">
        <w:trPr>
          <w:jc w:val="center"/>
        </w:trPr>
        <w:tc>
          <w:tcPr>
            <w:tcW w:w="9854" w:type="dxa"/>
            <w:gridSpan w:val="4"/>
          </w:tcPr>
          <w:p w:rsidR="00D5281A" w:rsidRPr="00090D02" w:rsidRDefault="00D5281A" w:rsidP="00090D02">
            <w:pPr>
              <w:jc w:val="center"/>
              <w:rPr>
                <w:b/>
              </w:rPr>
            </w:pPr>
            <w:r w:rsidRPr="00090D02">
              <w:rPr>
                <w:b/>
              </w:rPr>
              <w:t>4 класс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13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Истоки  родного искусства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14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Древние города нашей земли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7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15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Каждый народ – художник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11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  <w:tr w:rsidR="00D5281A" w:rsidRPr="00090D02" w:rsidTr="0065406B">
        <w:trPr>
          <w:jc w:val="center"/>
        </w:trPr>
        <w:tc>
          <w:tcPr>
            <w:tcW w:w="540" w:type="dxa"/>
          </w:tcPr>
          <w:p w:rsidR="00D5281A" w:rsidRPr="00090D02" w:rsidRDefault="00D5281A" w:rsidP="004B506A">
            <w:r w:rsidRPr="00090D02">
              <w:t>16</w:t>
            </w:r>
          </w:p>
        </w:tc>
        <w:tc>
          <w:tcPr>
            <w:tcW w:w="3728" w:type="dxa"/>
          </w:tcPr>
          <w:p w:rsidR="00D5281A" w:rsidRPr="00090D02" w:rsidRDefault="00D5281A" w:rsidP="004B506A">
            <w:r w:rsidRPr="00090D02">
              <w:t>Искусство объединяет народы</w:t>
            </w:r>
          </w:p>
        </w:tc>
        <w:tc>
          <w:tcPr>
            <w:tcW w:w="1227" w:type="dxa"/>
          </w:tcPr>
          <w:p w:rsidR="00D5281A" w:rsidRPr="00090D02" w:rsidRDefault="00D5281A" w:rsidP="004B506A">
            <w:pPr>
              <w:jc w:val="center"/>
            </w:pPr>
            <w:r w:rsidRPr="00090D02">
              <w:t>8</w:t>
            </w:r>
          </w:p>
        </w:tc>
        <w:tc>
          <w:tcPr>
            <w:tcW w:w="4359" w:type="dxa"/>
          </w:tcPr>
          <w:p w:rsidR="00D5281A" w:rsidRPr="00090D02" w:rsidRDefault="00D5281A" w:rsidP="00090D02">
            <w:pPr>
              <w:pStyle w:val="TableParagraph"/>
              <w:spacing w:line="315" w:lineRule="exact"/>
              <w:ind w:left="0"/>
            </w:pPr>
            <w:r w:rsidRPr="00090D02">
              <w:t>Гражданское</w:t>
            </w:r>
            <w:r w:rsidRPr="00090D02">
              <w:rPr>
                <w:spacing w:val="-3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4"/>
              </w:rPr>
              <w:t xml:space="preserve"> </w:t>
            </w:r>
            <w:r w:rsidRPr="00090D02">
              <w:t>1.1,</w:t>
            </w:r>
          </w:p>
          <w:p w:rsidR="00D5281A" w:rsidRPr="00090D02" w:rsidRDefault="00D5281A" w:rsidP="00090D02">
            <w:pPr>
              <w:pStyle w:val="TableParagraph"/>
              <w:spacing w:before="21" w:line="256" w:lineRule="auto"/>
              <w:ind w:left="0" w:right="535"/>
            </w:pPr>
            <w:r w:rsidRPr="00090D02">
              <w:t>Патриотическое</w:t>
            </w:r>
            <w:r w:rsidRPr="00090D02">
              <w:rPr>
                <w:spacing w:val="-5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6"/>
              </w:rPr>
              <w:t xml:space="preserve"> </w:t>
            </w:r>
            <w:r w:rsidRPr="00090D02">
              <w:t>2.1</w:t>
            </w:r>
            <w:r w:rsidRPr="00090D02">
              <w:rPr>
                <w:spacing w:val="-67"/>
              </w:rPr>
              <w:t xml:space="preserve"> </w:t>
            </w:r>
            <w:r w:rsidRPr="00090D02">
              <w:t>Духовно – нравственное</w:t>
            </w:r>
            <w:r w:rsidRPr="00090D02">
              <w:rPr>
                <w:spacing w:val="1"/>
              </w:rPr>
              <w:t xml:space="preserve"> </w:t>
            </w:r>
            <w:r w:rsidRPr="00090D02">
              <w:t>воспитание:</w:t>
            </w:r>
            <w:r w:rsidRPr="00090D02">
              <w:rPr>
                <w:spacing w:val="-3"/>
              </w:rPr>
              <w:t xml:space="preserve"> </w:t>
            </w:r>
            <w:r w:rsidRPr="00090D02">
              <w:t>3.1,3.2</w:t>
            </w:r>
          </w:p>
          <w:p w:rsidR="00D5281A" w:rsidRPr="00090D02" w:rsidRDefault="00D5281A" w:rsidP="00090D02">
            <w:r w:rsidRPr="00090D02">
              <w:rPr>
                <w:sz w:val="22"/>
                <w:szCs w:val="22"/>
              </w:rPr>
              <w:t>Эстетическое воспитание: 4.1 - 4.6</w:t>
            </w:r>
            <w:r w:rsidRPr="00090D02">
              <w:rPr>
                <w:spacing w:val="-67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Физическое воспитание:5.1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Трудовое воспитание: 6.1, 6.2, 6.3</w:t>
            </w:r>
            <w:r w:rsidRPr="00090D02">
              <w:rPr>
                <w:spacing w:val="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Ценности</w:t>
            </w:r>
            <w:r w:rsidRPr="00090D02">
              <w:rPr>
                <w:spacing w:val="-2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научного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познания</w:t>
            </w:r>
            <w:r w:rsidRPr="00090D02">
              <w:rPr>
                <w:spacing w:val="-5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8.1, 8.2,</w:t>
            </w:r>
            <w:r w:rsidRPr="00090D02">
              <w:rPr>
                <w:spacing w:val="-1"/>
                <w:sz w:val="22"/>
                <w:szCs w:val="22"/>
              </w:rPr>
              <w:t xml:space="preserve"> </w:t>
            </w:r>
            <w:r w:rsidRPr="00090D02">
              <w:rPr>
                <w:sz w:val="22"/>
                <w:szCs w:val="22"/>
              </w:rPr>
              <w:t>8,3</w:t>
            </w:r>
          </w:p>
        </w:tc>
      </w:tr>
    </w:tbl>
    <w:p w:rsidR="00D5281A" w:rsidRPr="00090D02" w:rsidRDefault="00D5281A" w:rsidP="004B506A">
      <w:pPr>
        <w:jc w:val="both"/>
      </w:pPr>
    </w:p>
    <w:p w:rsidR="00D5281A" w:rsidRPr="00090D02" w:rsidRDefault="00D5281A" w:rsidP="004B506A"/>
    <w:sectPr w:rsidR="00D5281A" w:rsidRPr="00090D02" w:rsidSect="00090D02">
      <w:footerReference w:type="default" r:id="rId8"/>
      <w:pgSz w:w="11906" w:h="16838"/>
      <w:pgMar w:top="567" w:right="567" w:bottom="567" w:left="1134" w:header="708" w:footer="3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81A" w:rsidRDefault="00D5281A" w:rsidP="00090D02">
      <w:r>
        <w:separator/>
      </w:r>
    </w:p>
  </w:endnote>
  <w:endnote w:type="continuationSeparator" w:id="0">
    <w:p w:rsidR="00D5281A" w:rsidRDefault="00D5281A" w:rsidP="0009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81A" w:rsidRPr="00090D02" w:rsidRDefault="00D5281A">
    <w:pPr>
      <w:pStyle w:val="Footer"/>
      <w:jc w:val="right"/>
      <w:rPr>
        <w:sz w:val="20"/>
        <w:szCs w:val="20"/>
      </w:rPr>
    </w:pPr>
    <w:r w:rsidRPr="00090D02">
      <w:rPr>
        <w:sz w:val="20"/>
        <w:szCs w:val="20"/>
      </w:rPr>
      <w:fldChar w:fldCharType="begin"/>
    </w:r>
    <w:r w:rsidRPr="00090D02">
      <w:rPr>
        <w:sz w:val="20"/>
        <w:szCs w:val="20"/>
      </w:rPr>
      <w:instrText xml:space="preserve"> PAGE   \* MERGEFORMAT </w:instrText>
    </w:r>
    <w:r w:rsidRPr="00090D02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090D02">
      <w:rPr>
        <w:sz w:val="20"/>
        <w:szCs w:val="20"/>
      </w:rPr>
      <w:fldChar w:fldCharType="end"/>
    </w:r>
  </w:p>
  <w:p w:rsidR="00D5281A" w:rsidRDefault="00D528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81A" w:rsidRDefault="00D5281A" w:rsidP="00090D02">
      <w:r>
        <w:separator/>
      </w:r>
    </w:p>
  </w:footnote>
  <w:footnote w:type="continuationSeparator" w:id="0">
    <w:p w:rsidR="00D5281A" w:rsidRDefault="00D5281A" w:rsidP="00090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8089B"/>
    <w:multiLevelType w:val="multilevel"/>
    <w:tmpl w:val="EAC4EA6A"/>
    <w:lvl w:ilvl="0">
      <w:start w:val="4"/>
      <w:numFmt w:val="decimal"/>
      <w:lvlText w:val="%1"/>
      <w:lvlJc w:val="left"/>
      <w:pPr>
        <w:ind w:left="672" w:hanging="8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2" w:hanging="8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</w:rPr>
    </w:lvl>
  </w:abstractNum>
  <w:abstractNum w:abstractNumId="2">
    <w:nsid w:val="083D3614"/>
    <w:multiLevelType w:val="multilevel"/>
    <w:tmpl w:val="ACDE4808"/>
    <w:lvl w:ilvl="0">
      <w:start w:val="3"/>
      <w:numFmt w:val="decimal"/>
      <w:lvlText w:val="%1"/>
      <w:lvlJc w:val="left"/>
      <w:pPr>
        <w:ind w:left="1616" w:hanging="8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616" w:hanging="8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393" w:hanging="857"/>
      </w:pPr>
      <w:rPr>
        <w:rFonts w:hint="default"/>
      </w:rPr>
    </w:lvl>
    <w:lvl w:ilvl="3">
      <w:numFmt w:val="bullet"/>
      <w:lvlText w:val="•"/>
      <w:lvlJc w:val="left"/>
      <w:pPr>
        <w:ind w:left="4279" w:hanging="857"/>
      </w:pPr>
      <w:rPr>
        <w:rFonts w:hint="default"/>
      </w:rPr>
    </w:lvl>
    <w:lvl w:ilvl="4">
      <w:numFmt w:val="bullet"/>
      <w:lvlText w:val="•"/>
      <w:lvlJc w:val="left"/>
      <w:pPr>
        <w:ind w:left="5166" w:hanging="857"/>
      </w:pPr>
      <w:rPr>
        <w:rFonts w:hint="default"/>
      </w:rPr>
    </w:lvl>
    <w:lvl w:ilvl="5">
      <w:numFmt w:val="bullet"/>
      <w:lvlText w:val="•"/>
      <w:lvlJc w:val="left"/>
      <w:pPr>
        <w:ind w:left="6053" w:hanging="857"/>
      </w:pPr>
      <w:rPr>
        <w:rFonts w:hint="default"/>
      </w:rPr>
    </w:lvl>
    <w:lvl w:ilvl="6">
      <w:numFmt w:val="bullet"/>
      <w:lvlText w:val="•"/>
      <w:lvlJc w:val="left"/>
      <w:pPr>
        <w:ind w:left="6939" w:hanging="857"/>
      </w:pPr>
      <w:rPr>
        <w:rFonts w:hint="default"/>
      </w:rPr>
    </w:lvl>
    <w:lvl w:ilvl="7">
      <w:numFmt w:val="bullet"/>
      <w:lvlText w:val="•"/>
      <w:lvlJc w:val="left"/>
      <w:pPr>
        <w:ind w:left="7826" w:hanging="857"/>
      </w:pPr>
      <w:rPr>
        <w:rFonts w:hint="default"/>
      </w:rPr>
    </w:lvl>
    <w:lvl w:ilvl="8">
      <w:numFmt w:val="bullet"/>
      <w:lvlText w:val="•"/>
      <w:lvlJc w:val="left"/>
      <w:pPr>
        <w:ind w:left="8713" w:hanging="857"/>
      </w:pPr>
      <w:rPr>
        <w:rFonts w:hint="default"/>
      </w:rPr>
    </w:lvl>
  </w:abstractNum>
  <w:abstractNum w:abstractNumId="3">
    <w:nsid w:val="1ADF1D90"/>
    <w:multiLevelType w:val="multilevel"/>
    <w:tmpl w:val="B1B61F48"/>
    <w:lvl w:ilvl="0">
      <w:start w:val="6"/>
      <w:numFmt w:val="decimal"/>
      <w:lvlText w:val="%1"/>
      <w:lvlJc w:val="left"/>
      <w:pPr>
        <w:ind w:left="672" w:hanging="8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2" w:hanging="85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41" w:hanging="857"/>
      </w:pPr>
      <w:rPr>
        <w:rFonts w:hint="default"/>
      </w:rPr>
    </w:lvl>
    <w:lvl w:ilvl="3">
      <w:numFmt w:val="bullet"/>
      <w:lvlText w:val="•"/>
      <w:lvlJc w:val="left"/>
      <w:pPr>
        <w:ind w:left="3621" w:hanging="857"/>
      </w:pPr>
      <w:rPr>
        <w:rFonts w:hint="default"/>
      </w:rPr>
    </w:lvl>
    <w:lvl w:ilvl="4">
      <w:numFmt w:val="bullet"/>
      <w:lvlText w:val="•"/>
      <w:lvlJc w:val="left"/>
      <w:pPr>
        <w:ind w:left="4602" w:hanging="857"/>
      </w:pPr>
      <w:rPr>
        <w:rFonts w:hint="default"/>
      </w:rPr>
    </w:lvl>
    <w:lvl w:ilvl="5">
      <w:numFmt w:val="bullet"/>
      <w:lvlText w:val="•"/>
      <w:lvlJc w:val="left"/>
      <w:pPr>
        <w:ind w:left="5583" w:hanging="857"/>
      </w:pPr>
      <w:rPr>
        <w:rFonts w:hint="default"/>
      </w:rPr>
    </w:lvl>
    <w:lvl w:ilvl="6">
      <w:numFmt w:val="bullet"/>
      <w:lvlText w:val="•"/>
      <w:lvlJc w:val="left"/>
      <w:pPr>
        <w:ind w:left="6563" w:hanging="857"/>
      </w:pPr>
      <w:rPr>
        <w:rFonts w:hint="default"/>
      </w:rPr>
    </w:lvl>
    <w:lvl w:ilvl="7">
      <w:numFmt w:val="bullet"/>
      <w:lvlText w:val="•"/>
      <w:lvlJc w:val="left"/>
      <w:pPr>
        <w:ind w:left="7544" w:hanging="857"/>
      </w:pPr>
      <w:rPr>
        <w:rFonts w:hint="default"/>
      </w:rPr>
    </w:lvl>
    <w:lvl w:ilvl="8">
      <w:numFmt w:val="bullet"/>
      <w:lvlText w:val="•"/>
      <w:lvlJc w:val="left"/>
      <w:pPr>
        <w:ind w:left="8525" w:hanging="857"/>
      </w:pPr>
      <w:rPr>
        <w:rFonts w:hint="default"/>
      </w:rPr>
    </w:lvl>
  </w:abstractNum>
  <w:abstractNum w:abstractNumId="4">
    <w:nsid w:val="3D511765"/>
    <w:multiLevelType w:val="hybridMultilevel"/>
    <w:tmpl w:val="25E88A4E"/>
    <w:lvl w:ilvl="0" w:tplc="75A00AC4">
      <w:start w:val="1"/>
      <w:numFmt w:val="decimal"/>
      <w:lvlText w:val="%1)"/>
      <w:lvlJc w:val="left"/>
      <w:pPr>
        <w:ind w:left="1033" w:hanging="33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9E3F4E">
      <w:numFmt w:val="bullet"/>
      <w:lvlText w:val="•"/>
      <w:lvlJc w:val="left"/>
      <w:pPr>
        <w:ind w:left="1984" w:hanging="336"/>
      </w:pPr>
      <w:rPr>
        <w:rFonts w:hint="default"/>
      </w:rPr>
    </w:lvl>
    <w:lvl w:ilvl="2" w:tplc="F87C306C">
      <w:numFmt w:val="bullet"/>
      <w:lvlText w:val="•"/>
      <w:lvlJc w:val="left"/>
      <w:pPr>
        <w:ind w:left="2929" w:hanging="336"/>
      </w:pPr>
      <w:rPr>
        <w:rFonts w:hint="default"/>
      </w:rPr>
    </w:lvl>
    <w:lvl w:ilvl="3" w:tplc="2FEA8A7A">
      <w:numFmt w:val="bullet"/>
      <w:lvlText w:val="•"/>
      <w:lvlJc w:val="left"/>
      <w:pPr>
        <w:ind w:left="3873" w:hanging="336"/>
      </w:pPr>
      <w:rPr>
        <w:rFonts w:hint="default"/>
      </w:rPr>
    </w:lvl>
    <w:lvl w:ilvl="4" w:tplc="06D8D956">
      <w:numFmt w:val="bullet"/>
      <w:lvlText w:val="•"/>
      <w:lvlJc w:val="left"/>
      <w:pPr>
        <w:ind w:left="4818" w:hanging="336"/>
      </w:pPr>
      <w:rPr>
        <w:rFonts w:hint="default"/>
      </w:rPr>
    </w:lvl>
    <w:lvl w:ilvl="5" w:tplc="3F0E61E4">
      <w:numFmt w:val="bullet"/>
      <w:lvlText w:val="•"/>
      <w:lvlJc w:val="left"/>
      <w:pPr>
        <w:ind w:left="5763" w:hanging="336"/>
      </w:pPr>
      <w:rPr>
        <w:rFonts w:hint="default"/>
      </w:rPr>
    </w:lvl>
    <w:lvl w:ilvl="6" w:tplc="D9F2B574">
      <w:numFmt w:val="bullet"/>
      <w:lvlText w:val="•"/>
      <w:lvlJc w:val="left"/>
      <w:pPr>
        <w:ind w:left="6707" w:hanging="336"/>
      </w:pPr>
      <w:rPr>
        <w:rFonts w:hint="default"/>
      </w:rPr>
    </w:lvl>
    <w:lvl w:ilvl="7" w:tplc="997C9358">
      <w:numFmt w:val="bullet"/>
      <w:lvlText w:val="•"/>
      <w:lvlJc w:val="left"/>
      <w:pPr>
        <w:ind w:left="7652" w:hanging="336"/>
      </w:pPr>
      <w:rPr>
        <w:rFonts w:hint="default"/>
      </w:rPr>
    </w:lvl>
    <w:lvl w:ilvl="8" w:tplc="0E680DAC">
      <w:numFmt w:val="bullet"/>
      <w:lvlText w:val="•"/>
      <w:lvlJc w:val="left"/>
      <w:pPr>
        <w:ind w:left="8597" w:hanging="336"/>
      </w:pPr>
      <w:rPr>
        <w:rFonts w:hint="default"/>
      </w:rPr>
    </w:lvl>
  </w:abstractNum>
  <w:abstractNum w:abstractNumId="5">
    <w:nsid w:val="4A5321AF"/>
    <w:multiLevelType w:val="hybridMultilevel"/>
    <w:tmpl w:val="A76C5B20"/>
    <w:lvl w:ilvl="0" w:tplc="57446748">
      <w:start w:val="1"/>
      <w:numFmt w:val="decimal"/>
      <w:lvlText w:val="%1."/>
      <w:lvlJc w:val="left"/>
      <w:pPr>
        <w:ind w:left="16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722D952">
      <w:start w:val="2"/>
      <w:numFmt w:val="decimal"/>
      <w:lvlText w:val="%2."/>
      <w:lvlJc w:val="left"/>
      <w:pPr>
        <w:ind w:left="17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DE1A122E">
      <w:start w:val="1"/>
      <w:numFmt w:val="upperRoman"/>
      <w:lvlText w:val="%3."/>
      <w:lvlJc w:val="left"/>
      <w:pPr>
        <w:ind w:left="3597" w:hanging="33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3" w:tplc="D62CFF8A">
      <w:numFmt w:val="bullet"/>
      <w:lvlText w:val="•"/>
      <w:lvlJc w:val="left"/>
      <w:pPr>
        <w:ind w:left="4505" w:hanging="337"/>
      </w:pPr>
      <w:rPr>
        <w:rFonts w:hint="default"/>
      </w:rPr>
    </w:lvl>
    <w:lvl w:ilvl="4" w:tplc="07E88BE8">
      <w:numFmt w:val="bullet"/>
      <w:lvlText w:val="•"/>
      <w:lvlJc w:val="left"/>
      <w:pPr>
        <w:ind w:left="5411" w:hanging="337"/>
      </w:pPr>
      <w:rPr>
        <w:rFonts w:hint="default"/>
      </w:rPr>
    </w:lvl>
    <w:lvl w:ilvl="5" w:tplc="DEE81CE2">
      <w:numFmt w:val="bullet"/>
      <w:lvlText w:val="•"/>
      <w:lvlJc w:val="left"/>
      <w:pPr>
        <w:ind w:left="6317" w:hanging="337"/>
      </w:pPr>
      <w:rPr>
        <w:rFonts w:hint="default"/>
      </w:rPr>
    </w:lvl>
    <w:lvl w:ilvl="6" w:tplc="7060AE16">
      <w:numFmt w:val="bullet"/>
      <w:lvlText w:val="•"/>
      <w:lvlJc w:val="left"/>
      <w:pPr>
        <w:ind w:left="7223" w:hanging="337"/>
      </w:pPr>
      <w:rPr>
        <w:rFonts w:hint="default"/>
      </w:rPr>
    </w:lvl>
    <w:lvl w:ilvl="7" w:tplc="32EE28BA">
      <w:numFmt w:val="bullet"/>
      <w:lvlText w:val="•"/>
      <w:lvlJc w:val="left"/>
      <w:pPr>
        <w:ind w:left="8129" w:hanging="337"/>
      </w:pPr>
      <w:rPr>
        <w:rFonts w:hint="default"/>
      </w:rPr>
    </w:lvl>
    <w:lvl w:ilvl="8" w:tplc="CC743054">
      <w:numFmt w:val="bullet"/>
      <w:lvlText w:val="•"/>
      <w:lvlJc w:val="left"/>
      <w:pPr>
        <w:ind w:left="9034" w:hanging="337"/>
      </w:pPr>
      <w:rPr>
        <w:rFonts w:hint="default"/>
      </w:rPr>
    </w:lvl>
  </w:abstractNum>
  <w:abstractNum w:abstractNumId="6">
    <w:nsid w:val="5FBD0FD7"/>
    <w:multiLevelType w:val="multilevel"/>
    <w:tmpl w:val="7F821CAC"/>
    <w:lvl w:ilvl="0">
      <w:start w:val="7"/>
      <w:numFmt w:val="decimal"/>
      <w:lvlText w:val="%1"/>
      <w:lvlJc w:val="left"/>
      <w:pPr>
        <w:ind w:left="672" w:hanging="9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2" w:hanging="92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641" w:hanging="927"/>
      </w:pPr>
      <w:rPr>
        <w:rFonts w:hint="default"/>
      </w:rPr>
    </w:lvl>
    <w:lvl w:ilvl="3">
      <w:numFmt w:val="bullet"/>
      <w:lvlText w:val="•"/>
      <w:lvlJc w:val="left"/>
      <w:pPr>
        <w:ind w:left="3621" w:hanging="927"/>
      </w:pPr>
      <w:rPr>
        <w:rFonts w:hint="default"/>
      </w:rPr>
    </w:lvl>
    <w:lvl w:ilvl="4">
      <w:numFmt w:val="bullet"/>
      <w:lvlText w:val="•"/>
      <w:lvlJc w:val="left"/>
      <w:pPr>
        <w:ind w:left="4602" w:hanging="927"/>
      </w:pPr>
      <w:rPr>
        <w:rFonts w:hint="default"/>
      </w:rPr>
    </w:lvl>
    <w:lvl w:ilvl="5">
      <w:numFmt w:val="bullet"/>
      <w:lvlText w:val="•"/>
      <w:lvlJc w:val="left"/>
      <w:pPr>
        <w:ind w:left="5583" w:hanging="927"/>
      </w:pPr>
      <w:rPr>
        <w:rFonts w:hint="default"/>
      </w:rPr>
    </w:lvl>
    <w:lvl w:ilvl="6">
      <w:numFmt w:val="bullet"/>
      <w:lvlText w:val="•"/>
      <w:lvlJc w:val="left"/>
      <w:pPr>
        <w:ind w:left="6563" w:hanging="927"/>
      </w:pPr>
      <w:rPr>
        <w:rFonts w:hint="default"/>
      </w:rPr>
    </w:lvl>
    <w:lvl w:ilvl="7">
      <w:numFmt w:val="bullet"/>
      <w:lvlText w:val="•"/>
      <w:lvlJc w:val="left"/>
      <w:pPr>
        <w:ind w:left="7544" w:hanging="927"/>
      </w:pPr>
      <w:rPr>
        <w:rFonts w:hint="default"/>
      </w:rPr>
    </w:lvl>
    <w:lvl w:ilvl="8">
      <w:numFmt w:val="bullet"/>
      <w:lvlText w:val="•"/>
      <w:lvlJc w:val="left"/>
      <w:pPr>
        <w:ind w:left="8525" w:hanging="927"/>
      </w:pPr>
      <w:rPr>
        <w:rFonts w:hint="default"/>
      </w:rPr>
    </w:lvl>
  </w:abstractNum>
  <w:abstractNum w:abstractNumId="7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1855B04"/>
    <w:multiLevelType w:val="hybridMultilevel"/>
    <w:tmpl w:val="93B406E8"/>
    <w:lvl w:ilvl="0" w:tplc="55AE5A0C">
      <w:start w:val="1"/>
      <w:numFmt w:val="decimal"/>
      <w:lvlText w:val="%1)"/>
      <w:lvlJc w:val="left"/>
      <w:pPr>
        <w:ind w:left="1033" w:hanging="70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506B42">
      <w:numFmt w:val="bullet"/>
      <w:lvlText w:val="•"/>
      <w:lvlJc w:val="left"/>
      <w:pPr>
        <w:ind w:left="1984" w:hanging="703"/>
      </w:pPr>
      <w:rPr>
        <w:rFonts w:hint="default"/>
      </w:rPr>
    </w:lvl>
    <w:lvl w:ilvl="2" w:tplc="1A8CB934">
      <w:numFmt w:val="bullet"/>
      <w:lvlText w:val="•"/>
      <w:lvlJc w:val="left"/>
      <w:pPr>
        <w:ind w:left="2929" w:hanging="703"/>
      </w:pPr>
      <w:rPr>
        <w:rFonts w:hint="default"/>
      </w:rPr>
    </w:lvl>
    <w:lvl w:ilvl="3" w:tplc="7EC243AE">
      <w:numFmt w:val="bullet"/>
      <w:lvlText w:val="•"/>
      <w:lvlJc w:val="left"/>
      <w:pPr>
        <w:ind w:left="3873" w:hanging="703"/>
      </w:pPr>
      <w:rPr>
        <w:rFonts w:hint="default"/>
      </w:rPr>
    </w:lvl>
    <w:lvl w:ilvl="4" w:tplc="000C1530">
      <w:numFmt w:val="bullet"/>
      <w:lvlText w:val="•"/>
      <w:lvlJc w:val="left"/>
      <w:pPr>
        <w:ind w:left="4818" w:hanging="703"/>
      </w:pPr>
      <w:rPr>
        <w:rFonts w:hint="default"/>
      </w:rPr>
    </w:lvl>
    <w:lvl w:ilvl="5" w:tplc="23003496">
      <w:numFmt w:val="bullet"/>
      <w:lvlText w:val="•"/>
      <w:lvlJc w:val="left"/>
      <w:pPr>
        <w:ind w:left="5763" w:hanging="703"/>
      </w:pPr>
      <w:rPr>
        <w:rFonts w:hint="default"/>
      </w:rPr>
    </w:lvl>
    <w:lvl w:ilvl="6" w:tplc="B05C3A4E">
      <w:numFmt w:val="bullet"/>
      <w:lvlText w:val="•"/>
      <w:lvlJc w:val="left"/>
      <w:pPr>
        <w:ind w:left="6707" w:hanging="703"/>
      </w:pPr>
      <w:rPr>
        <w:rFonts w:hint="default"/>
      </w:rPr>
    </w:lvl>
    <w:lvl w:ilvl="7" w:tplc="38A68442">
      <w:numFmt w:val="bullet"/>
      <w:lvlText w:val="•"/>
      <w:lvlJc w:val="left"/>
      <w:pPr>
        <w:ind w:left="7652" w:hanging="703"/>
      </w:pPr>
      <w:rPr>
        <w:rFonts w:hint="default"/>
      </w:rPr>
    </w:lvl>
    <w:lvl w:ilvl="8" w:tplc="5DEA6CC6">
      <w:numFmt w:val="bullet"/>
      <w:lvlText w:val="•"/>
      <w:lvlJc w:val="left"/>
      <w:pPr>
        <w:ind w:left="8597" w:hanging="703"/>
      </w:pPr>
      <w:rPr>
        <w:rFonts w:hint="default"/>
      </w:rPr>
    </w:lvl>
  </w:abstractNum>
  <w:abstractNum w:abstractNumId="9">
    <w:nsid w:val="75087C8E"/>
    <w:multiLevelType w:val="multilevel"/>
    <w:tmpl w:val="910E3846"/>
    <w:lvl w:ilvl="0">
      <w:start w:val="1"/>
      <w:numFmt w:val="decimal"/>
      <w:lvlText w:val="%1."/>
      <w:lvlJc w:val="left"/>
      <w:pPr>
        <w:ind w:left="2091" w:hanging="85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72" w:hanging="8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100" w:hanging="860"/>
      </w:pPr>
      <w:rPr>
        <w:rFonts w:hint="default"/>
      </w:rPr>
    </w:lvl>
    <w:lvl w:ilvl="3">
      <w:numFmt w:val="bullet"/>
      <w:lvlText w:val="•"/>
      <w:lvlJc w:val="left"/>
      <w:pPr>
        <w:ind w:left="3148" w:hanging="860"/>
      </w:pPr>
      <w:rPr>
        <w:rFonts w:hint="default"/>
      </w:rPr>
    </w:lvl>
    <w:lvl w:ilvl="4">
      <w:numFmt w:val="bullet"/>
      <w:lvlText w:val="•"/>
      <w:lvlJc w:val="left"/>
      <w:pPr>
        <w:ind w:left="4196" w:hanging="860"/>
      </w:pPr>
      <w:rPr>
        <w:rFonts w:hint="default"/>
      </w:rPr>
    </w:lvl>
    <w:lvl w:ilvl="5">
      <w:numFmt w:val="bullet"/>
      <w:lvlText w:val="•"/>
      <w:lvlJc w:val="left"/>
      <w:pPr>
        <w:ind w:left="5244" w:hanging="860"/>
      </w:pPr>
      <w:rPr>
        <w:rFonts w:hint="default"/>
      </w:rPr>
    </w:lvl>
    <w:lvl w:ilvl="6">
      <w:numFmt w:val="bullet"/>
      <w:lvlText w:val="•"/>
      <w:lvlJc w:val="left"/>
      <w:pPr>
        <w:ind w:left="6293" w:hanging="860"/>
      </w:pPr>
      <w:rPr>
        <w:rFonts w:hint="default"/>
      </w:rPr>
    </w:lvl>
    <w:lvl w:ilvl="7">
      <w:numFmt w:val="bullet"/>
      <w:lvlText w:val="•"/>
      <w:lvlJc w:val="left"/>
      <w:pPr>
        <w:ind w:left="7341" w:hanging="860"/>
      </w:pPr>
      <w:rPr>
        <w:rFonts w:hint="default"/>
      </w:rPr>
    </w:lvl>
    <w:lvl w:ilvl="8">
      <w:numFmt w:val="bullet"/>
      <w:lvlText w:val="•"/>
      <w:lvlJc w:val="left"/>
      <w:pPr>
        <w:ind w:left="8389" w:hanging="860"/>
      </w:pPr>
      <w:rPr>
        <w:rFonts w:hint="default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0A4"/>
    <w:rsid w:val="00057604"/>
    <w:rsid w:val="000611E7"/>
    <w:rsid w:val="00076B0A"/>
    <w:rsid w:val="00090BB1"/>
    <w:rsid w:val="00090D02"/>
    <w:rsid w:val="000B0255"/>
    <w:rsid w:val="00157821"/>
    <w:rsid w:val="00211FD2"/>
    <w:rsid w:val="002B4473"/>
    <w:rsid w:val="002C250C"/>
    <w:rsid w:val="003000C9"/>
    <w:rsid w:val="00322D29"/>
    <w:rsid w:val="00324791"/>
    <w:rsid w:val="003309E9"/>
    <w:rsid w:val="00382BEE"/>
    <w:rsid w:val="003853D4"/>
    <w:rsid w:val="003A3AC7"/>
    <w:rsid w:val="004925DF"/>
    <w:rsid w:val="004B506A"/>
    <w:rsid w:val="005404DF"/>
    <w:rsid w:val="0065406B"/>
    <w:rsid w:val="006620A4"/>
    <w:rsid w:val="006F4ABB"/>
    <w:rsid w:val="0070184C"/>
    <w:rsid w:val="0071044F"/>
    <w:rsid w:val="00722ADC"/>
    <w:rsid w:val="0073130A"/>
    <w:rsid w:val="007F6DF5"/>
    <w:rsid w:val="00812045"/>
    <w:rsid w:val="0082529E"/>
    <w:rsid w:val="00832C64"/>
    <w:rsid w:val="008A133B"/>
    <w:rsid w:val="008F3760"/>
    <w:rsid w:val="009064F0"/>
    <w:rsid w:val="00927A7F"/>
    <w:rsid w:val="009302CE"/>
    <w:rsid w:val="00955E8E"/>
    <w:rsid w:val="009C6D9E"/>
    <w:rsid w:val="00A07237"/>
    <w:rsid w:val="00A74012"/>
    <w:rsid w:val="00AC6891"/>
    <w:rsid w:val="00AE7B50"/>
    <w:rsid w:val="00B07B53"/>
    <w:rsid w:val="00B22D79"/>
    <w:rsid w:val="00B85AC6"/>
    <w:rsid w:val="00BF3F51"/>
    <w:rsid w:val="00C125D0"/>
    <w:rsid w:val="00C97DFF"/>
    <w:rsid w:val="00CB421B"/>
    <w:rsid w:val="00CD63F9"/>
    <w:rsid w:val="00CD7777"/>
    <w:rsid w:val="00D5281A"/>
    <w:rsid w:val="00D60534"/>
    <w:rsid w:val="00D95F28"/>
    <w:rsid w:val="00DA71F1"/>
    <w:rsid w:val="00DC0BE5"/>
    <w:rsid w:val="00E47ACB"/>
    <w:rsid w:val="00E86ECA"/>
    <w:rsid w:val="00EC7CA9"/>
    <w:rsid w:val="00EF72F7"/>
    <w:rsid w:val="00F36F93"/>
    <w:rsid w:val="00F4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A4"/>
    <w:rPr>
      <w:rFonts w:ascii="Times New Roman" w:eastAsia="Times New Roman" w:hAnsi="Times New Roman"/>
      <w:sz w:val="24"/>
      <w:szCs w:val="24"/>
      <w:u w:color="00000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E7B50"/>
    <w:pPr>
      <w:keepNext/>
      <w:suppressAutoHyphens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7B50"/>
    <w:rPr>
      <w:rFonts w:ascii="Arial" w:hAnsi="Arial" w:cs="Arial"/>
      <w:b/>
      <w:bCs/>
      <w:kern w:val="32"/>
      <w:sz w:val="32"/>
      <w:szCs w:val="32"/>
      <w:u w:color="000000"/>
      <w:lang w:val="ru-RU" w:eastAsia="ar-SA" w:bidi="ar-SA"/>
    </w:rPr>
  </w:style>
  <w:style w:type="character" w:customStyle="1" w:styleId="FontStyle21">
    <w:name w:val="Font Style21"/>
    <w:uiPriority w:val="99"/>
    <w:rsid w:val="00AC6891"/>
    <w:rPr>
      <w:rFonts w:ascii="Franklin Gothic Medium" w:hAnsi="Franklin Gothic Medium"/>
      <w:b/>
      <w:sz w:val="26"/>
    </w:rPr>
  </w:style>
  <w:style w:type="character" w:customStyle="1" w:styleId="a">
    <w:name w:val="Основной Знак"/>
    <w:link w:val="a0"/>
    <w:uiPriority w:val="99"/>
    <w:locked/>
    <w:rsid w:val="00157821"/>
    <w:rPr>
      <w:rFonts w:ascii="NewtonCSanPin" w:hAnsi="NewtonCSanPin"/>
      <w:color w:val="000000"/>
      <w:sz w:val="21"/>
    </w:rPr>
  </w:style>
  <w:style w:type="paragraph" w:customStyle="1" w:styleId="a0">
    <w:name w:val="Основной"/>
    <w:basedOn w:val="Normal"/>
    <w:link w:val="a"/>
    <w:uiPriority w:val="99"/>
    <w:rsid w:val="00157821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">
    <w:name w:val="Заг 4"/>
    <w:basedOn w:val="Normal"/>
    <w:uiPriority w:val="99"/>
    <w:rsid w:val="00157821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1">
    <w:name w:val="Курсив"/>
    <w:basedOn w:val="a0"/>
    <w:uiPriority w:val="99"/>
    <w:rsid w:val="00157821"/>
    <w:rPr>
      <w:i/>
      <w:iCs/>
    </w:rPr>
  </w:style>
  <w:style w:type="paragraph" w:customStyle="1" w:styleId="21">
    <w:name w:val="Средняя сетка 21"/>
    <w:basedOn w:val="Normal"/>
    <w:uiPriority w:val="99"/>
    <w:rsid w:val="00157821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6F4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4ABB"/>
    <w:rPr>
      <w:rFonts w:ascii="Tahoma" w:hAnsi="Tahoma" w:cs="Tahoma"/>
      <w:sz w:val="16"/>
      <w:szCs w:val="16"/>
      <w:u w:color="000000"/>
      <w:lang w:eastAsia="ru-RU"/>
    </w:rPr>
  </w:style>
  <w:style w:type="character" w:customStyle="1" w:styleId="Zag11">
    <w:name w:val="Zag_11"/>
    <w:uiPriority w:val="99"/>
    <w:rsid w:val="00927A7F"/>
    <w:rPr>
      <w:color w:val="000000"/>
      <w:w w:val="100"/>
    </w:rPr>
  </w:style>
  <w:style w:type="paragraph" w:customStyle="1" w:styleId="Zag3">
    <w:name w:val="Zag_3"/>
    <w:basedOn w:val="Normal"/>
    <w:uiPriority w:val="99"/>
    <w:rsid w:val="00927A7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Calibri"/>
      <w:i/>
      <w:iCs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65406B"/>
    <w:pPr>
      <w:spacing w:after="120" w:line="276" w:lineRule="auto"/>
    </w:pPr>
    <w:rPr>
      <w:rFonts w:ascii="Calibri" w:hAnsi="Calibri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5406B"/>
    <w:rPr>
      <w:rFonts w:eastAsia="Times New Roman" w:cs="Times New Roman"/>
      <w:sz w:val="20"/>
      <w:szCs w:val="20"/>
      <w:u w:color="000000"/>
    </w:rPr>
  </w:style>
  <w:style w:type="paragraph" w:styleId="ListParagraph">
    <w:name w:val="List Paragraph"/>
    <w:basedOn w:val="Normal"/>
    <w:link w:val="ListParagraphChar"/>
    <w:uiPriority w:val="99"/>
    <w:qFormat/>
    <w:rsid w:val="0065406B"/>
    <w:pPr>
      <w:widowControl w:val="0"/>
      <w:autoSpaceDE w:val="0"/>
      <w:autoSpaceDN w:val="0"/>
      <w:ind w:left="652" w:firstLine="566"/>
      <w:jc w:val="both"/>
    </w:pPr>
    <w:rPr>
      <w:rFonts w:eastAsia="Calibri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65406B"/>
    <w:rPr>
      <w:rFonts w:ascii="Times New Roman" w:hAnsi="Times New Roman"/>
      <w:u w:color="000000"/>
      <w:lang w:eastAsia="en-US"/>
    </w:rPr>
  </w:style>
  <w:style w:type="paragraph" w:customStyle="1" w:styleId="TableParagraph">
    <w:name w:val="Table Paragraph"/>
    <w:basedOn w:val="Normal"/>
    <w:uiPriority w:val="99"/>
    <w:rsid w:val="0065406B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090D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0D02"/>
    <w:rPr>
      <w:rFonts w:ascii="Times New Roman" w:hAnsi="Times New Roman" w:cs="Times New Roman"/>
      <w:sz w:val="24"/>
      <w:szCs w:val="24"/>
      <w:u w:color="000000"/>
    </w:rPr>
  </w:style>
  <w:style w:type="paragraph" w:styleId="Footer">
    <w:name w:val="footer"/>
    <w:basedOn w:val="Normal"/>
    <w:link w:val="FooterChar"/>
    <w:uiPriority w:val="99"/>
    <w:rsid w:val="00090D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90D02"/>
    <w:rPr>
      <w:rFonts w:ascii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1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11</Pages>
  <Words>4575</Words>
  <Characters>26079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user</cp:lastModifiedBy>
  <cp:revision>32</cp:revision>
  <cp:lastPrinted>2019-12-19T10:13:00Z</cp:lastPrinted>
  <dcterms:created xsi:type="dcterms:W3CDTF">2019-12-18T14:54:00Z</dcterms:created>
  <dcterms:modified xsi:type="dcterms:W3CDTF">2022-03-23T11:23:00Z</dcterms:modified>
</cp:coreProperties>
</file>