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993" w:rsidRDefault="00FD7993" w:rsidP="004E64C5">
      <w:pPr>
        <w:autoSpaceDN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Аннотация к рабочей программе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eastAsia="ru-RU"/>
        </w:rPr>
        <w:t xml:space="preserve"> «Изобразительное искусство»</w:t>
      </w:r>
    </w:p>
    <w:p w:rsidR="00FD7993" w:rsidRPr="004E64C5" w:rsidRDefault="00FD7993" w:rsidP="004E64C5">
      <w:pPr>
        <w:autoSpaceDN w:val="0"/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для 5-8 классов.</w:t>
      </w:r>
    </w:p>
    <w:p w:rsidR="00FD7993" w:rsidRPr="004E64C5" w:rsidRDefault="00FD7993" w:rsidP="004E64C5">
      <w:pPr>
        <w:shd w:val="clear" w:color="auto" w:fill="FFFFFF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>Рабочая  программа по предмету  изоб</w:t>
      </w:r>
      <w:r>
        <w:rPr>
          <w:rFonts w:ascii="Times New Roman" w:hAnsi="Times New Roman"/>
          <w:sz w:val="28"/>
          <w:szCs w:val="28"/>
          <w:lang w:eastAsia="ru-RU"/>
        </w:rPr>
        <w:t>разительное  искусство для 5 - 8</w:t>
      </w:r>
      <w:r w:rsidRPr="004E64C5">
        <w:rPr>
          <w:rFonts w:ascii="Times New Roman" w:hAnsi="Times New Roman"/>
          <w:sz w:val="28"/>
          <w:szCs w:val="28"/>
          <w:lang w:eastAsia="ru-RU"/>
        </w:rPr>
        <w:t xml:space="preserve"> классов  составлена  на основе:</w:t>
      </w:r>
    </w:p>
    <w:p w:rsidR="00FD7993" w:rsidRPr="004E64C5" w:rsidRDefault="00FD7993" w:rsidP="004E64C5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>- федерального компонента государственного стандарта основного общего образования;</w:t>
      </w:r>
    </w:p>
    <w:p w:rsidR="00FD7993" w:rsidRPr="004E64C5" w:rsidRDefault="00FD7993" w:rsidP="004E64C5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>- программы общеобразовательных учреждений «Изобразительное</w:t>
      </w:r>
      <w:r>
        <w:rPr>
          <w:rFonts w:ascii="Times New Roman" w:hAnsi="Times New Roman"/>
          <w:sz w:val="28"/>
          <w:szCs w:val="28"/>
          <w:lang w:eastAsia="ru-RU"/>
        </w:rPr>
        <w:t xml:space="preserve"> искусство</w:t>
      </w:r>
      <w:r w:rsidRPr="004E64C5">
        <w:rPr>
          <w:rFonts w:ascii="Times New Roman" w:hAnsi="Times New Roman"/>
          <w:sz w:val="28"/>
          <w:szCs w:val="28"/>
          <w:lang w:eastAsia="ru-RU"/>
        </w:rPr>
        <w:t>» под</w:t>
      </w:r>
      <w:r>
        <w:rPr>
          <w:rFonts w:ascii="Times New Roman" w:hAnsi="Times New Roman"/>
          <w:sz w:val="28"/>
          <w:szCs w:val="28"/>
          <w:lang w:eastAsia="ru-RU"/>
        </w:rPr>
        <w:t xml:space="preserve"> руководством Б.М. Неменского. 5-8</w:t>
      </w:r>
      <w:r w:rsidRPr="004E64C5">
        <w:rPr>
          <w:rFonts w:ascii="Times New Roman" w:hAnsi="Times New Roman"/>
          <w:sz w:val="28"/>
          <w:szCs w:val="28"/>
          <w:lang w:eastAsia="ru-RU"/>
        </w:rPr>
        <w:t xml:space="preserve"> классы, 4-</w:t>
      </w:r>
      <w:r>
        <w:rPr>
          <w:rFonts w:ascii="Times New Roman" w:hAnsi="Times New Roman"/>
          <w:sz w:val="28"/>
          <w:szCs w:val="28"/>
          <w:lang w:eastAsia="ru-RU"/>
        </w:rPr>
        <w:t>е издание, М.: Просвещение, 2015</w:t>
      </w:r>
      <w:r w:rsidRPr="004E64C5">
        <w:rPr>
          <w:rFonts w:ascii="Times New Roman" w:hAnsi="Times New Roman"/>
          <w:sz w:val="28"/>
          <w:szCs w:val="28"/>
          <w:lang w:eastAsia="ru-RU"/>
        </w:rPr>
        <w:t>;</w:t>
      </w:r>
    </w:p>
    <w:p w:rsidR="00FD7993" w:rsidRPr="004E64C5" w:rsidRDefault="00FD7993" w:rsidP="004E64C5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>- инструктивно-методического письма департамента образования, культуры и молодёжной политики Белгородской области, Бел</w:t>
      </w:r>
      <w:r>
        <w:rPr>
          <w:rFonts w:ascii="Times New Roman" w:hAnsi="Times New Roman"/>
          <w:sz w:val="28"/>
          <w:szCs w:val="28"/>
          <w:lang w:eastAsia="ru-RU"/>
        </w:rPr>
        <w:t>ИРО</w:t>
      </w:r>
      <w:r w:rsidRPr="004E64C5">
        <w:rPr>
          <w:rFonts w:ascii="Times New Roman" w:hAnsi="Times New Roman"/>
          <w:sz w:val="28"/>
          <w:szCs w:val="28"/>
          <w:lang w:eastAsia="ru-RU"/>
        </w:rPr>
        <w:t xml:space="preserve"> «О преподавании учебного предмета «Изобразительное искусство»  в общеобразовательных учреждениях Белгородской области». </w:t>
      </w:r>
    </w:p>
    <w:p w:rsidR="00FD7993" w:rsidRPr="004E64C5" w:rsidRDefault="00FD7993" w:rsidP="004E64C5">
      <w:pPr>
        <w:widowControl w:val="0"/>
        <w:shd w:val="clear" w:color="auto" w:fill="FFFFFF"/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 xml:space="preserve">         В рабочую программу внесены изменения в связи с тем, что в </w:t>
      </w:r>
      <w:r>
        <w:rPr>
          <w:rFonts w:ascii="Times New Roman" w:hAnsi="Times New Roman"/>
          <w:sz w:val="28"/>
          <w:szCs w:val="28"/>
          <w:lang w:eastAsia="ru-RU"/>
        </w:rPr>
        <w:t xml:space="preserve">авторской </w:t>
      </w:r>
      <w:r w:rsidRPr="004E64C5">
        <w:rPr>
          <w:rFonts w:ascii="Times New Roman" w:hAnsi="Times New Roman"/>
          <w:sz w:val="28"/>
          <w:szCs w:val="28"/>
          <w:lang w:eastAsia="ru-RU"/>
        </w:rPr>
        <w:t xml:space="preserve">образовательной программе под редакцией Б.М.Неменского определено 35 часов в год в 5 классе, 35 часов в </w:t>
      </w:r>
      <w:r>
        <w:rPr>
          <w:rFonts w:ascii="Times New Roman" w:hAnsi="Times New Roman"/>
          <w:sz w:val="28"/>
          <w:szCs w:val="28"/>
          <w:lang w:eastAsia="ru-RU"/>
        </w:rPr>
        <w:t>6 классе, 35 часов в 7 классе, 35 часов в 8 классе (всего 140</w:t>
      </w:r>
      <w:r w:rsidRPr="004E64C5">
        <w:rPr>
          <w:rFonts w:ascii="Times New Roman" w:hAnsi="Times New Roman"/>
          <w:sz w:val="28"/>
          <w:szCs w:val="28"/>
          <w:lang w:eastAsia="ru-RU"/>
        </w:rPr>
        <w:t xml:space="preserve"> учебных часов за курс основной школы).</w:t>
      </w:r>
    </w:p>
    <w:p w:rsidR="00FD7993" w:rsidRPr="004E64C5" w:rsidRDefault="00FD7993" w:rsidP="004E64C5">
      <w:pPr>
        <w:widowControl w:val="0"/>
        <w:shd w:val="clear" w:color="auto" w:fill="FFFFFF"/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>Согласно уставу и учебному плану школы изучение предмета  «Из</w:t>
      </w:r>
      <w:r>
        <w:rPr>
          <w:rFonts w:ascii="Times New Roman" w:hAnsi="Times New Roman"/>
          <w:sz w:val="28"/>
          <w:szCs w:val="28"/>
          <w:lang w:eastAsia="ru-RU"/>
        </w:rPr>
        <w:t>образительное искусство» в 5 – 8</w:t>
      </w:r>
      <w:r w:rsidRPr="004E64C5">
        <w:rPr>
          <w:rFonts w:ascii="Times New Roman" w:hAnsi="Times New Roman"/>
          <w:sz w:val="28"/>
          <w:szCs w:val="28"/>
          <w:lang w:eastAsia="ru-RU"/>
        </w:rPr>
        <w:t xml:space="preserve"> классах осуществляется в объёме 1 час в неделю при 34 учебных неделях в год: в 5 классе – 34 часа; в 6 классе </w:t>
      </w:r>
      <w:r>
        <w:rPr>
          <w:rFonts w:ascii="Times New Roman" w:hAnsi="Times New Roman"/>
          <w:sz w:val="28"/>
          <w:szCs w:val="28"/>
          <w:lang w:eastAsia="ru-RU"/>
        </w:rPr>
        <w:t>– 34 часа, в 7 классе – 34 часа, в 8 классе – 34 часа( всего – 136 часов за четыре</w:t>
      </w:r>
      <w:r w:rsidRPr="004E64C5">
        <w:rPr>
          <w:rFonts w:ascii="Times New Roman" w:hAnsi="Times New Roman"/>
          <w:sz w:val="28"/>
          <w:szCs w:val="28"/>
          <w:lang w:eastAsia="ru-RU"/>
        </w:rPr>
        <w:t xml:space="preserve"> года обучения).</w:t>
      </w:r>
    </w:p>
    <w:p w:rsidR="00FD7993" w:rsidRPr="004E64C5" w:rsidRDefault="00FD7993" w:rsidP="004E64C5">
      <w:pPr>
        <w:widowControl w:val="0"/>
        <w:shd w:val="clear" w:color="auto" w:fill="FFFFFF"/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>Поэтому количество часов в каждом классе сокращено на 1 час, за счёт уп</w:t>
      </w:r>
      <w:r>
        <w:rPr>
          <w:rFonts w:ascii="Times New Roman" w:hAnsi="Times New Roman"/>
          <w:sz w:val="28"/>
          <w:szCs w:val="28"/>
          <w:lang w:eastAsia="ru-RU"/>
        </w:rPr>
        <w:t>лотнения материала.</w:t>
      </w:r>
    </w:p>
    <w:p w:rsidR="00FD7993" w:rsidRPr="004E64C5" w:rsidRDefault="00FD7993" w:rsidP="004E64C5">
      <w:pPr>
        <w:autoSpaceDN w:val="0"/>
        <w:spacing w:after="0" w:line="240" w:lineRule="auto"/>
        <w:ind w:firstLine="55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 xml:space="preserve"> «Изобразительное</w:t>
      </w:r>
      <w:r>
        <w:rPr>
          <w:rFonts w:ascii="Times New Roman" w:hAnsi="Times New Roman"/>
          <w:sz w:val="28"/>
          <w:szCs w:val="28"/>
          <w:lang w:eastAsia="ru-RU"/>
        </w:rPr>
        <w:t xml:space="preserve"> искусство</w:t>
      </w:r>
      <w:r w:rsidRPr="004E64C5">
        <w:rPr>
          <w:rFonts w:ascii="Times New Roman" w:hAnsi="Times New Roman"/>
          <w:sz w:val="28"/>
          <w:szCs w:val="28"/>
          <w:lang w:eastAsia="ru-RU"/>
        </w:rPr>
        <w:t xml:space="preserve">» является целостным интегрированным курсом, который включает в себя все основные виды искусства, </w:t>
      </w:r>
      <w:r w:rsidRPr="004E64C5">
        <w:rPr>
          <w:rFonts w:ascii="Times New Roman" w:hAnsi="Times New Roman"/>
          <w:i/>
          <w:sz w:val="28"/>
          <w:szCs w:val="28"/>
          <w:lang w:eastAsia="ru-RU"/>
        </w:rPr>
        <w:t>живопись, графику, скульптуру, архитектуру и дизайн, народное и декоративно-прикладное искусства, зрелищные и экранные искусства.</w:t>
      </w:r>
      <w:r w:rsidRPr="004E64C5">
        <w:rPr>
          <w:rFonts w:ascii="Times New Roman" w:hAnsi="Times New Roman"/>
          <w:sz w:val="28"/>
          <w:szCs w:val="28"/>
          <w:lang w:eastAsia="ru-RU"/>
        </w:rPr>
        <w:t xml:space="preserve"> Они изучаются в контексте взаимодействия с другими искусствами, а также в контексте конкретных связей с жизнью общества и человека.</w:t>
      </w:r>
    </w:p>
    <w:p w:rsidR="00FD7993" w:rsidRDefault="00FD7993" w:rsidP="00277007">
      <w:pPr>
        <w:autoSpaceDN w:val="0"/>
        <w:spacing w:after="0" w:line="240" w:lineRule="auto"/>
        <w:ind w:firstLine="55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 xml:space="preserve">Систематизирующим методом является выделение трёх основных видов художественной деятельности для визуальных пространственных искусств: </w:t>
      </w:r>
      <w:r w:rsidRPr="00277007">
        <w:rPr>
          <w:rFonts w:ascii="Times New Roman" w:hAnsi="Times New Roman"/>
          <w:sz w:val="28"/>
          <w:szCs w:val="28"/>
          <w:lang w:eastAsia="ru-RU"/>
        </w:rPr>
        <w:t>конструктивного, изобразительного и декоративного.</w:t>
      </w:r>
    </w:p>
    <w:p w:rsidR="00FD7993" w:rsidRPr="00277007" w:rsidRDefault="00FD7993" w:rsidP="00277007">
      <w:pPr>
        <w:autoSpaceDN w:val="0"/>
        <w:spacing w:after="0" w:line="240" w:lineRule="auto"/>
        <w:ind w:firstLine="55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77007">
        <w:rPr>
          <w:rFonts w:ascii="Times New Roman" w:hAnsi="Times New Roman"/>
          <w:sz w:val="28"/>
          <w:szCs w:val="28"/>
          <w:lang w:eastAsia="ru-RU"/>
        </w:rPr>
        <w:t>Основные принципы программы:</w:t>
      </w:r>
    </w:p>
    <w:p w:rsidR="00FD7993" w:rsidRPr="004E64C5" w:rsidRDefault="00FD7993" w:rsidP="004E64C5">
      <w:pPr>
        <w:autoSpaceDN w:val="0"/>
        <w:spacing w:after="0" w:line="240" w:lineRule="auto"/>
        <w:ind w:firstLine="55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 xml:space="preserve">Программа разработана как целостная система введения в художественную культуру. </w:t>
      </w:r>
    </w:p>
    <w:p w:rsidR="00FD7993" w:rsidRPr="004E64C5" w:rsidRDefault="00FD7993" w:rsidP="004E64C5">
      <w:pPr>
        <w:autoSpaceDN w:val="0"/>
        <w:spacing w:after="0" w:line="240" w:lineRule="auto"/>
        <w:ind w:firstLine="55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>Принцип «от жизни через искусство к жизни».</w:t>
      </w:r>
    </w:p>
    <w:p w:rsidR="00FD7993" w:rsidRPr="004E64C5" w:rsidRDefault="00FD7993" w:rsidP="004E64C5">
      <w:pPr>
        <w:autoSpaceDN w:val="0"/>
        <w:spacing w:after="0" w:line="240" w:lineRule="auto"/>
        <w:ind w:firstLine="55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>Принцип целостности и неспешности освоения материала каждой темы.</w:t>
      </w:r>
    </w:p>
    <w:p w:rsidR="00FD7993" w:rsidRPr="004E64C5" w:rsidRDefault="00FD7993" w:rsidP="004E64C5">
      <w:pPr>
        <w:autoSpaceDN w:val="0"/>
        <w:spacing w:after="0" w:line="240" w:lineRule="auto"/>
        <w:ind w:firstLine="55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>Принцип единства восприятия и созидания.</w:t>
      </w:r>
    </w:p>
    <w:p w:rsidR="00FD7993" w:rsidRPr="004E64C5" w:rsidRDefault="00FD7993" w:rsidP="004E64C5">
      <w:pPr>
        <w:autoSpaceDN w:val="0"/>
        <w:spacing w:after="0" w:line="240" w:lineRule="auto"/>
        <w:ind w:firstLine="55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>Проживание как форма обучения и форма освоения художественного опыта, условие постижения искусства.</w:t>
      </w:r>
    </w:p>
    <w:p w:rsidR="00FD7993" w:rsidRPr="004E64C5" w:rsidRDefault="00FD7993" w:rsidP="004E64C5">
      <w:pPr>
        <w:autoSpaceDN w:val="0"/>
        <w:spacing w:after="0" w:line="240" w:lineRule="auto"/>
        <w:ind w:firstLine="55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>Развитие художественно–образного мышления, художественного  переживания ведёт к жестокому отказу от выполнения заданий по схемам, образцам, по заданному стереотипу.</w:t>
      </w:r>
    </w:p>
    <w:p w:rsidR="00FD7993" w:rsidRPr="004E64C5" w:rsidRDefault="00FD7993" w:rsidP="004E64C5">
      <w:pPr>
        <w:autoSpaceDN w:val="0"/>
        <w:spacing w:after="0" w:line="240" w:lineRule="auto"/>
        <w:ind w:firstLine="55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 xml:space="preserve">Рабочая программа в полной мере реализует </w:t>
      </w:r>
      <w:r w:rsidRPr="004E64C5">
        <w:rPr>
          <w:rFonts w:ascii="Times New Roman" w:hAnsi="Times New Roman"/>
          <w:i/>
          <w:sz w:val="28"/>
          <w:szCs w:val="28"/>
          <w:lang w:eastAsia="ru-RU"/>
        </w:rPr>
        <w:t>цель учебного предмета</w:t>
      </w:r>
      <w:r w:rsidRPr="004E64C5">
        <w:rPr>
          <w:rFonts w:ascii="Times New Roman" w:hAnsi="Times New Roman"/>
          <w:sz w:val="28"/>
          <w:szCs w:val="28"/>
          <w:lang w:eastAsia="ru-RU"/>
        </w:rPr>
        <w:t xml:space="preserve"> «Изобразительное искусство» в общеобразовательной школе – формирование художественной культуры учащихся как неотъемлемой культуры духовной, т.е. культуры  мироотношений, выработанной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ребёнка.</w:t>
      </w:r>
    </w:p>
    <w:p w:rsidR="00FD7993" w:rsidRPr="004E64C5" w:rsidRDefault="00FD7993" w:rsidP="004E64C5">
      <w:pPr>
        <w:autoSpaceDN w:val="0"/>
        <w:spacing w:after="0" w:line="240" w:lineRule="auto"/>
        <w:ind w:firstLine="55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 xml:space="preserve">Формой проведения занятий по программе является </w:t>
      </w:r>
      <w:r w:rsidRPr="004E64C5">
        <w:rPr>
          <w:rFonts w:ascii="Times New Roman" w:hAnsi="Times New Roman"/>
          <w:i/>
          <w:sz w:val="28"/>
          <w:szCs w:val="28"/>
          <w:lang w:eastAsia="ru-RU"/>
        </w:rPr>
        <w:t>урок.</w:t>
      </w:r>
    </w:p>
    <w:p w:rsidR="00FD7993" w:rsidRPr="004E64C5" w:rsidRDefault="00FD7993" w:rsidP="004E64C5">
      <w:pPr>
        <w:autoSpaceDN w:val="0"/>
        <w:spacing w:after="0" w:line="240" w:lineRule="auto"/>
        <w:ind w:firstLine="55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>На уроках изобразительного искусства важно стремиться к созданию атмосферы увлечённости и творческой активности.</w:t>
      </w:r>
    </w:p>
    <w:p w:rsidR="00FD7993" w:rsidRPr="004E64C5" w:rsidRDefault="00FD7993" w:rsidP="004E64C5">
      <w:pPr>
        <w:autoSpaceDN w:val="0"/>
        <w:spacing w:after="0" w:line="240" w:lineRule="auto"/>
        <w:ind w:firstLine="55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E64C5">
        <w:rPr>
          <w:rFonts w:ascii="Times New Roman" w:hAnsi="Times New Roman"/>
          <w:sz w:val="28"/>
          <w:szCs w:val="28"/>
          <w:lang w:eastAsia="ru-RU"/>
        </w:rPr>
        <w:t>Программа «Изобразительное</w:t>
      </w:r>
      <w:r>
        <w:rPr>
          <w:rFonts w:ascii="Times New Roman" w:hAnsi="Times New Roman"/>
          <w:sz w:val="28"/>
          <w:szCs w:val="28"/>
          <w:lang w:eastAsia="ru-RU"/>
        </w:rPr>
        <w:t xml:space="preserve"> искусство </w:t>
      </w:r>
      <w:r w:rsidRPr="004E64C5">
        <w:rPr>
          <w:rFonts w:ascii="Times New Roman" w:hAnsi="Times New Roman"/>
          <w:sz w:val="28"/>
          <w:szCs w:val="28"/>
          <w:lang w:eastAsia="ru-RU"/>
        </w:rPr>
        <w:t>» предусматривает чередование уроков индивидуального практического творчества учащихся и уроков коллективной творческой деятельности. От урока к уроку происходит постоянная смена художественных материалов, овладение их выразительными возможностями. Многообразие видов деятельности и форм работы с учениками стимулирует их интерес к предмету, изучению искусства и является необходимым условием формированием личности ребёнка.</w:t>
      </w:r>
    </w:p>
    <w:sectPr w:rsidR="00FD7993" w:rsidRPr="004E64C5" w:rsidSect="002C0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3DFC"/>
    <w:multiLevelType w:val="hybridMultilevel"/>
    <w:tmpl w:val="771869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2535AA"/>
    <w:multiLevelType w:val="hybridMultilevel"/>
    <w:tmpl w:val="FF3C2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64C5"/>
    <w:rsid w:val="00023CFA"/>
    <w:rsid w:val="00277007"/>
    <w:rsid w:val="002C06A7"/>
    <w:rsid w:val="00363052"/>
    <w:rsid w:val="004E64C5"/>
    <w:rsid w:val="005538E4"/>
    <w:rsid w:val="005A1D92"/>
    <w:rsid w:val="00600850"/>
    <w:rsid w:val="00952E25"/>
    <w:rsid w:val="00CA7BC5"/>
    <w:rsid w:val="00E30071"/>
    <w:rsid w:val="00F602F7"/>
    <w:rsid w:val="00F77733"/>
    <w:rsid w:val="00FD7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6A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96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533</Words>
  <Characters>3039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Microsoft Office</cp:lastModifiedBy>
  <cp:revision>9</cp:revision>
  <dcterms:created xsi:type="dcterms:W3CDTF">2016-02-24T08:31:00Z</dcterms:created>
  <dcterms:modified xsi:type="dcterms:W3CDTF">2020-09-21T14:20:00Z</dcterms:modified>
</cp:coreProperties>
</file>