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EB" w:rsidRPr="008055A6" w:rsidRDefault="00356AEB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</w:rPr>
        <w:t>Аннотация</w:t>
      </w:r>
      <w:r w:rsidRPr="008055A6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356AEB" w:rsidRPr="008055A6" w:rsidRDefault="00356AEB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  <w:lang w:eastAsia="en-US"/>
        </w:rPr>
        <w:t>к рабочей программе по учебному предмету</w:t>
      </w:r>
    </w:p>
    <w:p w:rsidR="00356AEB" w:rsidRPr="008055A6" w:rsidRDefault="00356AEB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  <w:lang w:eastAsia="en-US"/>
        </w:rPr>
        <w:t xml:space="preserve"> «Литературное чтение» </w:t>
      </w:r>
    </w:p>
    <w:p w:rsidR="00356AEB" w:rsidRPr="008055A6" w:rsidRDefault="00356AEB" w:rsidP="008055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8055A6">
        <w:rPr>
          <w:rFonts w:ascii="Times New Roman" w:hAnsi="Times New Roman"/>
          <w:sz w:val="28"/>
          <w:szCs w:val="28"/>
          <w:lang w:eastAsia="en-US"/>
        </w:rPr>
        <w:t>уровня начального общего образования</w:t>
      </w:r>
    </w:p>
    <w:p w:rsidR="00356AEB" w:rsidRPr="003765E4" w:rsidRDefault="00356AEB" w:rsidP="008055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356AEB" w:rsidRPr="003765E4" w:rsidRDefault="00356AEB" w:rsidP="006E12DC">
      <w:pPr>
        <w:pStyle w:val="a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 w:rsidRPr="003765E4">
        <w:rPr>
          <w:rFonts w:ascii="Times New Roman" w:hAnsi="Times New Roman"/>
          <w:b/>
          <w:sz w:val="24"/>
          <w:szCs w:val="24"/>
        </w:rPr>
        <w:t>Литературное чтение</w:t>
      </w:r>
      <w:r w:rsidRPr="003765E4">
        <w:rPr>
          <w:rFonts w:ascii="Times New Roman" w:hAnsi="Times New Roman"/>
          <w:sz w:val="24"/>
          <w:szCs w:val="24"/>
        </w:rPr>
        <w:t xml:space="preserve">» для 1-4  класса  разработана: </w:t>
      </w:r>
    </w:p>
    <w:p w:rsidR="00356AEB" w:rsidRPr="003765E4" w:rsidRDefault="00356AEB" w:rsidP="006E12DC">
      <w:pPr>
        <w:pStyle w:val="a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i/>
          <w:sz w:val="24"/>
          <w:szCs w:val="24"/>
        </w:rPr>
        <w:t>- в соответствии</w:t>
      </w:r>
      <w:r w:rsidRPr="003765E4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образования; </w:t>
      </w:r>
    </w:p>
    <w:p w:rsidR="00356AEB" w:rsidRPr="003765E4" w:rsidRDefault="00356AEB" w:rsidP="006E12DC">
      <w:pPr>
        <w:pStyle w:val="a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 xml:space="preserve">- </w:t>
      </w:r>
      <w:r w:rsidRPr="003765E4">
        <w:rPr>
          <w:rFonts w:ascii="Times New Roman" w:hAnsi="Times New Roman"/>
          <w:i/>
          <w:sz w:val="24"/>
          <w:szCs w:val="24"/>
        </w:rPr>
        <w:t xml:space="preserve">на основе </w:t>
      </w:r>
      <w:r w:rsidRPr="003765E4">
        <w:rPr>
          <w:rFonts w:ascii="Times New Roman" w:hAnsi="Times New Roman"/>
          <w:bCs/>
          <w:color w:val="auto"/>
          <w:sz w:val="24"/>
          <w:szCs w:val="24"/>
        </w:rPr>
        <w:t>примерной</w:t>
      </w:r>
      <w:r w:rsidRPr="003765E4">
        <w:rPr>
          <w:rFonts w:ascii="Times New Roman" w:hAnsi="Times New Roman"/>
          <w:color w:val="auto"/>
          <w:sz w:val="24"/>
          <w:szCs w:val="24"/>
        </w:rPr>
        <w:t xml:space="preserve"> основной образовательной программы начального общего образования,</w:t>
      </w:r>
      <w:r w:rsidRPr="003765E4">
        <w:rPr>
          <w:rFonts w:ascii="Times New Roman" w:hAnsi="Times New Roman"/>
          <w:sz w:val="24"/>
          <w:szCs w:val="24"/>
        </w:rPr>
        <w:t xml:space="preserve"> учебной предметной  программы  Л.А.Ефросининой, М.И.Омороковой, Литературное чтение: программа: 1-4 классы/ Л.А.Ефросинина, М.И.Оморокова. – М. : Вентана -Граф.</w:t>
      </w:r>
    </w:p>
    <w:p w:rsidR="00356AEB" w:rsidRPr="003765E4" w:rsidRDefault="00356AEB" w:rsidP="006E12DC">
      <w:pPr>
        <w:pStyle w:val="a0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i/>
          <w:sz w:val="24"/>
          <w:szCs w:val="24"/>
        </w:rPr>
        <w:t>- с учетом</w:t>
      </w:r>
      <w:r w:rsidRPr="003765E4">
        <w:rPr>
          <w:rFonts w:ascii="Times New Roman" w:hAnsi="Times New Roman"/>
          <w:sz w:val="24"/>
          <w:szCs w:val="24"/>
        </w:rPr>
        <w:t xml:space="preserve"> Рабочей программы воспитания МБОУ</w:t>
      </w:r>
      <w:r w:rsidRPr="003765E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765E4">
        <w:rPr>
          <w:rFonts w:ascii="Times New Roman" w:hAnsi="Times New Roman"/>
          <w:sz w:val="24"/>
          <w:szCs w:val="24"/>
        </w:rPr>
        <w:t>«Новоалександровская СОШ».</w:t>
      </w:r>
    </w:p>
    <w:p w:rsidR="00356AEB" w:rsidRPr="003765E4" w:rsidRDefault="00356AEB" w:rsidP="006E12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765E4">
        <w:rPr>
          <w:rFonts w:ascii="Times New Roman" w:hAnsi="Times New Roman"/>
          <w:color w:val="000000"/>
          <w:sz w:val="24"/>
          <w:szCs w:val="24"/>
        </w:rPr>
        <w:t>Рабочая программа ориентирована на УМК «Начальная школа 21 века» издательства «Вентана - Граф»</w:t>
      </w:r>
      <w:r w:rsidRPr="003765E4">
        <w:rPr>
          <w:rFonts w:ascii="Times New Roman" w:hAnsi="Times New Roman"/>
          <w:sz w:val="24"/>
          <w:szCs w:val="24"/>
        </w:rPr>
        <w:t>, рекомендованный Министерством образования и науки РФ:</w:t>
      </w:r>
      <w:r w:rsidRPr="003765E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356AEB" w:rsidRPr="003765E4" w:rsidRDefault="00356AEB" w:rsidP="006E12DC">
      <w:pPr>
        <w:numPr>
          <w:ilvl w:val="0"/>
          <w:numId w:val="3"/>
        </w:numPr>
        <w:tabs>
          <w:tab w:val="clear" w:pos="720"/>
          <w:tab w:val="left" w:pos="284"/>
          <w:tab w:val="left" w:pos="426"/>
          <w:tab w:val="left" w:pos="1080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3765E4">
        <w:rPr>
          <w:rFonts w:ascii="Times New Roman" w:hAnsi="Times New Roman"/>
          <w:iCs/>
          <w:color w:val="000000"/>
          <w:sz w:val="24"/>
          <w:szCs w:val="24"/>
        </w:rPr>
        <w:t>Журова  Л. Е</w:t>
      </w:r>
      <w:r w:rsidRPr="003765E4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r w:rsidRPr="003765E4">
        <w:rPr>
          <w:rFonts w:ascii="Times New Roman" w:hAnsi="Times New Roman"/>
          <w:color w:val="000000"/>
          <w:sz w:val="24"/>
          <w:szCs w:val="24"/>
        </w:rPr>
        <w:t>, Букварь: 1 класс: учебник для учащихся общеобразовательных учреждений: в 2 ч. Ч.1,2 / Л. Е. Журова, А.О. Евдокимова. – М.: Вентана-Граф</w:t>
      </w:r>
      <w:r w:rsidRPr="003765E4">
        <w:rPr>
          <w:rFonts w:ascii="Times New Roman" w:hAnsi="Times New Roman"/>
          <w:sz w:val="24"/>
          <w:szCs w:val="24"/>
        </w:rPr>
        <w:t xml:space="preserve">.  </w:t>
      </w:r>
    </w:p>
    <w:p w:rsidR="00356AEB" w:rsidRPr="003765E4" w:rsidRDefault="00356AEB" w:rsidP="006E12DC">
      <w:pPr>
        <w:numPr>
          <w:ilvl w:val="0"/>
          <w:numId w:val="3"/>
        </w:numPr>
        <w:tabs>
          <w:tab w:val="clear" w:pos="720"/>
          <w:tab w:val="left" w:pos="284"/>
          <w:tab w:val="left" w:pos="426"/>
          <w:tab w:val="left" w:pos="1080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3765E4">
        <w:rPr>
          <w:rFonts w:ascii="Times New Roman" w:hAnsi="Times New Roman"/>
          <w:iCs/>
          <w:color w:val="000000"/>
          <w:sz w:val="24"/>
          <w:szCs w:val="24"/>
        </w:rPr>
        <w:t xml:space="preserve">Ефросинина Л. А., </w:t>
      </w:r>
      <w:r w:rsidRPr="003765E4">
        <w:rPr>
          <w:rFonts w:ascii="Times New Roman" w:hAnsi="Times New Roman"/>
          <w:color w:val="000000"/>
          <w:sz w:val="24"/>
          <w:szCs w:val="24"/>
        </w:rPr>
        <w:t xml:space="preserve"> Литературное чтение: 1 класс: учебник для учащихся общеобразовательных учреждений / Л. А. Ефросинина. – М.: Вентана-Граф</w:t>
      </w:r>
    </w:p>
    <w:p w:rsidR="00356AEB" w:rsidRPr="003765E4" w:rsidRDefault="00356AEB" w:rsidP="006E12DC">
      <w:pPr>
        <w:numPr>
          <w:ilvl w:val="0"/>
          <w:numId w:val="3"/>
        </w:numPr>
        <w:tabs>
          <w:tab w:val="clear" w:pos="720"/>
          <w:tab w:val="left" w:pos="284"/>
          <w:tab w:val="left" w:pos="426"/>
          <w:tab w:val="left" w:pos="1080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3765E4">
        <w:rPr>
          <w:rFonts w:ascii="Times New Roman" w:hAnsi="Times New Roman"/>
          <w:iCs/>
          <w:color w:val="000000"/>
          <w:sz w:val="24"/>
          <w:szCs w:val="24"/>
        </w:rPr>
        <w:t xml:space="preserve">Ефросинина </w:t>
      </w:r>
      <w:r w:rsidRPr="003765E4">
        <w:rPr>
          <w:rFonts w:ascii="Times New Roman" w:hAnsi="Times New Roman"/>
          <w:i/>
          <w:iCs/>
          <w:color w:val="000000"/>
          <w:sz w:val="24"/>
          <w:szCs w:val="24"/>
        </w:rPr>
        <w:t xml:space="preserve"> Л. А.</w:t>
      </w:r>
      <w:r w:rsidRPr="003765E4">
        <w:rPr>
          <w:rFonts w:ascii="Times New Roman" w:hAnsi="Times New Roman"/>
          <w:color w:val="000000"/>
          <w:sz w:val="24"/>
          <w:szCs w:val="24"/>
        </w:rPr>
        <w:t>, Литературное чтение:  уроки слушания: 1 класс: учебная хрестоматия для учащихся общеобразовательных учреждений / авт.-сост. Л. А. Ефросинина. – М.: Вентана-Граф.</w:t>
      </w:r>
    </w:p>
    <w:p w:rsidR="00356AEB" w:rsidRPr="003765E4" w:rsidRDefault="00356AEB" w:rsidP="006E12DC">
      <w:pPr>
        <w:numPr>
          <w:ilvl w:val="0"/>
          <w:numId w:val="2"/>
        </w:numPr>
        <w:tabs>
          <w:tab w:val="left" w:pos="284"/>
          <w:tab w:val="left" w:pos="426"/>
          <w:tab w:val="left" w:pos="1080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>Ефросинина Л.А., Литературное чтение: 2 класс:  учебник  для учащихся  общеобразовательных учреждений: в 2 частях. Часть 1,2 /автор-составитель   Л.А.Ефросинина.  – М. : Вентана -Граф.</w:t>
      </w:r>
    </w:p>
    <w:p w:rsidR="00356AEB" w:rsidRPr="003765E4" w:rsidRDefault="00356AEB" w:rsidP="006E12DC">
      <w:pPr>
        <w:numPr>
          <w:ilvl w:val="0"/>
          <w:numId w:val="2"/>
        </w:numPr>
        <w:tabs>
          <w:tab w:val="left" w:pos="284"/>
          <w:tab w:val="left" w:pos="426"/>
          <w:tab w:val="left" w:pos="1080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 xml:space="preserve"> Ефросинина Л.А., Литературное чтение: 2 класс: учебная хрестоматия для учащихся общеобразовательных учреждений: в 2 частях. Часть 1,2 /автор-составитель Л.А.Ефросинина.  – М. : Вентана -Граф.</w:t>
      </w:r>
    </w:p>
    <w:p w:rsidR="00356AEB" w:rsidRPr="003765E4" w:rsidRDefault="00356AEB" w:rsidP="006E12DC">
      <w:pPr>
        <w:numPr>
          <w:ilvl w:val="0"/>
          <w:numId w:val="2"/>
        </w:numPr>
        <w:tabs>
          <w:tab w:val="left" w:pos="284"/>
          <w:tab w:val="left" w:pos="426"/>
          <w:tab w:val="left" w:pos="1080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 xml:space="preserve">Ефросинина Л.А., Литературное чтение: 3 класс:  учебник  для учащихся общеобразовательных учреждений: в 2 частях. Часть 1,2 /автор-составитель  Л.А.Ефросинина.  – М. : Вентана -Граф. </w:t>
      </w:r>
    </w:p>
    <w:p w:rsidR="00356AEB" w:rsidRPr="003765E4" w:rsidRDefault="00356AEB" w:rsidP="006E12DC">
      <w:pPr>
        <w:numPr>
          <w:ilvl w:val="0"/>
          <w:numId w:val="2"/>
        </w:numPr>
        <w:tabs>
          <w:tab w:val="left" w:pos="284"/>
          <w:tab w:val="left" w:pos="426"/>
          <w:tab w:val="left" w:pos="1080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 xml:space="preserve">Ефросинина Л.А.,  Литературное чтение: 3 класс: учебная хрестоматия для учащихся общеобразовательных учреждений: в 2 частях. Часть 1,2 /автор-составитель   Л.А.Ефросинина.  – М. : Вентана -Граф. </w:t>
      </w:r>
    </w:p>
    <w:p w:rsidR="00356AEB" w:rsidRPr="003765E4" w:rsidRDefault="00356AEB" w:rsidP="006E12DC">
      <w:pPr>
        <w:numPr>
          <w:ilvl w:val="0"/>
          <w:numId w:val="2"/>
        </w:numPr>
        <w:tabs>
          <w:tab w:val="left" w:pos="284"/>
          <w:tab w:val="left" w:pos="426"/>
          <w:tab w:val="left" w:pos="1080"/>
        </w:tabs>
        <w:suppressAutoHyphens/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 xml:space="preserve">Ефросинина  Л.А.,  Литературное чтение: 4 класс:  учебник  для учащихся  общеобразовательных учреждений: в 2 частях. Часть 1,2 /автор-составитель   Л.А.Ефросинина.  – М. : Вентана -Граф. </w:t>
      </w:r>
    </w:p>
    <w:p w:rsidR="00356AEB" w:rsidRPr="003765E4" w:rsidRDefault="00356AEB" w:rsidP="006E12DC">
      <w:pPr>
        <w:pStyle w:val="a0"/>
        <w:tabs>
          <w:tab w:val="left" w:pos="567"/>
        </w:tabs>
        <w:spacing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>Ефросинина    Л.А.,  Литературное чтение: 4 класс: учебная хрестоматия для учащихся  общеобразовательных учреждений: в 2 частях. Часть 1,2 /автор-составитель  Л.А.Ефросинина.  – М. : Вентана -Граф.</w:t>
      </w:r>
    </w:p>
    <w:p w:rsidR="00356AEB" w:rsidRPr="003765E4" w:rsidRDefault="00356AEB" w:rsidP="008055A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765E4">
        <w:rPr>
          <w:rFonts w:ascii="Times New Roman" w:hAnsi="Times New Roman"/>
          <w:sz w:val="24"/>
          <w:szCs w:val="24"/>
        </w:rPr>
        <w:t>Срок реализации программы - 4 года.</w:t>
      </w:r>
    </w:p>
    <w:p w:rsidR="00356AEB" w:rsidRPr="008055A6" w:rsidRDefault="00356AEB" w:rsidP="008055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6AEB" w:rsidRPr="008055A6" w:rsidRDefault="00356AEB" w:rsidP="00D1337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sectPr w:rsidR="00356AEB" w:rsidRPr="008055A6" w:rsidSect="00785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>
    <w:nsid w:val="00000025"/>
    <w:multiLevelType w:val="singleLevel"/>
    <w:tmpl w:val="00000025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C4D"/>
    <w:rsid w:val="002B1CA4"/>
    <w:rsid w:val="002F4745"/>
    <w:rsid w:val="003074BC"/>
    <w:rsid w:val="00356AEB"/>
    <w:rsid w:val="003765E4"/>
    <w:rsid w:val="00426921"/>
    <w:rsid w:val="006243AD"/>
    <w:rsid w:val="00645FFD"/>
    <w:rsid w:val="006B0D10"/>
    <w:rsid w:val="006E12DC"/>
    <w:rsid w:val="00785923"/>
    <w:rsid w:val="007A6EF8"/>
    <w:rsid w:val="007D3C4D"/>
    <w:rsid w:val="008055A6"/>
    <w:rsid w:val="00AF0FD1"/>
    <w:rsid w:val="00B30860"/>
    <w:rsid w:val="00B328D4"/>
    <w:rsid w:val="00C40943"/>
    <w:rsid w:val="00D13375"/>
    <w:rsid w:val="00D86927"/>
    <w:rsid w:val="00DE5F2B"/>
    <w:rsid w:val="00EE750C"/>
    <w:rsid w:val="00F83243"/>
    <w:rsid w:val="00F8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92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D3C4D"/>
  </w:style>
  <w:style w:type="paragraph" w:styleId="ListParagraph">
    <w:name w:val="List Paragraph"/>
    <w:basedOn w:val="Normal"/>
    <w:link w:val="ListParagraphChar"/>
    <w:uiPriority w:val="99"/>
    <w:qFormat/>
    <w:rsid w:val="00EE750C"/>
    <w:pPr>
      <w:widowControl w:val="0"/>
      <w:autoSpaceDE w:val="0"/>
      <w:autoSpaceDN w:val="0"/>
      <w:spacing w:after="0" w:line="240" w:lineRule="auto"/>
      <w:ind w:left="652" w:firstLine="566"/>
      <w:jc w:val="both"/>
    </w:pPr>
    <w:rPr>
      <w:szCs w:val="20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EE750C"/>
    <w:rPr>
      <w:rFonts w:eastAsia="Times New Roman"/>
      <w:sz w:val="22"/>
      <w:lang w:val="ru-RU" w:eastAsia="en-US"/>
    </w:rPr>
  </w:style>
  <w:style w:type="character" w:customStyle="1" w:styleId="a">
    <w:name w:val="Основной Знак"/>
    <w:link w:val="a0"/>
    <w:uiPriority w:val="99"/>
    <w:locked/>
    <w:rsid w:val="006E12DC"/>
    <w:rPr>
      <w:rFonts w:ascii="NewtonCSanPin" w:hAnsi="NewtonCSanPin"/>
      <w:color w:val="000000"/>
      <w:sz w:val="21"/>
    </w:rPr>
  </w:style>
  <w:style w:type="paragraph" w:customStyle="1" w:styleId="a0">
    <w:name w:val="Основной"/>
    <w:basedOn w:val="Normal"/>
    <w:link w:val="a"/>
    <w:uiPriority w:val="99"/>
    <w:rsid w:val="006E12DC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0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366</Words>
  <Characters>2087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2018-04-03T15:52:00Z</dcterms:created>
  <dcterms:modified xsi:type="dcterms:W3CDTF">2022-03-23T13:53:00Z</dcterms:modified>
</cp:coreProperties>
</file>