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B7" w:rsidRPr="00FD7EE4" w:rsidRDefault="00DC7EB7" w:rsidP="00FD7E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D7EE4">
        <w:rPr>
          <w:rFonts w:ascii="Times New Roman" w:hAnsi="Times New Roman"/>
          <w:sz w:val="28"/>
          <w:szCs w:val="28"/>
        </w:rPr>
        <w:t>Аннотация</w:t>
      </w:r>
      <w:r w:rsidRPr="00FD7EE4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C7EB7" w:rsidRPr="00FD7EE4" w:rsidRDefault="00DC7EB7" w:rsidP="00FD7E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D7EE4">
        <w:rPr>
          <w:rFonts w:ascii="Times New Roman" w:hAnsi="Times New Roman"/>
          <w:sz w:val="28"/>
          <w:szCs w:val="28"/>
          <w:lang w:eastAsia="en-US"/>
        </w:rPr>
        <w:t>к рабочей программе по учебному предмету</w:t>
      </w:r>
    </w:p>
    <w:p w:rsidR="00DC7EB7" w:rsidRPr="00FD7EE4" w:rsidRDefault="00DC7EB7" w:rsidP="00FD7E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D7EE4">
        <w:rPr>
          <w:rFonts w:ascii="Times New Roman" w:hAnsi="Times New Roman"/>
          <w:sz w:val="28"/>
          <w:szCs w:val="28"/>
          <w:lang w:eastAsia="en-US"/>
        </w:rPr>
        <w:t xml:space="preserve"> «Технология» </w:t>
      </w:r>
    </w:p>
    <w:p w:rsidR="00DC7EB7" w:rsidRPr="00FD7EE4" w:rsidRDefault="00DC7EB7" w:rsidP="00FD7E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D7EE4">
        <w:rPr>
          <w:rFonts w:ascii="Times New Roman" w:hAnsi="Times New Roman"/>
          <w:sz w:val="28"/>
          <w:szCs w:val="28"/>
          <w:lang w:eastAsia="en-US"/>
        </w:rPr>
        <w:t>уровня начального общего образования</w:t>
      </w:r>
    </w:p>
    <w:p w:rsidR="00DC7EB7" w:rsidRPr="00FD7EE4" w:rsidRDefault="00DC7EB7" w:rsidP="00FD7E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C7EB7" w:rsidRPr="003072D8" w:rsidRDefault="00DC7EB7" w:rsidP="003072D8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072D8">
        <w:rPr>
          <w:rFonts w:ascii="Times New Roman" w:hAnsi="Times New Roman" w:cs="Times New Roman"/>
          <w:i w:val="0"/>
          <w:sz w:val="28"/>
          <w:szCs w:val="28"/>
        </w:rPr>
        <w:t>Рабочая программа по учебному предмету «Технология»  разработана:</w:t>
      </w:r>
    </w:p>
    <w:p w:rsidR="00DC7EB7" w:rsidRPr="003072D8" w:rsidRDefault="00DC7EB7" w:rsidP="003072D8">
      <w:pPr>
        <w:pStyle w:val="a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3072D8">
        <w:rPr>
          <w:rFonts w:ascii="Times New Roman" w:hAnsi="Times New Roman"/>
          <w:i/>
          <w:sz w:val="28"/>
          <w:szCs w:val="28"/>
        </w:rPr>
        <w:t>- в соответствии</w:t>
      </w:r>
      <w:r w:rsidRPr="003072D8">
        <w:rPr>
          <w:rFonts w:ascii="Times New Roman" w:hAnsi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образования; </w:t>
      </w:r>
    </w:p>
    <w:p w:rsidR="00DC7EB7" w:rsidRPr="003072D8" w:rsidRDefault="00DC7EB7" w:rsidP="003072D8">
      <w:pPr>
        <w:pStyle w:val="ListParagraph"/>
        <w:ind w:left="0" w:firstLine="720"/>
        <w:rPr>
          <w:rFonts w:ascii="Times New Roman" w:hAnsi="Times New Roman"/>
          <w:sz w:val="28"/>
          <w:szCs w:val="28"/>
        </w:rPr>
      </w:pPr>
      <w:r w:rsidRPr="003072D8">
        <w:rPr>
          <w:rFonts w:ascii="Times New Roman" w:hAnsi="Times New Roman"/>
          <w:sz w:val="28"/>
          <w:szCs w:val="28"/>
        </w:rPr>
        <w:t xml:space="preserve">- </w:t>
      </w:r>
      <w:r w:rsidRPr="003072D8">
        <w:rPr>
          <w:rFonts w:ascii="Times New Roman" w:hAnsi="Times New Roman"/>
          <w:i/>
          <w:sz w:val="28"/>
          <w:szCs w:val="28"/>
        </w:rPr>
        <w:t xml:space="preserve">на основе </w:t>
      </w:r>
      <w:r w:rsidRPr="003072D8">
        <w:rPr>
          <w:rFonts w:ascii="Times New Roman" w:hAnsi="Times New Roman"/>
          <w:sz w:val="28"/>
          <w:szCs w:val="28"/>
        </w:rPr>
        <w:t>образовательной программы начального общего образования, учебной предметной программы  Е.А. Лутцевой, Технология: программа: 1-4 классы/ Е.А. Лутцева. – М.: Вентана-Граф.</w:t>
      </w:r>
    </w:p>
    <w:p w:rsidR="00DC7EB7" w:rsidRPr="003072D8" w:rsidRDefault="00DC7EB7" w:rsidP="003072D8">
      <w:pPr>
        <w:widowControl w:val="0"/>
        <w:tabs>
          <w:tab w:val="left" w:pos="900"/>
        </w:tabs>
        <w:autoSpaceDE w:val="0"/>
        <w:autoSpaceDN w:val="0"/>
        <w:jc w:val="both"/>
        <w:rPr>
          <w:rFonts w:ascii="Times New Roman" w:hAnsi="Times New Roman"/>
          <w:sz w:val="28"/>
          <w:szCs w:val="28"/>
          <w:u w:color="000000"/>
          <w:lang w:eastAsia="en-US"/>
        </w:rPr>
      </w:pPr>
      <w:r>
        <w:rPr>
          <w:rFonts w:ascii="Times New Roman" w:hAnsi="Times New Roman"/>
          <w:sz w:val="28"/>
          <w:szCs w:val="28"/>
          <w:u w:color="000000"/>
          <w:lang w:eastAsia="en-US"/>
        </w:rPr>
        <w:t xml:space="preserve">           </w:t>
      </w:r>
      <w:r w:rsidRPr="003072D8">
        <w:rPr>
          <w:rFonts w:ascii="Times New Roman" w:hAnsi="Times New Roman"/>
          <w:sz w:val="28"/>
          <w:szCs w:val="28"/>
          <w:u w:color="000000"/>
          <w:lang w:eastAsia="en-US"/>
        </w:rPr>
        <w:t xml:space="preserve">- </w:t>
      </w:r>
      <w:r w:rsidRPr="003072D8">
        <w:rPr>
          <w:rFonts w:ascii="Times New Roman" w:hAnsi="Times New Roman"/>
          <w:i/>
          <w:sz w:val="28"/>
          <w:szCs w:val="28"/>
          <w:u w:color="000000"/>
          <w:lang w:eastAsia="en-US"/>
        </w:rPr>
        <w:t>с учетом</w:t>
      </w:r>
      <w:r w:rsidRPr="003072D8">
        <w:rPr>
          <w:rFonts w:ascii="Times New Roman" w:hAnsi="Times New Roman"/>
          <w:sz w:val="28"/>
          <w:szCs w:val="28"/>
          <w:u w:color="000000"/>
          <w:lang w:eastAsia="en-US"/>
        </w:rPr>
        <w:t xml:space="preserve"> Рабочей программы воспитания МБОУ</w:t>
      </w:r>
      <w:r w:rsidRPr="003072D8">
        <w:rPr>
          <w:rFonts w:ascii="Times New Roman" w:hAnsi="Times New Roman"/>
          <w:spacing w:val="1"/>
          <w:sz w:val="28"/>
          <w:szCs w:val="28"/>
          <w:u w:color="000000"/>
          <w:lang w:eastAsia="en-US"/>
        </w:rPr>
        <w:t xml:space="preserve"> </w:t>
      </w:r>
      <w:r w:rsidRPr="003072D8">
        <w:rPr>
          <w:rFonts w:ascii="Times New Roman" w:hAnsi="Times New Roman"/>
          <w:sz w:val="28"/>
          <w:szCs w:val="28"/>
          <w:u w:color="000000"/>
          <w:lang w:eastAsia="en-US"/>
        </w:rPr>
        <w:t>«Новоалександровская СОШ».</w:t>
      </w:r>
    </w:p>
    <w:p w:rsidR="00DC7EB7" w:rsidRPr="003072D8" w:rsidRDefault="00DC7EB7" w:rsidP="003072D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72D8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УМК «Начальная школа 21 века» издательства «Вентана - Граф»</w:t>
      </w:r>
      <w:r w:rsidRPr="003072D8">
        <w:rPr>
          <w:rFonts w:ascii="Times New Roman" w:hAnsi="Times New Roman"/>
          <w:sz w:val="28"/>
          <w:szCs w:val="28"/>
        </w:rPr>
        <w:t>, рекомендованный Министерством образования и науки РФ:</w:t>
      </w:r>
      <w:r w:rsidRPr="003072D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DC7EB7" w:rsidRPr="003072D8" w:rsidRDefault="00DC7EB7" w:rsidP="003072D8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72D8">
        <w:rPr>
          <w:rFonts w:ascii="Times New Roman" w:hAnsi="Times New Roman"/>
          <w:sz w:val="28"/>
          <w:szCs w:val="28"/>
        </w:rPr>
        <w:t>.Лутцева Е.А., Технология: 1класс: учебник для учащихся общеобразовательных учреждений/ Е.А. Лутцева. – М. : Вентана-Граф.</w:t>
      </w:r>
    </w:p>
    <w:p w:rsidR="00DC7EB7" w:rsidRPr="003072D8" w:rsidRDefault="00DC7EB7" w:rsidP="003072D8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72D8">
        <w:rPr>
          <w:rFonts w:ascii="Times New Roman" w:hAnsi="Times New Roman"/>
          <w:sz w:val="28"/>
          <w:szCs w:val="28"/>
        </w:rPr>
        <w:t>Лутцева Е.А., Технология: 2 класс: учебник для учащихся общеобразовательных учреждений/ Е.А. Лутцева. – М. : Вентана-Граф.</w:t>
      </w:r>
    </w:p>
    <w:p w:rsidR="00DC7EB7" w:rsidRPr="003072D8" w:rsidRDefault="00DC7EB7" w:rsidP="003072D8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72D8">
        <w:rPr>
          <w:rFonts w:ascii="Times New Roman" w:hAnsi="Times New Roman"/>
          <w:sz w:val="28"/>
          <w:szCs w:val="28"/>
        </w:rPr>
        <w:t>Лутцева Е.А., Технология: 3 класс: учебник для учащихся общеобразовательных учреждений/ Е.А. Лутцева. – М. : Вентана-Граф.</w:t>
      </w:r>
    </w:p>
    <w:p w:rsidR="00DC7EB7" w:rsidRPr="003072D8" w:rsidRDefault="00DC7EB7" w:rsidP="003072D8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72D8">
        <w:rPr>
          <w:rFonts w:ascii="Times New Roman" w:hAnsi="Times New Roman"/>
          <w:sz w:val="28"/>
          <w:szCs w:val="28"/>
        </w:rPr>
        <w:t>Лутцева Е.А., Технология: 4 класс: учебник для учащихся общеобразовательных учреждений/ Е.А. Лутцева. – М. : Вентана-Граф.</w:t>
      </w:r>
    </w:p>
    <w:p w:rsidR="00DC7EB7" w:rsidRPr="00FD7EE4" w:rsidRDefault="00DC7EB7" w:rsidP="00FD7EE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072D8">
        <w:rPr>
          <w:rFonts w:ascii="Times New Roman" w:hAnsi="Times New Roman"/>
          <w:sz w:val="28"/>
          <w:szCs w:val="28"/>
        </w:rPr>
        <w:t>В рабочей программе представлены планируемые результаты освоения учебного предмета «Технология» определено</w:t>
      </w:r>
      <w:r w:rsidRPr="00FD7EE4">
        <w:rPr>
          <w:rFonts w:ascii="Times New Roman" w:hAnsi="Times New Roman"/>
          <w:sz w:val="28"/>
          <w:szCs w:val="28"/>
        </w:rPr>
        <w:t xml:space="preserve">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DC7EB7" w:rsidRPr="00FD7EE4" w:rsidRDefault="00DC7EB7" w:rsidP="00FD7EE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FD7EE4">
        <w:rPr>
          <w:rFonts w:ascii="Times New Roman" w:hAnsi="Times New Roman"/>
          <w:sz w:val="28"/>
          <w:szCs w:val="28"/>
        </w:rPr>
        <w:t>Срок реализации программы - 4 года.</w:t>
      </w:r>
    </w:p>
    <w:p w:rsidR="00DC7EB7" w:rsidRPr="00C77CFF" w:rsidRDefault="00DC7EB7" w:rsidP="00C77C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C7EB7" w:rsidRPr="00C77CFF" w:rsidSect="00DB4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8"/>
    <w:lvl w:ilvl="0">
      <w:numFmt w:val="bullet"/>
      <w:lvlText w:val="•"/>
      <w:lvlJc w:val="left"/>
      <w:pPr>
        <w:tabs>
          <w:tab w:val="num" w:pos="1004"/>
        </w:tabs>
        <w:ind w:left="1004" w:hanging="360"/>
      </w:pPr>
      <w:rPr>
        <w:rFonts w:ascii="Times New Roman" w:hAnsi="Times New Roman"/>
      </w:rPr>
    </w:lvl>
  </w:abstractNum>
  <w:abstractNum w:abstractNumId="1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2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3E3"/>
    <w:rsid w:val="00182CE3"/>
    <w:rsid w:val="00231591"/>
    <w:rsid w:val="003072D8"/>
    <w:rsid w:val="005C612A"/>
    <w:rsid w:val="007009D6"/>
    <w:rsid w:val="009E333C"/>
    <w:rsid w:val="00A22738"/>
    <w:rsid w:val="00AE406F"/>
    <w:rsid w:val="00B61FE4"/>
    <w:rsid w:val="00C77CFF"/>
    <w:rsid w:val="00DB4E29"/>
    <w:rsid w:val="00DC33E3"/>
    <w:rsid w:val="00DC7EB7"/>
    <w:rsid w:val="00FD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2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33E3"/>
  </w:style>
  <w:style w:type="character" w:customStyle="1" w:styleId="NoSpacingChar">
    <w:name w:val="No Spacing Char"/>
    <w:link w:val="NoSpacing"/>
    <w:uiPriority w:val="99"/>
    <w:locked/>
    <w:rsid w:val="00FD7EE4"/>
    <w:rPr>
      <w:sz w:val="22"/>
      <w:lang w:val="ru-RU" w:eastAsia="ru-RU"/>
    </w:rPr>
  </w:style>
  <w:style w:type="character" w:customStyle="1" w:styleId="ListParagraphChar">
    <w:name w:val="List Paragraph Char"/>
    <w:link w:val="ListParagraph"/>
    <w:uiPriority w:val="99"/>
    <w:locked/>
    <w:rsid w:val="009E333C"/>
    <w:rPr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9E333C"/>
    <w:pPr>
      <w:widowControl w:val="0"/>
      <w:autoSpaceDE w:val="0"/>
      <w:autoSpaceDN w:val="0"/>
      <w:spacing w:after="0" w:line="240" w:lineRule="auto"/>
      <w:ind w:left="652" w:firstLine="566"/>
      <w:jc w:val="both"/>
    </w:pPr>
    <w:rPr>
      <w:sz w:val="20"/>
      <w:szCs w:val="20"/>
      <w:lang w:eastAsia="en-US"/>
    </w:rPr>
  </w:style>
  <w:style w:type="character" w:customStyle="1" w:styleId="a">
    <w:name w:val="Основной Знак"/>
    <w:link w:val="a0"/>
    <w:uiPriority w:val="99"/>
    <w:locked/>
    <w:rsid w:val="003072D8"/>
    <w:rPr>
      <w:rFonts w:ascii="NewtonCSanPin" w:hAnsi="NewtonCSanPin"/>
      <w:color w:val="000000"/>
      <w:sz w:val="21"/>
    </w:rPr>
  </w:style>
  <w:style w:type="paragraph" w:customStyle="1" w:styleId="a0">
    <w:name w:val="Основной"/>
    <w:basedOn w:val="Normal"/>
    <w:link w:val="a"/>
    <w:uiPriority w:val="99"/>
    <w:rsid w:val="003072D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noProof/>
      <w:color w:val="000000"/>
      <w:sz w:val="21"/>
      <w:szCs w:val="20"/>
      <w:lang w:val="ru-RU" w:eastAsia="ru-RU"/>
    </w:rPr>
  </w:style>
  <w:style w:type="paragraph" w:customStyle="1" w:styleId="4">
    <w:name w:val="Заг 4"/>
    <w:basedOn w:val="Normal"/>
    <w:uiPriority w:val="99"/>
    <w:rsid w:val="003072D8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17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7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223</Words>
  <Characters>1273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2018-04-03T15:51:00Z</dcterms:created>
  <dcterms:modified xsi:type="dcterms:W3CDTF">2022-03-23T14:16:00Z</dcterms:modified>
</cp:coreProperties>
</file>