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Аннотация</w:t>
      </w:r>
    </w:p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к рабочей программе по учебному предмету </w:t>
      </w:r>
    </w:p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Технология</w:t>
      </w:r>
      <w:r w:rsidRPr="00BD55A1">
        <w:rPr>
          <w:rFonts w:ascii="Times New Roman" w:hAnsi="Times New Roman"/>
          <w:b/>
          <w:sz w:val="24"/>
        </w:rPr>
        <w:t>»</w:t>
      </w:r>
    </w:p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>уровня основного общего образования</w:t>
      </w:r>
    </w:p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BD55A1">
        <w:rPr>
          <w:rFonts w:ascii="Times New Roman" w:hAnsi="Times New Roman"/>
          <w:b/>
          <w:sz w:val="24"/>
        </w:rPr>
        <w:t xml:space="preserve">(УМК </w:t>
      </w:r>
      <w:r>
        <w:rPr>
          <w:rFonts w:ascii="Times New Roman" w:hAnsi="Times New Roman"/>
          <w:b/>
          <w:sz w:val="24"/>
        </w:rPr>
        <w:t>В.М. Казакевич</w:t>
      </w:r>
      <w:r w:rsidRPr="00BD55A1">
        <w:rPr>
          <w:rFonts w:ascii="Times New Roman" w:hAnsi="Times New Roman"/>
          <w:b/>
          <w:sz w:val="24"/>
        </w:rPr>
        <w:t>)</w:t>
      </w:r>
    </w:p>
    <w:p w:rsidR="0042079F" w:rsidRPr="00BD55A1" w:rsidRDefault="0042079F" w:rsidP="00621FE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2079F" w:rsidRPr="00BD55A1" w:rsidRDefault="0042079F" w:rsidP="00621FE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2079F" w:rsidRPr="00BD55A1" w:rsidRDefault="0042079F" w:rsidP="00621FE7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>Рабочая программа учебного предмета «</w:t>
      </w:r>
      <w:r>
        <w:rPr>
          <w:rStyle w:val="2"/>
          <w:sz w:val="24"/>
          <w:szCs w:val="24"/>
        </w:rPr>
        <w:t>Технология» для 5 – 8</w:t>
      </w:r>
      <w:r w:rsidRPr="00BD55A1">
        <w:rPr>
          <w:rStyle w:val="2"/>
          <w:sz w:val="24"/>
          <w:szCs w:val="24"/>
        </w:rPr>
        <w:t xml:space="preserve"> классов разработана: </w:t>
      </w:r>
    </w:p>
    <w:p w:rsidR="0042079F" w:rsidRDefault="0042079F" w:rsidP="00621FE7">
      <w:pPr>
        <w:spacing w:after="0" w:line="240" w:lineRule="auto"/>
        <w:ind w:firstLine="708"/>
        <w:jc w:val="both"/>
        <w:rPr>
          <w:rStyle w:val="2"/>
          <w:color w:val="000000"/>
          <w:sz w:val="24"/>
        </w:rPr>
      </w:pPr>
      <w:r w:rsidRPr="00621FE7">
        <w:rPr>
          <w:rStyle w:val="20"/>
          <w:color w:val="000000"/>
          <w:sz w:val="24"/>
        </w:rPr>
        <w:t xml:space="preserve">на основе: </w:t>
      </w:r>
      <w:r w:rsidRPr="00621FE7">
        <w:rPr>
          <w:rStyle w:val="2"/>
          <w:color w:val="000000"/>
          <w:sz w:val="24"/>
        </w:rPr>
        <w:t xml:space="preserve">федерального государственного образовательного стандарта основного общего образования. ФГОС </w:t>
      </w:r>
    </w:p>
    <w:p w:rsidR="0042079F" w:rsidRPr="00621FE7" w:rsidRDefault="0042079F" w:rsidP="00621FE7">
      <w:pPr>
        <w:spacing w:after="0" w:line="240" w:lineRule="auto"/>
        <w:ind w:firstLine="708"/>
        <w:jc w:val="both"/>
        <w:rPr>
          <w:rStyle w:val="20"/>
          <w:color w:val="000000"/>
          <w:sz w:val="24"/>
        </w:rPr>
      </w:pPr>
      <w:r w:rsidRPr="00621FE7">
        <w:rPr>
          <w:rStyle w:val="20"/>
          <w:color w:val="000000"/>
          <w:sz w:val="24"/>
        </w:rPr>
        <w:t xml:space="preserve">у счётом: </w:t>
      </w:r>
    </w:p>
    <w:p w:rsidR="0042079F" w:rsidRPr="00621FE7" w:rsidRDefault="0042079F" w:rsidP="00621FE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0"/>
          <w:b w:val="0"/>
          <w:color w:val="000000"/>
          <w:sz w:val="24"/>
        </w:rPr>
      </w:pPr>
      <w:r w:rsidRPr="00621FE7">
        <w:rPr>
          <w:rStyle w:val="20"/>
          <w:b w:val="0"/>
          <w:color w:val="000000"/>
          <w:sz w:val="24"/>
        </w:rPr>
        <w:t>Основной образовательной программы основного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42079F" w:rsidRPr="0095610B" w:rsidRDefault="0042079F" w:rsidP="00621FE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621FE7">
        <w:rPr>
          <w:rStyle w:val="20"/>
          <w:b w:val="0"/>
          <w:color w:val="000000"/>
          <w:sz w:val="24"/>
        </w:rPr>
        <w:t xml:space="preserve">Авторской </w:t>
      </w:r>
      <w:r w:rsidRPr="00621FE7">
        <w:rPr>
          <w:rStyle w:val="2"/>
          <w:color w:val="000000"/>
          <w:sz w:val="24"/>
        </w:rPr>
        <w:t xml:space="preserve">рабочей программы курса </w:t>
      </w:r>
      <w:r w:rsidRPr="00621FE7">
        <w:rPr>
          <w:rFonts w:ascii="Times New Roman" w:hAnsi="Times New Roman"/>
          <w:spacing w:val="9"/>
          <w:sz w:val="24"/>
          <w:szCs w:val="28"/>
        </w:rPr>
        <w:t xml:space="preserve">«Технология». </w:t>
      </w:r>
      <w:r w:rsidRPr="00621FE7">
        <w:rPr>
          <w:rStyle w:val="fontstyle01"/>
          <w:rFonts w:ascii="Times New Roman" w:hAnsi="Times New Roman"/>
          <w:sz w:val="24"/>
        </w:rPr>
        <w:t xml:space="preserve">Технология. Рабочие программы. Предметная линия учебников В. М. Казакевича и др. — 5—9 классы : учеб. пособие для общеобразоват. организаций / В. М. Казакевич, Г. В. Пичугина, Г. </w:t>
      </w:r>
      <w:r w:rsidRPr="0095610B">
        <w:rPr>
          <w:rStyle w:val="fontstyle01"/>
          <w:rFonts w:ascii="Times New Roman" w:hAnsi="Times New Roman"/>
          <w:sz w:val="24"/>
          <w:szCs w:val="24"/>
        </w:rPr>
        <w:t>Ю. Семенова. — М. :Просвещение, 201</w:t>
      </w:r>
      <w:r>
        <w:rPr>
          <w:rStyle w:val="fontstyle01"/>
          <w:rFonts w:ascii="Times New Roman" w:hAnsi="Times New Roman"/>
          <w:sz w:val="24"/>
          <w:szCs w:val="24"/>
        </w:rPr>
        <w:t>8</w:t>
      </w:r>
      <w:r w:rsidRPr="0095610B">
        <w:rPr>
          <w:rStyle w:val="fontstyle01"/>
          <w:rFonts w:ascii="Times New Roman" w:hAnsi="Times New Roman"/>
          <w:sz w:val="24"/>
          <w:szCs w:val="24"/>
        </w:rPr>
        <w:t xml:space="preserve">. — 58 с. </w:t>
      </w:r>
    </w:p>
    <w:p w:rsidR="0042079F" w:rsidRPr="0095610B" w:rsidRDefault="0042079F" w:rsidP="00621FE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"/>
          <w:color w:val="000000"/>
          <w:sz w:val="24"/>
          <w:szCs w:val="24"/>
        </w:rPr>
      </w:pPr>
      <w:r w:rsidRPr="0095610B">
        <w:rPr>
          <w:rStyle w:val="2"/>
          <w:color w:val="000000"/>
          <w:sz w:val="24"/>
          <w:szCs w:val="24"/>
        </w:rPr>
        <w:t>Рекомендаций инструктивно-методических писем ОГАОУ ДПО «БелИРО» «О преподавании предмета «Технология» в общеобразовательных учреждениях Белгородской области».</w:t>
      </w:r>
    </w:p>
    <w:p w:rsidR="0042079F" w:rsidRPr="0095610B" w:rsidRDefault="0042079F" w:rsidP="00621FE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Style w:val="2"/>
          <w:color w:val="000000"/>
          <w:sz w:val="24"/>
          <w:szCs w:val="24"/>
        </w:rPr>
      </w:pPr>
      <w:r w:rsidRPr="0095610B">
        <w:rPr>
          <w:rFonts w:ascii="Times New Roman" w:hAnsi="Times New Roman"/>
          <w:sz w:val="24"/>
          <w:szCs w:val="24"/>
        </w:rPr>
        <w:t>Рабочей программы воспитания МБОУ</w:t>
      </w:r>
      <w:r w:rsidRPr="0095610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5610B">
        <w:rPr>
          <w:rFonts w:ascii="Times New Roman" w:hAnsi="Times New Roman"/>
          <w:sz w:val="24"/>
          <w:szCs w:val="24"/>
        </w:rPr>
        <w:t>«Новоалександровская СОШ».</w:t>
      </w:r>
    </w:p>
    <w:p w:rsidR="0042079F" w:rsidRPr="0095610B" w:rsidRDefault="0042079F" w:rsidP="00621F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079F" w:rsidRPr="00BD55A1" w:rsidRDefault="0042079F" w:rsidP="00621FE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 xml:space="preserve">Рабочая программа ориентирована на использование учебно-методического комплекта для 5 – </w:t>
      </w:r>
      <w:r>
        <w:rPr>
          <w:rFonts w:ascii="Times New Roman" w:hAnsi="Times New Roman"/>
          <w:sz w:val="24"/>
        </w:rPr>
        <w:t>8</w:t>
      </w:r>
      <w:r w:rsidRPr="00BD55A1">
        <w:rPr>
          <w:rFonts w:ascii="Times New Roman" w:hAnsi="Times New Roman"/>
          <w:sz w:val="24"/>
        </w:rPr>
        <w:t xml:space="preserve"> классов под редакцией </w:t>
      </w:r>
      <w:r>
        <w:rPr>
          <w:rFonts w:ascii="Times New Roman" w:hAnsi="Times New Roman"/>
          <w:sz w:val="24"/>
        </w:rPr>
        <w:t>В.М. Казакевич</w:t>
      </w:r>
      <w:r w:rsidRPr="00BD55A1"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Технология»</w:t>
      </w:r>
      <w:r w:rsidRPr="00BD55A1">
        <w:rPr>
          <w:rFonts w:ascii="Times New Roman" w:hAnsi="Times New Roman"/>
          <w:sz w:val="24"/>
        </w:rPr>
        <w:t>.</w:t>
      </w:r>
    </w:p>
    <w:p w:rsidR="0042079F" w:rsidRPr="00BD55A1" w:rsidRDefault="0042079F" w:rsidP="00621FE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/>
          <w:sz w:val="24"/>
        </w:rPr>
        <w:t>Технология</w:t>
      </w:r>
      <w:r w:rsidRPr="00BD55A1">
        <w:rPr>
          <w:rFonts w:ascii="Times New Roman" w:hAnsi="Times New Roman"/>
          <w:sz w:val="24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42079F" w:rsidRPr="00BD55A1" w:rsidRDefault="0042079F" w:rsidP="00621FE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BD55A1">
        <w:rPr>
          <w:rFonts w:ascii="Times New Roman" w:hAnsi="Times New Roman"/>
          <w:sz w:val="24"/>
        </w:rPr>
        <w:t xml:space="preserve">Срок реализации программы – </w:t>
      </w:r>
      <w:r>
        <w:rPr>
          <w:rFonts w:ascii="Times New Roman" w:hAnsi="Times New Roman"/>
          <w:sz w:val="24"/>
        </w:rPr>
        <w:t>4 года</w:t>
      </w:r>
      <w:r w:rsidRPr="00BD55A1">
        <w:rPr>
          <w:rFonts w:ascii="Times New Roman" w:hAnsi="Times New Roman"/>
          <w:sz w:val="24"/>
        </w:rPr>
        <w:t>.</w:t>
      </w:r>
    </w:p>
    <w:p w:rsidR="0042079F" w:rsidRPr="00BD55A1" w:rsidRDefault="0042079F" w:rsidP="00621FE7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42079F" w:rsidRPr="00BD55A1" w:rsidRDefault="0042079F" w:rsidP="00621FE7">
      <w:pPr>
        <w:spacing w:after="0" w:line="240" w:lineRule="auto"/>
        <w:rPr>
          <w:rFonts w:ascii="Times New Roman" w:hAnsi="Times New Roman"/>
          <w:sz w:val="24"/>
        </w:rPr>
      </w:pPr>
    </w:p>
    <w:p w:rsidR="0042079F" w:rsidRDefault="0042079F" w:rsidP="00621FE7"/>
    <w:p w:rsidR="0042079F" w:rsidRDefault="0042079F"/>
    <w:sectPr w:rsidR="0042079F" w:rsidSect="00941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97BD6"/>
    <w:multiLevelType w:val="hybridMultilevel"/>
    <w:tmpl w:val="02745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3007E"/>
    <w:multiLevelType w:val="hybridMultilevel"/>
    <w:tmpl w:val="10B2C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FE7"/>
    <w:rsid w:val="000C560F"/>
    <w:rsid w:val="000E21AF"/>
    <w:rsid w:val="00122002"/>
    <w:rsid w:val="002064D9"/>
    <w:rsid w:val="003543D7"/>
    <w:rsid w:val="0042079F"/>
    <w:rsid w:val="00621FE7"/>
    <w:rsid w:val="006D296D"/>
    <w:rsid w:val="00777FF3"/>
    <w:rsid w:val="00805889"/>
    <w:rsid w:val="00941AFF"/>
    <w:rsid w:val="0095610B"/>
    <w:rsid w:val="00AC34C6"/>
    <w:rsid w:val="00BD55A1"/>
    <w:rsid w:val="00BF439C"/>
    <w:rsid w:val="00CE17FA"/>
    <w:rsid w:val="00F41D62"/>
    <w:rsid w:val="00F46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4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1"/>
    <w:uiPriority w:val="99"/>
    <w:locked/>
    <w:rsid w:val="00621FE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21FE7"/>
    <w:rPr>
      <w:b/>
      <w:bCs/>
    </w:rPr>
  </w:style>
  <w:style w:type="paragraph" w:customStyle="1" w:styleId="21">
    <w:name w:val="Основной текст (2)1"/>
    <w:basedOn w:val="Normal"/>
    <w:link w:val="2"/>
    <w:uiPriority w:val="99"/>
    <w:rsid w:val="00621FE7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qFormat/>
    <w:rsid w:val="00621FE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621FE7"/>
  </w:style>
  <w:style w:type="paragraph" w:customStyle="1" w:styleId="22">
    <w:name w:val="Основной текст (2)"/>
    <w:basedOn w:val="Normal"/>
    <w:uiPriority w:val="99"/>
    <w:rsid w:val="00621FE7"/>
    <w:pPr>
      <w:shd w:val="clear" w:color="auto" w:fill="FFFFFF"/>
      <w:spacing w:before="180" w:after="0" w:line="252" w:lineRule="exact"/>
      <w:ind w:firstLine="440"/>
      <w:jc w:val="both"/>
    </w:pPr>
    <w:rPr>
      <w:rFonts w:ascii="Georgia" w:hAnsi="Georgia" w:cs="Georgia"/>
      <w:sz w:val="20"/>
      <w:szCs w:val="20"/>
      <w:lang w:val="en-US" w:eastAsia="zh-CN"/>
    </w:rPr>
  </w:style>
  <w:style w:type="character" w:customStyle="1" w:styleId="fontstyle01">
    <w:name w:val="fontstyle01"/>
    <w:basedOn w:val="DefaultParagraphFont"/>
    <w:uiPriority w:val="99"/>
    <w:rsid w:val="00621FE7"/>
    <w:rPr>
      <w:rFonts w:ascii="NewtonCSanPin-Regular" w:hAnsi="NewtonCSanPin-Regular" w:cs="Times New Roman"/>
      <w:color w:val="231F2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220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2021-01-26T22:36:00Z</dcterms:created>
  <dcterms:modified xsi:type="dcterms:W3CDTF">2022-03-23T13:25:00Z</dcterms:modified>
</cp:coreProperties>
</file>