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75E" w:rsidRPr="00BD55A1" w:rsidRDefault="009A475E" w:rsidP="00B6388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>Аннотация</w:t>
      </w:r>
    </w:p>
    <w:p w:rsidR="009A475E" w:rsidRPr="00BD55A1" w:rsidRDefault="009A475E" w:rsidP="00B6388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 xml:space="preserve">к рабочей программе по учебному предмету </w:t>
      </w:r>
    </w:p>
    <w:p w:rsidR="009A475E" w:rsidRPr="00BD55A1" w:rsidRDefault="009A475E" w:rsidP="00B6388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Технология</w:t>
      </w:r>
      <w:r w:rsidRPr="00BD55A1">
        <w:rPr>
          <w:rFonts w:ascii="Times New Roman" w:hAnsi="Times New Roman"/>
          <w:b/>
          <w:sz w:val="24"/>
        </w:rPr>
        <w:t>»</w:t>
      </w:r>
    </w:p>
    <w:p w:rsidR="009A475E" w:rsidRPr="00BD55A1" w:rsidRDefault="009A475E" w:rsidP="00B6388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>уровня основного общего образования</w:t>
      </w:r>
    </w:p>
    <w:p w:rsidR="009A475E" w:rsidRPr="00BD55A1" w:rsidRDefault="009A475E" w:rsidP="00B6388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 xml:space="preserve">(УМК </w:t>
      </w:r>
      <w:r>
        <w:rPr>
          <w:rFonts w:ascii="Times New Roman" w:hAnsi="Times New Roman"/>
          <w:b/>
          <w:sz w:val="24"/>
        </w:rPr>
        <w:t>Н.В. Синица</w:t>
      </w:r>
      <w:r w:rsidRPr="00BD55A1">
        <w:rPr>
          <w:rFonts w:ascii="Times New Roman" w:hAnsi="Times New Roman"/>
          <w:b/>
          <w:sz w:val="24"/>
        </w:rPr>
        <w:t>)</w:t>
      </w:r>
    </w:p>
    <w:p w:rsidR="009A475E" w:rsidRPr="00BD55A1" w:rsidRDefault="009A475E" w:rsidP="00B6388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A475E" w:rsidRPr="00BD55A1" w:rsidRDefault="009A475E" w:rsidP="00B6388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A475E" w:rsidRPr="00BD55A1" w:rsidRDefault="009A475E" w:rsidP="00B6388E">
      <w:pPr>
        <w:pStyle w:val="21"/>
        <w:shd w:val="clear" w:color="auto" w:fill="auto"/>
        <w:spacing w:before="0" w:line="322" w:lineRule="exact"/>
        <w:ind w:firstLine="740"/>
        <w:jc w:val="both"/>
        <w:rPr>
          <w:sz w:val="24"/>
          <w:szCs w:val="24"/>
        </w:rPr>
      </w:pPr>
      <w:r w:rsidRPr="00BD55A1">
        <w:rPr>
          <w:rStyle w:val="2"/>
          <w:sz w:val="24"/>
          <w:szCs w:val="24"/>
        </w:rPr>
        <w:t>Рабочая программа учебного предмета «</w:t>
      </w:r>
      <w:r>
        <w:rPr>
          <w:rStyle w:val="2"/>
          <w:sz w:val="24"/>
          <w:szCs w:val="24"/>
        </w:rPr>
        <w:t>Технология» для 5 – 8</w:t>
      </w:r>
      <w:r w:rsidRPr="00BD55A1">
        <w:rPr>
          <w:rStyle w:val="2"/>
          <w:sz w:val="24"/>
          <w:szCs w:val="24"/>
        </w:rPr>
        <w:t xml:space="preserve"> классов разработана: </w:t>
      </w:r>
    </w:p>
    <w:p w:rsidR="009A475E" w:rsidRPr="00B6388E" w:rsidRDefault="009A475E" w:rsidP="00B6388E">
      <w:pPr>
        <w:pStyle w:val="21"/>
        <w:shd w:val="clear" w:color="auto" w:fill="auto"/>
        <w:spacing w:before="0" w:line="322" w:lineRule="exact"/>
        <w:ind w:firstLine="708"/>
        <w:jc w:val="both"/>
        <w:rPr>
          <w:sz w:val="24"/>
        </w:rPr>
      </w:pPr>
      <w:r w:rsidRPr="00B6388E">
        <w:rPr>
          <w:rStyle w:val="20"/>
          <w:color w:val="000000"/>
          <w:sz w:val="24"/>
        </w:rPr>
        <w:t xml:space="preserve">на основе: </w:t>
      </w:r>
      <w:r w:rsidRPr="00B6388E">
        <w:rPr>
          <w:rStyle w:val="2"/>
          <w:color w:val="000000"/>
          <w:sz w:val="24"/>
        </w:rPr>
        <w:t>федерального государственного образовательного стандарта основного общего образования. ФГОС.</w:t>
      </w:r>
    </w:p>
    <w:p w:rsidR="009A475E" w:rsidRPr="00B6388E" w:rsidRDefault="009A475E" w:rsidP="00B6388E">
      <w:pPr>
        <w:spacing w:after="0" w:line="240" w:lineRule="auto"/>
        <w:ind w:firstLine="708"/>
        <w:jc w:val="both"/>
        <w:rPr>
          <w:rStyle w:val="20"/>
          <w:color w:val="000000"/>
          <w:sz w:val="24"/>
        </w:rPr>
      </w:pPr>
      <w:r w:rsidRPr="00B6388E">
        <w:rPr>
          <w:rStyle w:val="20"/>
          <w:color w:val="000000"/>
          <w:sz w:val="24"/>
        </w:rPr>
        <w:t>с учётом:</w:t>
      </w:r>
    </w:p>
    <w:p w:rsidR="009A475E" w:rsidRPr="00B6388E" w:rsidRDefault="009A475E" w:rsidP="00B6388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Style w:val="20"/>
          <w:b w:val="0"/>
          <w:color w:val="000000"/>
          <w:sz w:val="24"/>
        </w:rPr>
      </w:pPr>
      <w:r w:rsidRPr="00B6388E">
        <w:rPr>
          <w:rStyle w:val="20"/>
          <w:b w:val="0"/>
          <w:color w:val="000000"/>
          <w:sz w:val="24"/>
        </w:rPr>
        <w:t>Основной образовательной программы основного общего образования муниципального бюджетного общеобразовательного учреждения «Новоалександровская средняя общеобразовательная школа Ровеньского района Белгородской области»;</w:t>
      </w:r>
    </w:p>
    <w:p w:rsidR="009A475E" w:rsidRPr="00B6388E" w:rsidRDefault="009A475E" w:rsidP="00B6388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color w:val="242021"/>
          <w:sz w:val="24"/>
          <w:szCs w:val="28"/>
        </w:rPr>
      </w:pPr>
      <w:r w:rsidRPr="00B6388E">
        <w:rPr>
          <w:rStyle w:val="2"/>
          <w:color w:val="000000"/>
          <w:sz w:val="24"/>
        </w:rPr>
        <w:t xml:space="preserve">Авторской программы курса </w:t>
      </w:r>
      <w:r w:rsidRPr="00B6388E">
        <w:rPr>
          <w:rFonts w:ascii="Times New Roman" w:hAnsi="Times New Roman"/>
          <w:spacing w:val="9"/>
          <w:sz w:val="24"/>
          <w:szCs w:val="28"/>
        </w:rPr>
        <w:t xml:space="preserve">«Технология». </w:t>
      </w:r>
      <w:r w:rsidRPr="00B6388E">
        <w:rPr>
          <w:rFonts w:ascii="Times New Roman" w:hAnsi="Times New Roman"/>
          <w:bCs/>
          <w:color w:val="242021"/>
          <w:sz w:val="24"/>
          <w:szCs w:val="28"/>
        </w:rPr>
        <w:t xml:space="preserve">Синица Н.В. Технология: программа 5 – 8(9) классы / Н.В. Синица, П.С. </w:t>
      </w:r>
      <w:r>
        <w:rPr>
          <w:rFonts w:ascii="Times New Roman" w:hAnsi="Times New Roman"/>
          <w:bCs/>
          <w:color w:val="242021"/>
          <w:sz w:val="24"/>
          <w:szCs w:val="28"/>
        </w:rPr>
        <w:t>Самородский. – М.: Вентана-Граф</w:t>
      </w:r>
      <w:r w:rsidRPr="00B6388E">
        <w:rPr>
          <w:rFonts w:ascii="Times New Roman" w:hAnsi="Times New Roman"/>
          <w:bCs/>
          <w:color w:val="242021"/>
          <w:sz w:val="24"/>
          <w:szCs w:val="28"/>
        </w:rPr>
        <w:t>.</w:t>
      </w:r>
    </w:p>
    <w:p w:rsidR="009A475E" w:rsidRDefault="009A475E" w:rsidP="00B6388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Style w:val="2"/>
          <w:color w:val="000000"/>
          <w:sz w:val="24"/>
        </w:rPr>
      </w:pPr>
      <w:r w:rsidRPr="00B6388E">
        <w:rPr>
          <w:rStyle w:val="2"/>
          <w:color w:val="000000"/>
          <w:sz w:val="24"/>
        </w:rPr>
        <w:t>Рекомендаций инструктивно-методических писем ОГАОУ ДПО «БелИРО» «О преподавании предмета «Технология» в общеобразовательных учреждениях Белгородской области».</w:t>
      </w:r>
    </w:p>
    <w:p w:rsidR="009A475E" w:rsidRPr="00DE60EC" w:rsidRDefault="009A475E" w:rsidP="00B6388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Style w:val="2"/>
          <w:color w:val="000000"/>
          <w:sz w:val="24"/>
          <w:szCs w:val="24"/>
        </w:rPr>
      </w:pPr>
      <w:r w:rsidRPr="00DE60EC">
        <w:rPr>
          <w:rFonts w:ascii="Times New Roman" w:hAnsi="Times New Roman"/>
          <w:sz w:val="24"/>
          <w:szCs w:val="24"/>
        </w:rPr>
        <w:t>Рабочей программы воспитания МБОУ</w:t>
      </w:r>
      <w:r w:rsidRPr="00DE60E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E60EC">
        <w:rPr>
          <w:rFonts w:ascii="Times New Roman" w:hAnsi="Times New Roman"/>
          <w:sz w:val="24"/>
          <w:szCs w:val="24"/>
        </w:rPr>
        <w:t>«Новоалександровская СОШ».</w:t>
      </w:r>
    </w:p>
    <w:p w:rsidR="009A475E" w:rsidRPr="00BD55A1" w:rsidRDefault="009A475E" w:rsidP="00B6388E">
      <w:pPr>
        <w:spacing w:after="0" w:line="240" w:lineRule="auto"/>
        <w:rPr>
          <w:rFonts w:ascii="Times New Roman" w:hAnsi="Times New Roman"/>
        </w:rPr>
      </w:pPr>
    </w:p>
    <w:p w:rsidR="009A475E" w:rsidRPr="00BD55A1" w:rsidRDefault="009A475E" w:rsidP="00B6388E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BD55A1">
        <w:rPr>
          <w:rFonts w:ascii="Times New Roman" w:hAnsi="Times New Roman"/>
          <w:sz w:val="24"/>
        </w:rPr>
        <w:t xml:space="preserve">Рабочая программа ориентирована на использование учебно-методического комплекта для 5 – </w:t>
      </w:r>
      <w:r>
        <w:rPr>
          <w:rFonts w:ascii="Times New Roman" w:hAnsi="Times New Roman"/>
          <w:sz w:val="24"/>
        </w:rPr>
        <w:t>8</w:t>
      </w:r>
      <w:r w:rsidRPr="00BD55A1">
        <w:rPr>
          <w:rFonts w:ascii="Times New Roman" w:hAnsi="Times New Roman"/>
          <w:sz w:val="24"/>
        </w:rPr>
        <w:t xml:space="preserve"> классов под редакцией </w:t>
      </w:r>
      <w:r>
        <w:rPr>
          <w:rFonts w:ascii="Times New Roman" w:hAnsi="Times New Roman"/>
          <w:sz w:val="24"/>
        </w:rPr>
        <w:t>Н.В. Синица</w:t>
      </w:r>
      <w:r w:rsidRPr="00BD55A1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Технология»</w:t>
      </w:r>
      <w:r w:rsidRPr="00BD55A1">
        <w:rPr>
          <w:rFonts w:ascii="Times New Roman" w:hAnsi="Times New Roman"/>
          <w:sz w:val="24"/>
        </w:rPr>
        <w:t>.</w:t>
      </w:r>
    </w:p>
    <w:p w:rsidR="009A475E" w:rsidRPr="00BD55A1" w:rsidRDefault="009A475E" w:rsidP="00B6388E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BD55A1">
        <w:rPr>
          <w:rFonts w:ascii="Times New Roman" w:hAnsi="Times New Roman"/>
          <w:sz w:val="24"/>
        </w:rPr>
        <w:t>В рабочей программе представлены планируемые результаты освоения учебного предмета «</w:t>
      </w:r>
      <w:r>
        <w:rPr>
          <w:rFonts w:ascii="Times New Roman" w:hAnsi="Times New Roman"/>
          <w:sz w:val="24"/>
        </w:rPr>
        <w:t>Технология</w:t>
      </w:r>
      <w:r w:rsidRPr="00BD55A1">
        <w:rPr>
          <w:rFonts w:ascii="Times New Roman" w:hAnsi="Times New Roman"/>
          <w:sz w:val="24"/>
        </w:rPr>
        <w:t>», определено содержание курса, реализуемое в линии учебников, предложено тематическое планирование с указанием количества часов, отводимых на усвоение каждой темы.</w:t>
      </w:r>
    </w:p>
    <w:p w:rsidR="009A475E" w:rsidRPr="00BD55A1" w:rsidRDefault="009A475E" w:rsidP="00B6388E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BD55A1">
        <w:rPr>
          <w:rFonts w:ascii="Times New Roman" w:hAnsi="Times New Roman"/>
          <w:sz w:val="24"/>
        </w:rPr>
        <w:t xml:space="preserve">Срок реализации программы – </w:t>
      </w:r>
      <w:r>
        <w:rPr>
          <w:rFonts w:ascii="Times New Roman" w:hAnsi="Times New Roman"/>
          <w:sz w:val="24"/>
        </w:rPr>
        <w:t>4 года</w:t>
      </w:r>
      <w:r w:rsidRPr="00BD55A1">
        <w:rPr>
          <w:rFonts w:ascii="Times New Roman" w:hAnsi="Times New Roman"/>
          <w:sz w:val="24"/>
        </w:rPr>
        <w:t>.</w:t>
      </w:r>
    </w:p>
    <w:p w:rsidR="009A475E" w:rsidRPr="00BD55A1" w:rsidRDefault="009A475E" w:rsidP="00B6388E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9A475E" w:rsidRPr="00BD55A1" w:rsidRDefault="009A475E" w:rsidP="00B6388E">
      <w:pPr>
        <w:spacing w:after="0" w:line="240" w:lineRule="auto"/>
        <w:rPr>
          <w:rFonts w:ascii="Times New Roman" w:hAnsi="Times New Roman"/>
          <w:sz w:val="24"/>
        </w:rPr>
      </w:pPr>
    </w:p>
    <w:p w:rsidR="009A475E" w:rsidRDefault="009A475E" w:rsidP="00B6388E"/>
    <w:p w:rsidR="009A475E" w:rsidRDefault="009A475E"/>
    <w:sectPr w:rsidR="009A475E" w:rsidSect="00F45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97BD6"/>
    <w:multiLevelType w:val="hybridMultilevel"/>
    <w:tmpl w:val="02745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E53C85"/>
    <w:multiLevelType w:val="hybridMultilevel"/>
    <w:tmpl w:val="D5B40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388E"/>
    <w:rsid w:val="00137B4B"/>
    <w:rsid w:val="00255F47"/>
    <w:rsid w:val="0046758E"/>
    <w:rsid w:val="007E4CC1"/>
    <w:rsid w:val="0096156E"/>
    <w:rsid w:val="009A475E"/>
    <w:rsid w:val="00B6388E"/>
    <w:rsid w:val="00BD55A1"/>
    <w:rsid w:val="00DE60EC"/>
    <w:rsid w:val="00F45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A1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link w:val="21"/>
    <w:uiPriority w:val="99"/>
    <w:locked/>
    <w:rsid w:val="00B6388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 + Полужирный"/>
    <w:basedOn w:val="2"/>
    <w:uiPriority w:val="99"/>
    <w:rsid w:val="00B6388E"/>
    <w:rPr>
      <w:b/>
      <w:bCs/>
    </w:rPr>
  </w:style>
  <w:style w:type="paragraph" w:customStyle="1" w:styleId="21">
    <w:name w:val="Основной текст (2)1"/>
    <w:basedOn w:val="Normal"/>
    <w:link w:val="2"/>
    <w:uiPriority w:val="99"/>
    <w:rsid w:val="00B6388E"/>
    <w:pPr>
      <w:widowControl w:val="0"/>
      <w:shd w:val="clear" w:color="auto" w:fill="FFFFFF"/>
      <w:spacing w:before="5640" w:after="0" w:line="240" w:lineRule="atLeast"/>
      <w:ind w:hanging="460"/>
      <w:jc w:val="center"/>
    </w:pPr>
    <w:rPr>
      <w:rFonts w:ascii="Times New Roman" w:hAnsi="Times New Roman"/>
      <w:sz w:val="28"/>
      <w:szCs w:val="28"/>
    </w:rPr>
  </w:style>
  <w:style w:type="paragraph" w:styleId="ListParagraph">
    <w:name w:val="List Paragraph"/>
    <w:basedOn w:val="Normal"/>
    <w:link w:val="ListParagraphChar"/>
    <w:uiPriority w:val="99"/>
    <w:qFormat/>
    <w:rsid w:val="00B6388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B6388E"/>
  </w:style>
  <w:style w:type="character" w:customStyle="1" w:styleId="fontstyle01">
    <w:name w:val="fontstyle01"/>
    <w:basedOn w:val="DefaultParagraphFont"/>
    <w:uiPriority w:val="99"/>
    <w:rsid w:val="00B6388E"/>
    <w:rPr>
      <w:rFonts w:ascii="NewtonCSanPin-Regular" w:hAnsi="NewtonCSanPin-Regular" w:cs="Times New Roman"/>
      <w:color w:val="231F20"/>
      <w:sz w:val="22"/>
      <w:szCs w:val="22"/>
    </w:rPr>
  </w:style>
  <w:style w:type="paragraph" w:customStyle="1" w:styleId="22">
    <w:name w:val="Основной текст (2)"/>
    <w:basedOn w:val="Normal"/>
    <w:uiPriority w:val="99"/>
    <w:rsid w:val="00B6388E"/>
    <w:pPr>
      <w:shd w:val="clear" w:color="auto" w:fill="FFFFFF"/>
      <w:spacing w:before="180" w:after="0" w:line="252" w:lineRule="exact"/>
      <w:ind w:firstLine="440"/>
      <w:jc w:val="both"/>
    </w:pPr>
    <w:rPr>
      <w:rFonts w:ascii="Georgia" w:hAnsi="Georgia" w:cs="Georgia"/>
      <w:sz w:val="20"/>
      <w:szCs w:val="20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199</Words>
  <Characters>1137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dcterms:created xsi:type="dcterms:W3CDTF">2021-01-26T22:39:00Z</dcterms:created>
  <dcterms:modified xsi:type="dcterms:W3CDTF">2022-03-23T13:26:00Z</dcterms:modified>
</cp:coreProperties>
</file>